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F6D" w:rsidRDefault="00106F6D"/>
    <w:p w:rsidR="00106F6D" w:rsidRDefault="00106F6D"/>
    <w:p w:rsidR="00106F6D" w:rsidRDefault="00106F6D"/>
    <w:p w:rsidR="00106F6D" w:rsidRDefault="00106F6D"/>
    <w:p w:rsidR="00106F6D" w:rsidRDefault="00106F6D"/>
    <w:p w:rsidR="00106F6D" w:rsidRDefault="00106F6D"/>
    <w:p w:rsidR="00106F6D" w:rsidRDefault="00106F6D"/>
    <w:p w:rsidR="00106F6D" w:rsidRDefault="00106F6D"/>
    <w:p w:rsidR="00106F6D" w:rsidRDefault="00106F6D"/>
    <w:p w:rsidR="00106F6D" w:rsidRDefault="00106F6D"/>
    <w:p w:rsidR="00106F6D" w:rsidRDefault="00106F6D"/>
    <w:p w:rsidR="00106F6D" w:rsidRDefault="00106F6D"/>
    <w:p w:rsidR="00106F6D" w:rsidRDefault="00106F6D"/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36"/>
      </w:tblGrid>
      <w:tr w:rsidR="00106F6D" w:rsidTr="008B1C11">
        <w:trPr>
          <w:trHeight w:hRule="exact" w:val="2160"/>
        </w:trPr>
        <w:tc>
          <w:tcPr>
            <w:tcW w:w="7036" w:type="dxa"/>
          </w:tcPr>
          <w:p w:rsidR="00106F6D" w:rsidRDefault="009962A7" w:rsidP="008B1C11">
            <w:pPr>
              <w:rPr>
                <w:rStyle w:val="Huisstijl-Sjabloonnaam"/>
              </w:rPr>
            </w:pPr>
            <w:bookmarkStart w:id="0" w:name="bmTitel1" w:colFirst="0" w:colLast="0"/>
            <w:r>
              <w:rPr>
                <w:rStyle w:val="Huisstijl-Sjabloonnaam"/>
              </w:rPr>
              <w:t>Technisch ontwerp</w:t>
            </w:r>
            <w:r w:rsidR="00C46BFD">
              <w:rPr>
                <w:rStyle w:val="Huisstijl-Sjabloonnaam"/>
              </w:rPr>
              <w:t>: In</w:t>
            </w:r>
            <w:r w:rsidR="009A0B7D">
              <w:rPr>
                <w:rStyle w:val="Huisstijl-Sjabloonnaam"/>
              </w:rPr>
              <w:t xml:space="preserve"> gebruk stelling en SAT</w:t>
            </w:r>
          </w:p>
          <w:p w:rsidR="00106F6D" w:rsidRDefault="00106F6D" w:rsidP="008B1C11">
            <w:pPr>
              <w:rPr>
                <w:rStyle w:val="Huisstijl-Sjabloonnaam"/>
              </w:rPr>
            </w:pPr>
          </w:p>
          <w:p w:rsidR="00106F6D" w:rsidRDefault="009962A7" w:rsidP="008B1C11">
            <w:pPr>
              <w:rPr>
                <w:rStyle w:val="Huisstijl-Gegeven"/>
              </w:rPr>
            </w:pPr>
            <w:r>
              <w:rPr>
                <w:rStyle w:val="Huisstijl-Gegeven"/>
              </w:rPr>
              <w:t>Brabant Water</w:t>
            </w:r>
          </w:p>
          <w:p w:rsidR="00106F6D" w:rsidRDefault="009962A7" w:rsidP="008B1C11">
            <w:pPr>
              <w:rPr>
                <w:rStyle w:val="Huisstijl-Gegeven"/>
              </w:rPr>
            </w:pPr>
            <w:r>
              <w:rPr>
                <w:rStyle w:val="Huisstijl-Gegeven"/>
              </w:rPr>
              <w:t xml:space="preserve">Waterproductiebedrijf </w:t>
            </w:r>
            <w:r w:rsidR="00F00A6E">
              <w:rPr>
                <w:rStyle w:val="Huisstijl-Gegeven"/>
              </w:rPr>
              <w:fldChar w:fldCharType="begin"/>
            </w:r>
            <w:r w:rsidR="00F00A6E">
              <w:rPr>
                <w:rStyle w:val="Huisstijl-Gegeven"/>
              </w:rPr>
              <w:instrText xml:space="preserve"> DOCPROPERTY  locatie  \* MERGEFORMAT </w:instrText>
            </w:r>
            <w:r w:rsidR="00F00A6E">
              <w:rPr>
                <w:rStyle w:val="Huisstijl-Gegeven"/>
              </w:rPr>
              <w:fldChar w:fldCharType="separate"/>
            </w:r>
            <w:r w:rsidR="00EA4EF2">
              <w:rPr>
                <w:rStyle w:val="Huisstijl-Gegeven"/>
              </w:rPr>
              <w:t>Eindhoven</w:t>
            </w:r>
            <w:r w:rsidR="00F00A6E">
              <w:rPr>
                <w:rStyle w:val="Huisstijl-Gegeven"/>
              </w:rPr>
              <w:fldChar w:fldCharType="end"/>
            </w:r>
          </w:p>
          <w:p w:rsidR="00106F6D" w:rsidRDefault="00106F6D" w:rsidP="008B1C11">
            <w:pPr>
              <w:rPr>
                <w:rStyle w:val="Huisstijl-Gegeven"/>
              </w:rPr>
            </w:pPr>
          </w:p>
          <w:p w:rsidR="00106F6D" w:rsidRDefault="004C6D32" w:rsidP="008B1C11">
            <w:pPr>
              <w:rPr>
                <w:rStyle w:val="Huisstijl-Gegeven"/>
              </w:rPr>
            </w:pPr>
            <w:r>
              <w:rPr>
                <w:rStyle w:val="Huisstijl-Gegeven"/>
              </w:rPr>
              <w:t>Opdracht</w:t>
            </w:r>
            <w:r w:rsidR="0019432B">
              <w:rPr>
                <w:rStyle w:val="Huisstijl-Gegeven"/>
              </w:rPr>
              <w:t xml:space="preserve"> </w:t>
            </w:r>
            <w:r>
              <w:rPr>
                <w:rStyle w:val="Huisstijl-Gegeven"/>
              </w:rPr>
              <w:fldChar w:fldCharType="begin"/>
            </w:r>
            <w:r>
              <w:rPr>
                <w:rStyle w:val="Huisstijl-Gegeven"/>
              </w:rPr>
              <w:instrText xml:space="preserve"> DOCPROPERTY  opdracht  \* MERGEFORMAT </w:instrText>
            </w:r>
            <w:r>
              <w:rPr>
                <w:rStyle w:val="Huisstijl-Gegeven"/>
              </w:rPr>
              <w:fldChar w:fldCharType="separate"/>
            </w:r>
            <w:r w:rsidR="00EA4EF2">
              <w:rPr>
                <w:rStyle w:val="Huisstijl-Gegeven"/>
              </w:rPr>
              <w:t>F-105-2011-E003</w:t>
            </w:r>
            <w:r>
              <w:rPr>
                <w:rStyle w:val="Huisstijl-Gegeven"/>
              </w:rPr>
              <w:fldChar w:fldCharType="end"/>
            </w:r>
          </w:p>
          <w:p w:rsidR="00106F6D" w:rsidRDefault="00106F6D" w:rsidP="008B1C11">
            <w:pPr>
              <w:rPr>
                <w:rStyle w:val="Huisstijl-Gegeven"/>
              </w:rPr>
            </w:pPr>
          </w:p>
        </w:tc>
      </w:tr>
      <w:tr w:rsidR="00106F6D" w:rsidTr="008B1C11">
        <w:trPr>
          <w:trHeight w:val="480"/>
        </w:trPr>
        <w:tc>
          <w:tcPr>
            <w:tcW w:w="7036" w:type="dxa"/>
          </w:tcPr>
          <w:p w:rsidR="00106F6D" w:rsidRDefault="009962A7" w:rsidP="008B1C11">
            <w:pPr>
              <w:rPr>
                <w:rStyle w:val="Huisstijl-Kopje"/>
              </w:rPr>
            </w:pPr>
            <w:bookmarkStart w:id="1" w:name="bmAuteur1" w:colFirst="0" w:colLast="0"/>
            <w:bookmarkEnd w:id="0"/>
            <w:r>
              <w:rPr>
                <w:rStyle w:val="Huisstijl-Kopje"/>
              </w:rPr>
              <w:t>Auteur(s)</w:t>
            </w:r>
          </w:p>
          <w:p w:rsidR="00106F6D" w:rsidRDefault="0019432B" w:rsidP="008B1C11">
            <w:pPr>
              <w:rPr>
                <w:rStyle w:val="Huisstijl-Gegeven"/>
              </w:rPr>
            </w:pPr>
            <w:r>
              <w:rPr>
                <w:rStyle w:val="Huisstijl-Gegeven"/>
              </w:rPr>
              <w:t>Marcel Jordaa</w:t>
            </w:r>
            <w:r w:rsidR="009962A7">
              <w:rPr>
                <w:rStyle w:val="Huisstijl-Gegeven"/>
              </w:rPr>
              <w:t>n</w:t>
            </w:r>
          </w:p>
          <w:p w:rsidR="00106F6D" w:rsidRDefault="00106F6D" w:rsidP="008B1C11">
            <w:pPr>
              <w:rPr>
                <w:rStyle w:val="Huisstijl-Gegeven"/>
              </w:rPr>
            </w:pPr>
          </w:p>
        </w:tc>
      </w:tr>
    </w:tbl>
    <w:bookmarkEnd w:id="1"/>
    <w:p w:rsidR="00106F6D" w:rsidRDefault="008B1C11">
      <w:r>
        <w:br w:type="textWrapping" w:clear="all"/>
      </w:r>
    </w:p>
    <w:p w:rsidR="00106F6D" w:rsidRDefault="009962A7" w:rsidP="00AD07D3">
      <w:pPr>
        <w:keepNext/>
        <w:spacing w:before="240"/>
        <w:rPr>
          <w:rStyle w:val="Huisstijl-Sjabloonnaam"/>
        </w:rPr>
      </w:pPr>
      <w:bookmarkStart w:id="2" w:name="bmBegin"/>
      <w:bookmarkEnd w:id="2"/>
      <w:r>
        <w:br w:type="page"/>
      </w:r>
      <w:r>
        <w:rPr>
          <w:rStyle w:val="Huisstijl-Sjabloonnaam"/>
        </w:rPr>
        <w:lastRenderedPageBreak/>
        <w:t>Inhoud</w:t>
      </w:r>
    </w:p>
    <w:p w:rsidR="00D27B55" w:rsidRDefault="00C637FF">
      <w:pPr>
        <w:pStyle w:val="TOC1"/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 w:rsidR="00D27B55">
        <w:t>1</w:t>
      </w:r>
      <w:r w:rsidR="00D27B55"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  <w:tab/>
      </w:r>
      <w:r w:rsidR="00D27B55">
        <w:t>Inleiding</w:t>
      </w:r>
      <w:r w:rsidR="00D27B55">
        <w:tab/>
      </w:r>
      <w:r w:rsidR="00D27B55">
        <w:fldChar w:fldCharType="begin"/>
      </w:r>
      <w:r w:rsidR="00D27B55">
        <w:instrText xml:space="preserve"> PAGEREF _Toc353094742 \h </w:instrText>
      </w:r>
      <w:r w:rsidR="00D27B55">
        <w:fldChar w:fldCharType="separate"/>
      </w:r>
      <w:r w:rsidR="00D27B55">
        <w:t>3</w:t>
      </w:r>
      <w:r w:rsidR="00D27B55">
        <w:fldChar w:fldCharType="end"/>
      </w:r>
    </w:p>
    <w:p w:rsid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</w:pPr>
      <w:r>
        <w:t>1.1</w:t>
      </w:r>
      <w:r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  <w:tab/>
      </w:r>
      <w:r>
        <w:t>Documenten</w:t>
      </w:r>
      <w:r>
        <w:tab/>
      </w:r>
      <w:r>
        <w:fldChar w:fldCharType="begin"/>
      </w:r>
      <w:r>
        <w:instrText xml:space="preserve"> PAGEREF _Toc353094743 \h </w:instrText>
      </w:r>
      <w:r>
        <w:fldChar w:fldCharType="separate"/>
      </w:r>
      <w:r>
        <w:t>3</w:t>
      </w:r>
      <w:r>
        <w:fldChar w:fldCharType="end"/>
      </w:r>
    </w:p>
    <w:p w:rsid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</w:pPr>
      <w:r>
        <w:t>1.2</w:t>
      </w:r>
      <w:r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  <w:tab/>
      </w:r>
      <w:r>
        <w:t>Document historie</w:t>
      </w:r>
      <w:r>
        <w:tab/>
      </w:r>
      <w:r>
        <w:fldChar w:fldCharType="begin"/>
      </w:r>
      <w:r>
        <w:instrText xml:space="preserve"> PAGEREF _Toc353094744 \h </w:instrText>
      </w:r>
      <w:r>
        <w:fldChar w:fldCharType="separate"/>
      </w:r>
      <w:r>
        <w:t>3</w:t>
      </w:r>
      <w:r>
        <w:fldChar w:fldCharType="end"/>
      </w:r>
    </w:p>
    <w:p w:rsid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</w:pPr>
      <w:r>
        <w:t>1.3</w:t>
      </w:r>
      <w:r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  <w:tab/>
      </w:r>
      <w:r>
        <w:t>Toegepaste documenten</w:t>
      </w:r>
      <w:r>
        <w:tab/>
      </w:r>
      <w:r>
        <w:fldChar w:fldCharType="begin"/>
      </w:r>
      <w:r>
        <w:instrText xml:space="preserve"> PAGEREF _Toc353094745 \h </w:instrText>
      </w:r>
      <w:r>
        <w:fldChar w:fldCharType="separate"/>
      </w:r>
      <w:r>
        <w:t>3</w:t>
      </w:r>
      <w:r>
        <w:fldChar w:fldCharType="end"/>
      </w:r>
    </w:p>
    <w:p w:rsid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</w:pPr>
      <w:r>
        <w:t>1.4</w:t>
      </w:r>
      <w:r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  <w:tab/>
      </w:r>
      <w:r>
        <w:t>Definities en begrippen</w:t>
      </w:r>
      <w:r>
        <w:tab/>
      </w:r>
      <w:r>
        <w:fldChar w:fldCharType="begin"/>
      </w:r>
      <w:r>
        <w:instrText xml:space="preserve"> PAGEREF _Toc353094746 \h </w:instrText>
      </w:r>
      <w:r>
        <w:fldChar w:fldCharType="separate"/>
      </w:r>
      <w:r>
        <w:t>3</w:t>
      </w:r>
      <w:r>
        <w:fldChar w:fldCharType="end"/>
      </w:r>
    </w:p>
    <w:p w:rsidR="00D27B55" w:rsidRDefault="00D27B55">
      <w:pPr>
        <w:pStyle w:val="TOC1"/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</w:pPr>
      <w:r>
        <w:t>2</w:t>
      </w:r>
      <w:r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  <w:tab/>
      </w:r>
      <w:r>
        <w:t>Introductie SAT</w:t>
      </w:r>
      <w:r>
        <w:tab/>
      </w:r>
      <w:r>
        <w:fldChar w:fldCharType="begin"/>
      </w:r>
      <w:r>
        <w:instrText xml:space="preserve"> PAGEREF _Toc353094747 \h </w:instrText>
      </w:r>
      <w:r>
        <w:fldChar w:fldCharType="separate"/>
      </w:r>
      <w:r>
        <w:t>4</w:t>
      </w:r>
      <w:r>
        <w:fldChar w:fldCharType="end"/>
      </w:r>
    </w:p>
    <w:p w:rsid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</w:pPr>
      <w:r>
        <w:t>2.1</w:t>
      </w:r>
      <w:r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  <w:tab/>
      </w:r>
      <w:r>
        <w:t>Doel</w:t>
      </w:r>
      <w:r>
        <w:tab/>
      </w:r>
      <w:r>
        <w:fldChar w:fldCharType="begin"/>
      </w:r>
      <w:r>
        <w:instrText xml:space="preserve"> PAGEREF _Toc353094748 \h </w:instrText>
      </w:r>
      <w:r>
        <w:fldChar w:fldCharType="separate"/>
      </w:r>
      <w:r>
        <w:t>4</w:t>
      </w:r>
      <w:r>
        <w:fldChar w:fldCharType="end"/>
      </w:r>
    </w:p>
    <w:p w:rsid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</w:pPr>
      <w:r>
        <w:t>2.2</w:t>
      </w:r>
      <w:r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  <w:tab/>
      </w:r>
      <w:r>
        <w:t>Scope</w:t>
      </w:r>
      <w:r>
        <w:tab/>
      </w:r>
      <w:r>
        <w:fldChar w:fldCharType="begin"/>
      </w:r>
      <w:r>
        <w:instrText xml:space="preserve"> PAGEREF _Toc353094749 \h </w:instrText>
      </w:r>
      <w:r>
        <w:fldChar w:fldCharType="separate"/>
      </w:r>
      <w:r>
        <w:t>4</w:t>
      </w:r>
      <w:r>
        <w:fldChar w:fldCharType="end"/>
      </w:r>
    </w:p>
    <w:p w:rsid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</w:pPr>
      <w:r>
        <w:t>2.3</w:t>
      </w:r>
      <w:r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  <w:tab/>
      </w:r>
      <w:r>
        <w:t>Termen en afkortingen</w:t>
      </w:r>
      <w:r>
        <w:tab/>
      </w:r>
      <w:r>
        <w:fldChar w:fldCharType="begin"/>
      </w:r>
      <w:r>
        <w:instrText xml:space="preserve"> PAGEREF _Toc353094750 \h </w:instrText>
      </w:r>
      <w:r>
        <w:fldChar w:fldCharType="separate"/>
      </w:r>
      <w:r>
        <w:t>4</w:t>
      </w:r>
      <w:r>
        <w:fldChar w:fldCharType="end"/>
      </w:r>
    </w:p>
    <w:p w:rsidR="00D27B55" w:rsidRDefault="00D27B55">
      <w:pPr>
        <w:pStyle w:val="TOC1"/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</w:pPr>
      <w:r>
        <w:t>3</w:t>
      </w:r>
      <w:r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  <w:tab/>
      </w:r>
      <w:r>
        <w:t>SAT testen</w:t>
      </w:r>
      <w:r>
        <w:tab/>
      </w:r>
      <w:r>
        <w:fldChar w:fldCharType="begin"/>
      </w:r>
      <w:r>
        <w:instrText xml:space="preserve"> PAGEREF _Toc353094751 \h </w:instrText>
      </w:r>
      <w:r>
        <w:fldChar w:fldCharType="separate"/>
      </w:r>
      <w:r>
        <w:t>5</w:t>
      </w:r>
      <w:r>
        <w:fldChar w:fldCharType="end"/>
      </w:r>
    </w:p>
    <w:p w:rsid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</w:pPr>
      <w:r>
        <w:t>3.1</w:t>
      </w:r>
      <w:r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  <w:tab/>
      </w:r>
      <w:r>
        <w:t>Test LT-014</w:t>
      </w:r>
      <w:r>
        <w:tab/>
      </w:r>
      <w:r>
        <w:fldChar w:fldCharType="begin"/>
      </w:r>
      <w:r>
        <w:instrText xml:space="preserve"> PAGEREF _Toc353094752 \h </w:instrText>
      </w:r>
      <w:r>
        <w:fldChar w:fldCharType="separate"/>
      </w:r>
      <w:r>
        <w:t>5</w:t>
      </w:r>
      <w:r>
        <w:fldChar w:fldCharType="end"/>
      </w:r>
    </w:p>
    <w:p w:rsid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</w:pPr>
      <w:r>
        <w:t>3.2</w:t>
      </w:r>
      <w:r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  <w:tab/>
      </w:r>
      <w:r>
        <w:t>Test LT-015</w:t>
      </w:r>
      <w:r>
        <w:tab/>
      </w:r>
      <w:r>
        <w:fldChar w:fldCharType="begin"/>
      </w:r>
      <w:r>
        <w:instrText xml:space="preserve"> PAGEREF _Toc353094753 \h </w:instrText>
      </w:r>
      <w:r>
        <w:fldChar w:fldCharType="separate"/>
      </w:r>
      <w:r>
        <w:t>6</w:t>
      </w:r>
      <w:r>
        <w:fldChar w:fldCharType="end"/>
      </w:r>
    </w:p>
    <w:p w:rsid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</w:pPr>
      <w:r>
        <w:t>3.3</w:t>
      </w:r>
      <w:r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  <w:tab/>
      </w:r>
      <w:r>
        <w:t>Test LT-016</w:t>
      </w:r>
      <w:r>
        <w:tab/>
      </w:r>
      <w:r>
        <w:fldChar w:fldCharType="begin"/>
      </w:r>
      <w:r>
        <w:instrText xml:space="preserve"> PAGEREF _Toc353094754 \h </w:instrText>
      </w:r>
      <w:r>
        <w:fldChar w:fldCharType="separate"/>
      </w:r>
      <w:r>
        <w:t>7</w:t>
      </w:r>
      <w:r>
        <w:fldChar w:fldCharType="end"/>
      </w:r>
    </w:p>
    <w:p w:rsidR="00D27B55" w:rsidRP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</w:pPr>
      <w:r w:rsidRPr="00D27B55">
        <w:rPr>
          <w:lang w:val="en-US"/>
        </w:rPr>
        <w:t>3.4</w:t>
      </w:r>
      <w:r w:rsidRPr="00D27B55"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  <w:tab/>
      </w:r>
      <w:r w:rsidRPr="00D27B55">
        <w:rPr>
          <w:lang w:val="en-US"/>
        </w:rPr>
        <w:t>Test LT-104</w:t>
      </w:r>
      <w:r w:rsidRPr="00D27B55">
        <w:rPr>
          <w:lang w:val="en-US"/>
        </w:rPr>
        <w:tab/>
      </w:r>
      <w:r>
        <w:fldChar w:fldCharType="begin"/>
      </w:r>
      <w:r w:rsidRPr="00D27B55">
        <w:rPr>
          <w:lang w:val="en-US"/>
        </w:rPr>
        <w:instrText xml:space="preserve"> PAGEREF _Toc353094755 \h </w:instrText>
      </w:r>
      <w:r>
        <w:fldChar w:fldCharType="separate"/>
      </w:r>
      <w:r w:rsidRPr="00D27B55">
        <w:rPr>
          <w:lang w:val="en-US"/>
        </w:rPr>
        <w:t>8</w:t>
      </w:r>
      <w:r>
        <w:fldChar w:fldCharType="end"/>
      </w:r>
    </w:p>
    <w:p w:rsidR="00D27B55" w:rsidRP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</w:pPr>
      <w:r w:rsidRPr="00D27B55">
        <w:rPr>
          <w:lang w:val="en-US"/>
        </w:rPr>
        <w:t>3.5</w:t>
      </w:r>
      <w:r w:rsidRPr="00D27B55"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  <w:tab/>
      </w:r>
      <w:r w:rsidRPr="00D27B55">
        <w:rPr>
          <w:lang w:val="en-US"/>
        </w:rPr>
        <w:t>Test LT-105</w:t>
      </w:r>
      <w:r w:rsidRPr="00D27B55">
        <w:rPr>
          <w:lang w:val="en-US"/>
        </w:rPr>
        <w:tab/>
      </w:r>
      <w:r>
        <w:fldChar w:fldCharType="begin"/>
      </w:r>
      <w:r w:rsidRPr="00D27B55">
        <w:rPr>
          <w:lang w:val="en-US"/>
        </w:rPr>
        <w:instrText xml:space="preserve"> PAGEREF _Toc353094756 \h </w:instrText>
      </w:r>
      <w:r>
        <w:fldChar w:fldCharType="separate"/>
      </w:r>
      <w:r w:rsidRPr="00D27B55">
        <w:rPr>
          <w:lang w:val="en-US"/>
        </w:rPr>
        <w:t>9</w:t>
      </w:r>
      <w:r>
        <w:fldChar w:fldCharType="end"/>
      </w:r>
    </w:p>
    <w:p w:rsidR="00D27B55" w:rsidRP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</w:pPr>
      <w:r w:rsidRPr="00D27B55">
        <w:rPr>
          <w:lang w:val="en-US"/>
        </w:rPr>
        <w:t>3.6</w:t>
      </w:r>
      <w:r w:rsidRPr="00D27B55"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  <w:tab/>
      </w:r>
      <w:r w:rsidRPr="00D27B55">
        <w:rPr>
          <w:lang w:val="en-US"/>
        </w:rPr>
        <w:t>Test LT-106</w:t>
      </w:r>
      <w:r w:rsidRPr="00D27B55">
        <w:rPr>
          <w:lang w:val="en-US"/>
        </w:rPr>
        <w:tab/>
      </w:r>
      <w:r>
        <w:fldChar w:fldCharType="begin"/>
      </w:r>
      <w:r w:rsidRPr="00D27B55">
        <w:rPr>
          <w:lang w:val="en-US"/>
        </w:rPr>
        <w:instrText xml:space="preserve"> PAGEREF _Toc353094757 \h </w:instrText>
      </w:r>
      <w:r>
        <w:fldChar w:fldCharType="separate"/>
      </w:r>
      <w:r w:rsidRPr="00D27B55">
        <w:rPr>
          <w:lang w:val="en-US"/>
        </w:rPr>
        <w:t>10</w:t>
      </w:r>
      <w:r>
        <w:fldChar w:fldCharType="end"/>
      </w:r>
    </w:p>
    <w:p w:rsidR="00D27B55" w:rsidRP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</w:pPr>
      <w:r w:rsidRPr="00D27B55">
        <w:rPr>
          <w:lang w:val="en-US"/>
        </w:rPr>
        <w:t>3.7</w:t>
      </w:r>
      <w:r w:rsidRPr="00D27B55"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  <w:tab/>
      </w:r>
      <w:r w:rsidRPr="00D27B55">
        <w:rPr>
          <w:lang w:val="en-US"/>
        </w:rPr>
        <w:t>Test nummer 05</w:t>
      </w:r>
      <w:r w:rsidRPr="00D27B55">
        <w:rPr>
          <w:lang w:val="en-US"/>
        </w:rPr>
        <w:tab/>
      </w:r>
      <w:r>
        <w:fldChar w:fldCharType="begin"/>
      </w:r>
      <w:r w:rsidRPr="00D27B55">
        <w:rPr>
          <w:lang w:val="en-US"/>
        </w:rPr>
        <w:instrText xml:space="preserve"> PAGEREF _Toc353094758 \h </w:instrText>
      </w:r>
      <w:r>
        <w:fldChar w:fldCharType="separate"/>
      </w:r>
      <w:r w:rsidRPr="00D27B55">
        <w:rPr>
          <w:lang w:val="en-US"/>
        </w:rPr>
        <w:t>11</w:t>
      </w:r>
      <w:r>
        <w:fldChar w:fldCharType="end"/>
      </w:r>
    </w:p>
    <w:p w:rsidR="00D27B55" w:rsidRP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</w:pPr>
      <w:r w:rsidRPr="00D27B55">
        <w:rPr>
          <w:lang w:val="en-US"/>
        </w:rPr>
        <w:t>3.8</w:t>
      </w:r>
      <w:r w:rsidRPr="00D27B55"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  <w:tab/>
      </w:r>
      <w:r w:rsidRPr="00D27B55">
        <w:rPr>
          <w:lang w:val="en-US"/>
        </w:rPr>
        <w:t>Test nummer 06</w:t>
      </w:r>
      <w:r w:rsidRPr="00D27B55">
        <w:rPr>
          <w:lang w:val="en-US"/>
        </w:rPr>
        <w:tab/>
      </w:r>
      <w:r>
        <w:fldChar w:fldCharType="begin"/>
      </w:r>
      <w:r w:rsidRPr="00D27B55">
        <w:rPr>
          <w:lang w:val="en-US"/>
        </w:rPr>
        <w:instrText xml:space="preserve"> PAGEREF _Toc353094759 \h </w:instrText>
      </w:r>
      <w:r>
        <w:fldChar w:fldCharType="separate"/>
      </w:r>
      <w:r w:rsidRPr="00D27B55">
        <w:rPr>
          <w:lang w:val="en-US"/>
        </w:rPr>
        <w:t>12</w:t>
      </w:r>
      <w:r>
        <w:fldChar w:fldCharType="end"/>
      </w:r>
    </w:p>
    <w:p w:rsidR="00D27B55" w:rsidRP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</w:pPr>
      <w:r w:rsidRPr="00D27B55">
        <w:rPr>
          <w:lang w:val="en-US"/>
        </w:rPr>
        <w:t>3.9</w:t>
      </w:r>
      <w:r w:rsidRPr="00D27B55"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  <w:tab/>
      </w:r>
      <w:r w:rsidRPr="00D27B55">
        <w:rPr>
          <w:lang w:val="en-US"/>
        </w:rPr>
        <w:t>Test nummer 07</w:t>
      </w:r>
      <w:r w:rsidRPr="00D27B55">
        <w:rPr>
          <w:lang w:val="en-US"/>
        </w:rPr>
        <w:tab/>
      </w:r>
      <w:r>
        <w:fldChar w:fldCharType="begin"/>
      </w:r>
      <w:r w:rsidRPr="00D27B55">
        <w:rPr>
          <w:lang w:val="en-US"/>
        </w:rPr>
        <w:instrText xml:space="preserve"> PAGEREF _Toc353094760 \h </w:instrText>
      </w:r>
      <w:r>
        <w:fldChar w:fldCharType="separate"/>
      </w:r>
      <w:r w:rsidRPr="00D27B55">
        <w:rPr>
          <w:lang w:val="en-US"/>
        </w:rPr>
        <w:t>13</w:t>
      </w:r>
      <w:r>
        <w:fldChar w:fldCharType="end"/>
      </w:r>
    </w:p>
    <w:p w:rsidR="00D27B55" w:rsidRP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</w:pPr>
      <w:r w:rsidRPr="00D27B55">
        <w:rPr>
          <w:lang w:val="en-US"/>
        </w:rPr>
        <w:t>3.10</w:t>
      </w:r>
      <w:r w:rsidRPr="00D27B55"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  <w:tab/>
      </w:r>
      <w:r w:rsidRPr="00D27B55">
        <w:rPr>
          <w:lang w:val="en-US"/>
        </w:rPr>
        <w:t>Test nummer 08</w:t>
      </w:r>
      <w:r w:rsidRPr="00D27B55">
        <w:rPr>
          <w:lang w:val="en-US"/>
        </w:rPr>
        <w:tab/>
      </w:r>
      <w:r>
        <w:fldChar w:fldCharType="begin"/>
      </w:r>
      <w:r w:rsidRPr="00D27B55">
        <w:rPr>
          <w:lang w:val="en-US"/>
        </w:rPr>
        <w:instrText xml:space="preserve"> PAGEREF _Toc353094761 \h </w:instrText>
      </w:r>
      <w:r>
        <w:fldChar w:fldCharType="separate"/>
      </w:r>
      <w:r w:rsidRPr="00D27B55">
        <w:rPr>
          <w:lang w:val="en-US"/>
        </w:rPr>
        <w:t>14</w:t>
      </w:r>
      <w:r>
        <w:fldChar w:fldCharType="end"/>
      </w:r>
    </w:p>
    <w:p w:rsidR="00D27B55" w:rsidRP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</w:pPr>
      <w:r w:rsidRPr="00D27B55">
        <w:rPr>
          <w:lang w:val="en-US"/>
        </w:rPr>
        <w:t>3.11</w:t>
      </w:r>
      <w:r w:rsidRPr="00D27B55"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  <w:tab/>
      </w:r>
      <w:r w:rsidRPr="00D27B55">
        <w:rPr>
          <w:lang w:val="en-US"/>
        </w:rPr>
        <w:t>Test nummer 09</w:t>
      </w:r>
      <w:r w:rsidRPr="00D27B55">
        <w:rPr>
          <w:lang w:val="en-US"/>
        </w:rPr>
        <w:tab/>
      </w:r>
      <w:r>
        <w:fldChar w:fldCharType="begin"/>
      </w:r>
      <w:r w:rsidRPr="00D27B55">
        <w:rPr>
          <w:lang w:val="en-US"/>
        </w:rPr>
        <w:instrText xml:space="preserve"> PAGEREF _Toc353094762 \h </w:instrText>
      </w:r>
      <w:r>
        <w:fldChar w:fldCharType="separate"/>
      </w:r>
      <w:r w:rsidRPr="00D27B55">
        <w:rPr>
          <w:lang w:val="en-US"/>
        </w:rPr>
        <w:t>15</w:t>
      </w:r>
      <w:r>
        <w:fldChar w:fldCharType="end"/>
      </w:r>
    </w:p>
    <w:p w:rsidR="00D27B55" w:rsidRP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</w:pPr>
      <w:r w:rsidRPr="00D27B55">
        <w:rPr>
          <w:lang w:val="en-US"/>
        </w:rPr>
        <w:t>3.12</w:t>
      </w:r>
      <w:r w:rsidRPr="00D27B55"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  <w:tab/>
      </w:r>
      <w:r w:rsidRPr="00D27B55">
        <w:rPr>
          <w:lang w:val="en-US"/>
        </w:rPr>
        <w:t>Test nummer 10</w:t>
      </w:r>
      <w:r w:rsidRPr="00D27B55">
        <w:rPr>
          <w:lang w:val="en-US"/>
        </w:rPr>
        <w:tab/>
      </w:r>
      <w:r>
        <w:fldChar w:fldCharType="begin"/>
      </w:r>
      <w:r w:rsidRPr="00D27B55">
        <w:rPr>
          <w:lang w:val="en-US"/>
        </w:rPr>
        <w:instrText xml:space="preserve"> PAGEREF _Toc353094763 \h </w:instrText>
      </w:r>
      <w:r>
        <w:fldChar w:fldCharType="separate"/>
      </w:r>
      <w:r w:rsidRPr="00D27B55">
        <w:rPr>
          <w:lang w:val="en-US"/>
        </w:rPr>
        <w:t>16</w:t>
      </w:r>
      <w:r>
        <w:fldChar w:fldCharType="end"/>
      </w:r>
    </w:p>
    <w:p w:rsidR="00D27B55" w:rsidRP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</w:pPr>
      <w:r w:rsidRPr="00D27B55">
        <w:rPr>
          <w:lang w:val="en-US"/>
        </w:rPr>
        <w:t>3.13</w:t>
      </w:r>
      <w:r w:rsidRPr="00D27B55"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  <w:tab/>
      </w:r>
      <w:r w:rsidRPr="00D27B55">
        <w:rPr>
          <w:lang w:val="en-US"/>
        </w:rPr>
        <w:t>Test nummer 11</w:t>
      </w:r>
      <w:r w:rsidRPr="00D27B55">
        <w:rPr>
          <w:lang w:val="en-US"/>
        </w:rPr>
        <w:tab/>
      </w:r>
      <w:r>
        <w:fldChar w:fldCharType="begin"/>
      </w:r>
      <w:r w:rsidRPr="00D27B55">
        <w:rPr>
          <w:lang w:val="en-US"/>
        </w:rPr>
        <w:instrText xml:space="preserve"> PAGEREF _Toc353094764 \h </w:instrText>
      </w:r>
      <w:r>
        <w:fldChar w:fldCharType="separate"/>
      </w:r>
      <w:r w:rsidRPr="00D27B55">
        <w:rPr>
          <w:lang w:val="en-US"/>
        </w:rPr>
        <w:t>17</w:t>
      </w:r>
      <w:r>
        <w:fldChar w:fldCharType="end"/>
      </w:r>
    </w:p>
    <w:p w:rsidR="00D27B55" w:rsidRP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</w:pPr>
      <w:r w:rsidRPr="00D27B55">
        <w:rPr>
          <w:lang w:val="en-US"/>
        </w:rPr>
        <w:t>3.14</w:t>
      </w:r>
      <w:r w:rsidRPr="00D27B55"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  <w:tab/>
      </w:r>
      <w:r w:rsidRPr="00D27B55">
        <w:rPr>
          <w:lang w:val="en-US"/>
        </w:rPr>
        <w:t>Test nummer 12</w:t>
      </w:r>
      <w:r w:rsidRPr="00D27B55">
        <w:rPr>
          <w:lang w:val="en-US"/>
        </w:rPr>
        <w:tab/>
      </w:r>
      <w:r>
        <w:fldChar w:fldCharType="begin"/>
      </w:r>
      <w:r w:rsidRPr="00D27B55">
        <w:rPr>
          <w:lang w:val="en-US"/>
        </w:rPr>
        <w:instrText xml:space="preserve"> PAGEREF _Toc353094765 \h </w:instrText>
      </w:r>
      <w:r>
        <w:fldChar w:fldCharType="separate"/>
      </w:r>
      <w:r w:rsidRPr="00D27B55">
        <w:rPr>
          <w:lang w:val="en-US"/>
        </w:rPr>
        <w:t>18</w:t>
      </w:r>
      <w:r>
        <w:fldChar w:fldCharType="end"/>
      </w:r>
    </w:p>
    <w:p w:rsidR="00D27B55" w:rsidRP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</w:pPr>
      <w:r w:rsidRPr="00D27B55">
        <w:rPr>
          <w:lang w:val="en-US"/>
        </w:rPr>
        <w:t>3.15</w:t>
      </w:r>
      <w:r w:rsidRPr="00D27B55"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  <w:tab/>
      </w:r>
      <w:r w:rsidRPr="00D27B55">
        <w:rPr>
          <w:lang w:val="en-US"/>
        </w:rPr>
        <w:t>Test nummer 13</w:t>
      </w:r>
      <w:r w:rsidRPr="00D27B55">
        <w:rPr>
          <w:lang w:val="en-US"/>
        </w:rPr>
        <w:tab/>
      </w:r>
      <w:r>
        <w:fldChar w:fldCharType="begin"/>
      </w:r>
      <w:r w:rsidRPr="00D27B55">
        <w:rPr>
          <w:lang w:val="en-US"/>
        </w:rPr>
        <w:instrText xml:space="preserve"> PAGEREF _Toc353094766 \h </w:instrText>
      </w:r>
      <w:r>
        <w:fldChar w:fldCharType="separate"/>
      </w:r>
      <w:r w:rsidRPr="00D27B55">
        <w:rPr>
          <w:lang w:val="en-US"/>
        </w:rPr>
        <w:t>19</w:t>
      </w:r>
      <w:r>
        <w:fldChar w:fldCharType="end"/>
      </w:r>
    </w:p>
    <w:p w:rsidR="00D27B55" w:rsidRP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</w:pPr>
      <w:r w:rsidRPr="00D27B55">
        <w:rPr>
          <w:lang w:val="en-US"/>
        </w:rPr>
        <w:t>3.16</w:t>
      </w:r>
      <w:r w:rsidRPr="00D27B55"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  <w:tab/>
      </w:r>
      <w:r w:rsidRPr="00D27B55">
        <w:rPr>
          <w:lang w:val="en-US"/>
        </w:rPr>
        <w:t>Test nummer 14</w:t>
      </w:r>
      <w:r w:rsidRPr="00D27B55">
        <w:rPr>
          <w:lang w:val="en-US"/>
        </w:rPr>
        <w:tab/>
      </w:r>
      <w:r>
        <w:fldChar w:fldCharType="begin"/>
      </w:r>
      <w:r w:rsidRPr="00D27B55">
        <w:rPr>
          <w:lang w:val="en-US"/>
        </w:rPr>
        <w:instrText xml:space="preserve"> PAGEREF _Toc353094767 \h </w:instrText>
      </w:r>
      <w:r>
        <w:fldChar w:fldCharType="separate"/>
      </w:r>
      <w:r w:rsidRPr="00D27B55">
        <w:rPr>
          <w:lang w:val="en-US"/>
        </w:rPr>
        <w:t>20</w:t>
      </w:r>
      <w:r>
        <w:fldChar w:fldCharType="end"/>
      </w:r>
    </w:p>
    <w:p w:rsidR="00D27B55" w:rsidRP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</w:pPr>
      <w:r w:rsidRPr="00D27B55">
        <w:rPr>
          <w:lang w:val="en-US"/>
        </w:rPr>
        <w:t>3.17</w:t>
      </w:r>
      <w:r w:rsidRPr="00D27B55"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  <w:tab/>
      </w:r>
      <w:r w:rsidRPr="00D27B55">
        <w:rPr>
          <w:lang w:val="en-US"/>
        </w:rPr>
        <w:t>Test nummer 15</w:t>
      </w:r>
      <w:r w:rsidRPr="00D27B55">
        <w:rPr>
          <w:lang w:val="en-US"/>
        </w:rPr>
        <w:tab/>
      </w:r>
      <w:r>
        <w:fldChar w:fldCharType="begin"/>
      </w:r>
      <w:r w:rsidRPr="00D27B55">
        <w:rPr>
          <w:lang w:val="en-US"/>
        </w:rPr>
        <w:instrText xml:space="preserve"> PAGEREF _Toc353094768 \h </w:instrText>
      </w:r>
      <w:r>
        <w:fldChar w:fldCharType="separate"/>
      </w:r>
      <w:r w:rsidRPr="00D27B55">
        <w:rPr>
          <w:lang w:val="en-US"/>
        </w:rPr>
        <w:t>21</w:t>
      </w:r>
      <w:r>
        <w:fldChar w:fldCharType="end"/>
      </w:r>
    </w:p>
    <w:p w:rsidR="00D27B55" w:rsidRP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</w:pPr>
      <w:r w:rsidRPr="00D27B55">
        <w:rPr>
          <w:lang w:val="en-US"/>
        </w:rPr>
        <w:t>3.18</w:t>
      </w:r>
      <w:r w:rsidRPr="00D27B55">
        <w:rPr>
          <w:rFonts w:asciiTheme="minorHAnsi" w:eastAsiaTheme="minorEastAsia" w:hAnsiTheme="minorHAnsi" w:cstheme="minorBidi"/>
          <w:sz w:val="22"/>
          <w:szCs w:val="22"/>
          <w:lang w:val="en-US" w:eastAsia="nl-BE"/>
        </w:rPr>
        <w:tab/>
      </w:r>
      <w:r w:rsidRPr="00D27B55">
        <w:rPr>
          <w:lang w:val="en-US"/>
        </w:rPr>
        <w:t>Test nummer 16</w:t>
      </w:r>
      <w:r w:rsidRPr="00D27B55">
        <w:rPr>
          <w:lang w:val="en-US"/>
        </w:rPr>
        <w:tab/>
      </w:r>
      <w:r>
        <w:fldChar w:fldCharType="begin"/>
      </w:r>
      <w:r w:rsidRPr="00D27B55">
        <w:rPr>
          <w:lang w:val="en-US"/>
        </w:rPr>
        <w:instrText xml:space="preserve"> PAGEREF _Toc353094769 \h </w:instrText>
      </w:r>
      <w:r>
        <w:fldChar w:fldCharType="separate"/>
      </w:r>
      <w:r w:rsidRPr="00D27B55">
        <w:rPr>
          <w:lang w:val="en-US"/>
        </w:rPr>
        <w:t>22</w:t>
      </w:r>
      <w:r>
        <w:fldChar w:fldCharType="end"/>
      </w:r>
    </w:p>
    <w:p w:rsidR="00D27B55" w:rsidRDefault="00D27B55">
      <w:pPr>
        <w:pStyle w:val="TOC1"/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</w:pPr>
      <w:r>
        <w:t>4</w:t>
      </w:r>
      <w:r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  <w:tab/>
      </w:r>
      <w:r>
        <w:t>Bijlagen</w:t>
      </w:r>
      <w:r>
        <w:tab/>
      </w:r>
      <w:r>
        <w:fldChar w:fldCharType="begin"/>
      </w:r>
      <w:r>
        <w:instrText xml:space="preserve"> PAGEREF _Toc353094770 \h </w:instrText>
      </w:r>
      <w:r>
        <w:fldChar w:fldCharType="separate"/>
      </w:r>
      <w:r>
        <w:t>23</w:t>
      </w:r>
      <w:r>
        <w:fldChar w:fldCharType="end"/>
      </w:r>
    </w:p>
    <w:p w:rsidR="00D27B55" w:rsidRDefault="00D27B55">
      <w:pPr>
        <w:pStyle w:val="TOC2"/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</w:pPr>
      <w:r>
        <w:t>4.1</w:t>
      </w:r>
      <w:r>
        <w:rPr>
          <w:rFonts w:asciiTheme="minorHAnsi" w:eastAsiaTheme="minorEastAsia" w:hAnsiTheme="minorHAnsi" w:cstheme="minorBidi"/>
          <w:sz w:val="22"/>
          <w:szCs w:val="22"/>
          <w:lang w:val="nl-BE" w:eastAsia="nl-BE"/>
        </w:rPr>
        <w:tab/>
      </w:r>
      <w:r>
        <w:t>Overzicht bijlagen</w:t>
      </w:r>
      <w:r>
        <w:tab/>
      </w:r>
      <w:r>
        <w:fldChar w:fldCharType="begin"/>
      </w:r>
      <w:r>
        <w:instrText xml:space="preserve"> PAGEREF _Toc353094771 \h </w:instrText>
      </w:r>
      <w:r>
        <w:fldChar w:fldCharType="separate"/>
      </w:r>
      <w:r>
        <w:t>23</w:t>
      </w:r>
      <w:r>
        <w:fldChar w:fldCharType="end"/>
      </w:r>
    </w:p>
    <w:p w:rsidR="00106F6D" w:rsidRDefault="00C637FF" w:rsidP="00AD07D3">
      <w:pPr>
        <w:widowControl w:val="0"/>
      </w:pPr>
      <w:r>
        <w:rPr>
          <w:noProof/>
        </w:rPr>
        <w:fldChar w:fldCharType="end"/>
      </w:r>
    </w:p>
    <w:p w:rsidR="00106F6D" w:rsidRDefault="009962A7">
      <w:pPr>
        <w:pStyle w:val="Heading1"/>
        <w:tabs>
          <w:tab w:val="num" w:pos="0"/>
        </w:tabs>
      </w:pPr>
      <w:r>
        <w:br w:type="page"/>
      </w:r>
      <w:bookmarkStart w:id="3" w:name="_Toc36606345"/>
      <w:bookmarkStart w:id="4" w:name="_Toc353094742"/>
      <w:bookmarkStart w:id="5" w:name="_Toc37488057"/>
      <w:r w:rsidR="00D1426F">
        <w:lastRenderedPageBreak/>
        <w:t>Inleiding</w:t>
      </w:r>
      <w:bookmarkEnd w:id="3"/>
      <w:bookmarkEnd w:id="4"/>
    </w:p>
    <w:p w:rsidR="00106F6D" w:rsidRDefault="009962A7" w:rsidP="00BF1926">
      <w:pPr>
        <w:ind w:right="-29"/>
      </w:pPr>
      <w:r>
        <w:t xml:space="preserve">In dit document zijn alle gegevens opgenomen welke benodigd zijn om het Technisch Ontwerp </w:t>
      </w:r>
      <w:r w:rsidR="001758CD">
        <w:t xml:space="preserve">voor SCADA en PLC aanpassingen </w:t>
      </w:r>
      <w:r>
        <w:t>te vervaardigen. Het geheel is aangevuld tot de uiteindelijke AS-BUILT situatie.</w:t>
      </w:r>
    </w:p>
    <w:p w:rsidR="00D1426F" w:rsidRDefault="00D1426F" w:rsidP="00A42AEF">
      <w:pPr>
        <w:pStyle w:val="Heading2"/>
      </w:pPr>
      <w:bookmarkStart w:id="6" w:name="_Toc353094743"/>
      <w:r>
        <w:t>Documenten</w:t>
      </w:r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3"/>
        <w:gridCol w:w="4743"/>
        <w:gridCol w:w="988"/>
        <w:gridCol w:w="762"/>
        <w:gridCol w:w="1234"/>
      </w:tblGrid>
      <w:tr w:rsidR="00D1426F" w:rsidTr="004F0263">
        <w:tc>
          <w:tcPr>
            <w:tcW w:w="1343" w:type="dxa"/>
            <w:tcBorders>
              <w:bottom w:val="single" w:sz="4" w:space="0" w:color="auto"/>
            </w:tcBorders>
            <w:shd w:val="clear" w:color="auto" w:fill="000000"/>
          </w:tcPr>
          <w:p w:rsidR="00D1426F" w:rsidRDefault="00D1426F" w:rsidP="004F0263">
            <w:pPr>
              <w:pStyle w:val="KolomHeader"/>
            </w:pPr>
            <w:r>
              <w:t>Document ID</w:t>
            </w:r>
          </w:p>
        </w:tc>
        <w:tc>
          <w:tcPr>
            <w:tcW w:w="4743" w:type="dxa"/>
            <w:tcBorders>
              <w:bottom w:val="single" w:sz="4" w:space="0" w:color="auto"/>
            </w:tcBorders>
            <w:shd w:val="clear" w:color="auto" w:fill="000000"/>
          </w:tcPr>
          <w:p w:rsidR="00D1426F" w:rsidRDefault="00D1426F" w:rsidP="004F0263">
            <w:pPr>
              <w:pStyle w:val="KolomHeader"/>
            </w:pPr>
            <w:r>
              <w:t>Omschrijving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000000"/>
          </w:tcPr>
          <w:p w:rsidR="00D1426F" w:rsidRDefault="00D1426F" w:rsidP="004F0263">
            <w:pPr>
              <w:pStyle w:val="KolomHeader"/>
            </w:pPr>
            <w:r>
              <w:t>Revisie #</w:t>
            </w:r>
          </w:p>
        </w:tc>
        <w:tc>
          <w:tcPr>
            <w:tcW w:w="762" w:type="dxa"/>
            <w:tcBorders>
              <w:bottom w:val="single" w:sz="4" w:space="0" w:color="auto"/>
            </w:tcBorders>
            <w:shd w:val="clear" w:color="auto" w:fill="000000"/>
          </w:tcPr>
          <w:p w:rsidR="00D1426F" w:rsidRDefault="00D1426F" w:rsidP="004F0263">
            <w:pPr>
              <w:pStyle w:val="KolomHeader"/>
            </w:pPr>
            <w:r>
              <w:t>Datum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shd w:val="clear" w:color="auto" w:fill="000000"/>
          </w:tcPr>
          <w:p w:rsidR="00D1426F" w:rsidRDefault="00D1426F" w:rsidP="004F0263">
            <w:pPr>
              <w:pStyle w:val="KolomHeader"/>
            </w:pPr>
            <w:r>
              <w:t>Status</w:t>
            </w:r>
          </w:p>
        </w:tc>
      </w:tr>
      <w:tr w:rsidR="00D1426F" w:rsidTr="004F0263">
        <w:tc>
          <w:tcPr>
            <w:tcW w:w="1343" w:type="dxa"/>
            <w:tcBorders>
              <w:top w:val="single" w:sz="4" w:space="0" w:color="auto"/>
            </w:tcBorders>
          </w:tcPr>
          <w:p w:rsidR="00D1426F" w:rsidRDefault="00D1426F" w:rsidP="004F0263">
            <w:pPr>
              <w:pStyle w:val="TabelData"/>
            </w:pPr>
            <w:r>
              <w:t>Template.doc</w:t>
            </w:r>
          </w:p>
        </w:tc>
        <w:tc>
          <w:tcPr>
            <w:tcW w:w="4743" w:type="dxa"/>
            <w:tcBorders>
              <w:top w:val="single" w:sz="4" w:space="0" w:color="auto"/>
            </w:tcBorders>
          </w:tcPr>
          <w:p w:rsidR="00D1426F" w:rsidRDefault="00D1426F" w:rsidP="004F0263">
            <w:pPr>
              <w:pStyle w:val="TabelData"/>
            </w:pPr>
            <w:r>
              <w:t>Titel of andersoortige omschrijving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:rsidR="00D1426F" w:rsidRDefault="00D1426F" w:rsidP="004F0263">
            <w:pPr>
              <w:pStyle w:val="TabelData"/>
            </w:pPr>
            <w:r>
              <w:t>0.1</w:t>
            </w:r>
          </w:p>
        </w:tc>
        <w:tc>
          <w:tcPr>
            <w:tcW w:w="762" w:type="dxa"/>
            <w:tcBorders>
              <w:top w:val="single" w:sz="4" w:space="0" w:color="auto"/>
            </w:tcBorders>
          </w:tcPr>
          <w:p w:rsidR="00D1426F" w:rsidRDefault="00D1426F" w:rsidP="004F0263">
            <w:pPr>
              <w:pStyle w:val="TabelData"/>
            </w:pPr>
            <w:r>
              <w:t>1 jan 03</w:t>
            </w:r>
          </w:p>
        </w:tc>
        <w:tc>
          <w:tcPr>
            <w:tcW w:w="1234" w:type="dxa"/>
            <w:tcBorders>
              <w:top w:val="single" w:sz="4" w:space="0" w:color="auto"/>
            </w:tcBorders>
          </w:tcPr>
          <w:p w:rsidR="00D1426F" w:rsidRDefault="00D1426F" w:rsidP="004F0263">
            <w:pPr>
              <w:pStyle w:val="TabelData"/>
            </w:pPr>
            <w:r>
              <w:t>Concept</w:t>
            </w:r>
          </w:p>
        </w:tc>
      </w:tr>
      <w:tr w:rsidR="00D1426F" w:rsidTr="004F0263">
        <w:tc>
          <w:tcPr>
            <w:tcW w:w="1343" w:type="dxa"/>
          </w:tcPr>
          <w:p w:rsidR="00D1426F" w:rsidRDefault="00D1426F" w:rsidP="004F0263">
            <w:pPr>
              <w:pStyle w:val="TabelData"/>
            </w:pPr>
          </w:p>
        </w:tc>
        <w:tc>
          <w:tcPr>
            <w:tcW w:w="4743" w:type="dxa"/>
          </w:tcPr>
          <w:p w:rsidR="00D1426F" w:rsidRDefault="00D1426F" w:rsidP="004F0263">
            <w:pPr>
              <w:pStyle w:val="TabelData"/>
            </w:pPr>
          </w:p>
        </w:tc>
        <w:tc>
          <w:tcPr>
            <w:tcW w:w="988" w:type="dxa"/>
          </w:tcPr>
          <w:p w:rsidR="00D1426F" w:rsidRDefault="00D1426F" w:rsidP="004F0263">
            <w:pPr>
              <w:pStyle w:val="TabelData"/>
            </w:pPr>
          </w:p>
        </w:tc>
        <w:tc>
          <w:tcPr>
            <w:tcW w:w="762" w:type="dxa"/>
          </w:tcPr>
          <w:p w:rsidR="00D1426F" w:rsidRDefault="00D1426F" w:rsidP="004F0263">
            <w:pPr>
              <w:pStyle w:val="TabelData"/>
            </w:pPr>
          </w:p>
        </w:tc>
        <w:tc>
          <w:tcPr>
            <w:tcW w:w="1234" w:type="dxa"/>
          </w:tcPr>
          <w:p w:rsidR="00D1426F" w:rsidRDefault="00D1426F" w:rsidP="004F0263">
            <w:pPr>
              <w:pStyle w:val="TabelData"/>
            </w:pPr>
          </w:p>
        </w:tc>
      </w:tr>
    </w:tbl>
    <w:p w:rsidR="00D1426F" w:rsidRDefault="00D1426F" w:rsidP="00A42AEF">
      <w:pPr>
        <w:pStyle w:val="Heading2"/>
      </w:pPr>
      <w:bookmarkStart w:id="7" w:name="_Toc353094744"/>
      <w:r>
        <w:t>Document historie</w:t>
      </w:r>
      <w:bookmarkEnd w:id="7"/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900"/>
        <w:gridCol w:w="1440"/>
        <w:gridCol w:w="720"/>
        <w:gridCol w:w="5040"/>
      </w:tblGrid>
      <w:tr w:rsidR="00D1426F" w:rsidTr="00D1426F">
        <w:trPr>
          <w:trHeight w:val="243"/>
        </w:trPr>
        <w:tc>
          <w:tcPr>
            <w:tcW w:w="970" w:type="dxa"/>
            <w:tcBorders>
              <w:bottom w:val="single" w:sz="4" w:space="0" w:color="auto"/>
            </w:tcBorders>
            <w:shd w:val="clear" w:color="auto" w:fill="000000"/>
          </w:tcPr>
          <w:p w:rsidR="00D1426F" w:rsidRDefault="00D1426F" w:rsidP="004F0263">
            <w:pPr>
              <w:pStyle w:val="KolomHeader"/>
            </w:pPr>
            <w:r>
              <w:t>Versie #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000000"/>
          </w:tcPr>
          <w:p w:rsidR="00D1426F" w:rsidRDefault="00D1426F" w:rsidP="004F0263">
            <w:pPr>
              <w:pStyle w:val="KolomHead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Datum</w:t>
            </w:r>
            <w:proofErr w:type="spellEnd"/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000000"/>
          </w:tcPr>
          <w:p w:rsidR="00D1426F" w:rsidRDefault="00D1426F" w:rsidP="004F0263">
            <w:pPr>
              <w:pStyle w:val="KolomHeader"/>
              <w:rPr>
                <w:lang w:val="fr-FR"/>
              </w:rPr>
            </w:pPr>
            <w:proofErr w:type="spellStart"/>
            <w:r>
              <w:rPr>
                <w:lang w:val="fr-FR"/>
              </w:rPr>
              <w:t>Status</w:t>
            </w:r>
            <w:proofErr w:type="spellEnd"/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000000"/>
          </w:tcPr>
          <w:p w:rsidR="00D1426F" w:rsidRDefault="00D1426F" w:rsidP="004F0263">
            <w:pPr>
              <w:pStyle w:val="KolomHeader"/>
              <w:rPr>
                <w:lang w:val="fr-FR"/>
              </w:rPr>
            </w:pPr>
            <w:r>
              <w:rPr>
                <w:lang w:val="fr-FR"/>
              </w:rPr>
              <w:t>Auteur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000000"/>
          </w:tcPr>
          <w:p w:rsidR="00D1426F" w:rsidRDefault="00D1426F" w:rsidP="004F0263">
            <w:pPr>
              <w:pStyle w:val="KolomHeader"/>
            </w:pPr>
            <w:r>
              <w:t>Omschrijvingen</w:t>
            </w:r>
          </w:p>
        </w:tc>
      </w:tr>
      <w:tr w:rsidR="00D1426F" w:rsidTr="00D1426F">
        <w:trPr>
          <w:trHeight w:val="232"/>
        </w:trPr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D1426F" w:rsidRDefault="00D1426F" w:rsidP="00D1426F">
            <w:pPr>
              <w:pStyle w:val="TabelData"/>
            </w:pPr>
            <w:r>
              <w:t>0.1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D1426F" w:rsidRDefault="00D1426F" w:rsidP="001F28AD">
            <w:pPr>
              <w:pStyle w:val="TabelData"/>
            </w:pPr>
            <w:r>
              <w:t>1</w:t>
            </w:r>
            <w:r w:rsidR="001F28AD">
              <w:t>7</w:t>
            </w:r>
            <w:r>
              <w:t xml:space="preserve"> </w:t>
            </w:r>
            <w:r w:rsidR="001F28AD">
              <w:t>mrt</w:t>
            </w:r>
            <w:r>
              <w:t xml:space="preserve"> ‘1</w:t>
            </w:r>
            <w:r w:rsidR="001F28AD">
              <w:t>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D1426F" w:rsidRDefault="00D1426F" w:rsidP="004F0263">
            <w:pPr>
              <w:pStyle w:val="TabelData"/>
            </w:pPr>
            <w:r>
              <w:t>Concept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D1426F" w:rsidRDefault="00D1426F" w:rsidP="00D1426F">
            <w:pPr>
              <w:pStyle w:val="TabelData"/>
            </w:pPr>
            <w:r>
              <w:t>MJO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D1426F" w:rsidRDefault="00D1426F" w:rsidP="004F0263">
            <w:pPr>
              <w:pStyle w:val="TabelData"/>
            </w:pPr>
            <w:r>
              <w:t>Eerste uitgave</w:t>
            </w:r>
            <w:r w:rsidR="00B94D9B">
              <w:t>, voorconcept goedkeuring</w:t>
            </w:r>
          </w:p>
        </w:tc>
      </w:tr>
      <w:tr w:rsidR="00D1426F" w:rsidTr="00D1426F">
        <w:trPr>
          <w:trHeight w:val="232"/>
        </w:trPr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D1426F" w:rsidRDefault="00D1426F" w:rsidP="004F0263">
            <w:pPr>
              <w:pStyle w:val="TabelData"/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D1426F" w:rsidRDefault="00D1426F" w:rsidP="004F0263">
            <w:pPr>
              <w:pStyle w:val="TabelData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D1426F" w:rsidRDefault="00D1426F" w:rsidP="004F0263">
            <w:pPr>
              <w:pStyle w:val="TabelData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D1426F" w:rsidRDefault="00D1426F" w:rsidP="004F0263">
            <w:pPr>
              <w:pStyle w:val="TabelData"/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D1426F" w:rsidRDefault="00D1426F" w:rsidP="004F0263">
            <w:pPr>
              <w:pStyle w:val="TabelData"/>
            </w:pPr>
          </w:p>
        </w:tc>
      </w:tr>
      <w:tr w:rsidR="00D1426F" w:rsidTr="00D1426F">
        <w:trPr>
          <w:trHeight w:val="232"/>
        </w:trPr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D1426F" w:rsidRDefault="00D1426F" w:rsidP="004F0263">
            <w:pPr>
              <w:pStyle w:val="TabelData"/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D1426F" w:rsidRDefault="00D1426F" w:rsidP="004F0263">
            <w:pPr>
              <w:pStyle w:val="TabelData"/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D1426F" w:rsidRDefault="00D1426F" w:rsidP="004F0263">
            <w:pPr>
              <w:pStyle w:val="TabelData"/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D1426F" w:rsidRDefault="00D1426F" w:rsidP="004F0263">
            <w:pPr>
              <w:pStyle w:val="TabelData"/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D1426F" w:rsidRDefault="00D1426F" w:rsidP="004F0263">
            <w:pPr>
              <w:pStyle w:val="TabelData"/>
            </w:pPr>
          </w:p>
        </w:tc>
      </w:tr>
    </w:tbl>
    <w:p w:rsidR="00106F6D" w:rsidRDefault="009962A7" w:rsidP="00D114F7">
      <w:pPr>
        <w:pStyle w:val="Heading2"/>
      </w:pPr>
      <w:bookmarkStart w:id="8" w:name="_Toc36606346"/>
      <w:bookmarkStart w:id="9" w:name="_Toc353094745"/>
      <w:r>
        <w:t>Toegepaste documenten</w:t>
      </w:r>
      <w:bookmarkEnd w:id="8"/>
      <w:bookmarkEnd w:id="9"/>
    </w:p>
    <w:p w:rsidR="00106F6D" w:rsidRDefault="009962A7" w:rsidP="00BF1926">
      <w:pPr>
        <w:ind w:right="-1911"/>
      </w:pPr>
      <w:r>
        <w:t>Bij het opstellen van dit technisch ontwerp is gebruik gemaakt van de volgende documenten:</w:t>
      </w:r>
    </w:p>
    <w:p w:rsidR="00106F6D" w:rsidRDefault="00106F6D"/>
    <w:tbl>
      <w:tblPr>
        <w:tblW w:w="8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850"/>
        <w:gridCol w:w="1701"/>
      </w:tblGrid>
      <w:tr w:rsidR="00106F6D">
        <w:tc>
          <w:tcPr>
            <w:tcW w:w="5599" w:type="dxa"/>
            <w:tcBorders>
              <w:bottom w:val="nil"/>
            </w:tcBorders>
            <w:shd w:val="clear" w:color="auto" w:fill="000000"/>
          </w:tcPr>
          <w:p w:rsidR="00106F6D" w:rsidRDefault="009962A7">
            <w:pPr>
              <w:rPr>
                <w:color w:val="FFFFFF"/>
              </w:rPr>
            </w:pPr>
            <w:r>
              <w:rPr>
                <w:color w:val="FFFFFF"/>
              </w:rPr>
              <w:t>Titel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000000"/>
          </w:tcPr>
          <w:p w:rsidR="00106F6D" w:rsidRDefault="009962A7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Versie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000000"/>
          </w:tcPr>
          <w:p w:rsidR="00106F6D" w:rsidRDefault="009962A7">
            <w:pPr>
              <w:pStyle w:val="Header"/>
              <w:jc w:val="center"/>
              <w:rPr>
                <w:color w:val="FFFFFF"/>
              </w:rPr>
            </w:pPr>
            <w:r>
              <w:rPr>
                <w:color w:val="FFFFFF"/>
              </w:rPr>
              <w:t>Datum uitgifte</w:t>
            </w:r>
          </w:p>
        </w:tc>
      </w:tr>
      <w:tr w:rsidR="00106F6D">
        <w:tc>
          <w:tcPr>
            <w:tcW w:w="5599" w:type="dxa"/>
          </w:tcPr>
          <w:p w:rsidR="00106F6D" w:rsidRDefault="00782153">
            <w:r>
              <w:t>Standaard Procesautomatisering Waterproductiebedrijven</w:t>
            </w:r>
          </w:p>
        </w:tc>
        <w:tc>
          <w:tcPr>
            <w:tcW w:w="850" w:type="dxa"/>
          </w:tcPr>
          <w:p w:rsidR="00106F6D" w:rsidRDefault="00782153">
            <w:pPr>
              <w:jc w:val="center"/>
            </w:pPr>
            <w:r>
              <w:t>9.03</w:t>
            </w:r>
          </w:p>
        </w:tc>
        <w:tc>
          <w:tcPr>
            <w:tcW w:w="1701" w:type="dxa"/>
          </w:tcPr>
          <w:p w:rsidR="00106F6D" w:rsidRDefault="00782153">
            <w:pPr>
              <w:jc w:val="center"/>
            </w:pPr>
            <w:r>
              <w:t>Oktober-2010</w:t>
            </w:r>
          </w:p>
        </w:tc>
      </w:tr>
    </w:tbl>
    <w:p w:rsidR="00106F6D" w:rsidRDefault="009962A7" w:rsidP="00D114F7">
      <w:pPr>
        <w:pStyle w:val="Heading2"/>
      </w:pPr>
      <w:bookmarkStart w:id="10" w:name="_Toc36606347"/>
      <w:bookmarkStart w:id="11" w:name="_Toc353094746"/>
      <w:r>
        <w:t>Definities en begrippen</w:t>
      </w:r>
      <w:bookmarkEnd w:id="10"/>
      <w:bookmarkEnd w:id="11"/>
    </w:p>
    <w:p w:rsidR="00106F6D" w:rsidRDefault="009962A7">
      <w:r>
        <w:t>Om duidelijkheid te creëren in de gebruikte terminologie en afkortingen worden de verschillende begrippen en definities alsmede afkortingen hier verklaard.</w:t>
      </w:r>
    </w:p>
    <w:p w:rsidR="00106F6D" w:rsidRDefault="00106F6D"/>
    <w:tbl>
      <w:tblPr>
        <w:tblW w:w="91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60"/>
        <w:gridCol w:w="7030"/>
      </w:tblGrid>
      <w:tr w:rsidR="00106F6D" w:rsidRPr="0094025F">
        <w:tc>
          <w:tcPr>
            <w:tcW w:w="2160" w:type="dxa"/>
            <w:shd w:val="solid" w:color="000000" w:fill="FFFFFF"/>
          </w:tcPr>
          <w:p w:rsidR="00106F6D" w:rsidRPr="0094025F" w:rsidRDefault="009962A7">
            <w:pPr>
              <w:pStyle w:val="KolomHeader"/>
            </w:pPr>
            <w:r w:rsidRPr="0094025F">
              <w:t>Afkorting / begrip</w:t>
            </w:r>
          </w:p>
        </w:tc>
        <w:tc>
          <w:tcPr>
            <w:tcW w:w="7030" w:type="dxa"/>
            <w:shd w:val="solid" w:color="000000" w:fill="FFFFFF"/>
          </w:tcPr>
          <w:p w:rsidR="00106F6D" w:rsidRPr="0094025F" w:rsidRDefault="009962A7">
            <w:pPr>
              <w:pStyle w:val="KolomHeader"/>
            </w:pPr>
            <w:r w:rsidRPr="0094025F">
              <w:t>Omschrijving</w:t>
            </w:r>
          </w:p>
        </w:tc>
      </w:tr>
      <w:tr w:rsidR="00106F6D" w:rsidRPr="0094025F">
        <w:tc>
          <w:tcPr>
            <w:tcW w:w="2160" w:type="dxa"/>
          </w:tcPr>
          <w:p w:rsidR="00106F6D" w:rsidRPr="0094025F" w:rsidRDefault="009962A7">
            <w:pPr>
              <w:pStyle w:val="TabelData"/>
            </w:pPr>
            <w:r w:rsidRPr="0094025F">
              <w:t>Winput</w:t>
            </w:r>
          </w:p>
        </w:tc>
        <w:tc>
          <w:tcPr>
            <w:tcW w:w="7030" w:type="dxa"/>
          </w:tcPr>
          <w:p w:rsidR="00106F6D" w:rsidRPr="0094025F" w:rsidRDefault="009962A7">
            <w:pPr>
              <w:pStyle w:val="TabelData"/>
            </w:pPr>
            <w:r w:rsidRPr="0094025F">
              <w:t>Put,</w:t>
            </w:r>
            <w:r w:rsidR="0094025F">
              <w:t xml:space="preserve"> </w:t>
            </w:r>
            <w:r w:rsidRPr="0094025F">
              <w:t>winput</w:t>
            </w:r>
          </w:p>
        </w:tc>
      </w:tr>
      <w:tr w:rsidR="00106F6D" w:rsidRPr="0094025F">
        <w:tc>
          <w:tcPr>
            <w:tcW w:w="2160" w:type="dxa"/>
          </w:tcPr>
          <w:p w:rsidR="00106F6D" w:rsidRPr="0094025F" w:rsidRDefault="009962A7">
            <w:pPr>
              <w:pStyle w:val="TabelData"/>
            </w:pPr>
            <w:r w:rsidRPr="0094025F">
              <w:t>PLC</w:t>
            </w:r>
          </w:p>
        </w:tc>
        <w:tc>
          <w:tcPr>
            <w:tcW w:w="7030" w:type="dxa"/>
          </w:tcPr>
          <w:p w:rsidR="00106F6D" w:rsidRPr="0094025F" w:rsidRDefault="009962A7">
            <w:pPr>
              <w:pStyle w:val="TabelData"/>
            </w:pPr>
            <w:r w:rsidRPr="0094025F">
              <w:t>Programmable Logic Controller</w:t>
            </w:r>
          </w:p>
        </w:tc>
      </w:tr>
      <w:tr w:rsidR="00106F6D" w:rsidRPr="0094025F">
        <w:tc>
          <w:tcPr>
            <w:tcW w:w="2160" w:type="dxa"/>
          </w:tcPr>
          <w:p w:rsidR="00106F6D" w:rsidRPr="0094025F" w:rsidRDefault="009962A7">
            <w:pPr>
              <w:pStyle w:val="TabelData"/>
            </w:pPr>
            <w:r w:rsidRPr="0094025F">
              <w:t>PP</w:t>
            </w:r>
          </w:p>
        </w:tc>
        <w:tc>
          <w:tcPr>
            <w:tcW w:w="7030" w:type="dxa"/>
          </w:tcPr>
          <w:p w:rsidR="00106F6D" w:rsidRPr="0094025F" w:rsidRDefault="009962A7">
            <w:pPr>
              <w:pStyle w:val="TabelData"/>
            </w:pPr>
            <w:r w:rsidRPr="0094025F">
              <w:t>Winput</w:t>
            </w:r>
          </w:p>
        </w:tc>
      </w:tr>
      <w:tr w:rsidR="00106F6D" w:rsidRPr="0094025F">
        <w:tc>
          <w:tcPr>
            <w:tcW w:w="2160" w:type="dxa"/>
          </w:tcPr>
          <w:p w:rsidR="00106F6D" w:rsidRPr="0094025F" w:rsidRDefault="009962A7">
            <w:pPr>
              <w:pStyle w:val="TabelData"/>
            </w:pPr>
            <w:proofErr w:type="spellStart"/>
            <w:r w:rsidRPr="0094025F">
              <w:t>raw</w:t>
            </w:r>
            <w:proofErr w:type="spellEnd"/>
          </w:p>
        </w:tc>
        <w:tc>
          <w:tcPr>
            <w:tcW w:w="7030" w:type="dxa"/>
          </w:tcPr>
          <w:p w:rsidR="00106F6D" w:rsidRPr="0094025F" w:rsidRDefault="009962A7">
            <w:pPr>
              <w:pStyle w:val="TabelData"/>
            </w:pPr>
            <w:r w:rsidRPr="0094025F">
              <w:t xml:space="preserve">“Ruwe” meetwaarde: 0 .. 4095 o.i.d. </w:t>
            </w:r>
          </w:p>
        </w:tc>
      </w:tr>
      <w:tr w:rsidR="00106F6D" w:rsidRPr="0020296A">
        <w:tc>
          <w:tcPr>
            <w:tcW w:w="2160" w:type="dxa"/>
          </w:tcPr>
          <w:p w:rsidR="00106F6D" w:rsidRPr="0094025F" w:rsidRDefault="009962A7">
            <w:pPr>
              <w:pStyle w:val="TabelData"/>
            </w:pPr>
            <w:r w:rsidRPr="0094025F">
              <w:t>SCADA</w:t>
            </w:r>
          </w:p>
        </w:tc>
        <w:tc>
          <w:tcPr>
            <w:tcW w:w="7030" w:type="dxa"/>
          </w:tcPr>
          <w:p w:rsidR="00106F6D" w:rsidRPr="00D114F7" w:rsidRDefault="009962A7">
            <w:pPr>
              <w:pStyle w:val="TabelData"/>
              <w:rPr>
                <w:lang w:val="en-US"/>
              </w:rPr>
            </w:pPr>
            <w:r w:rsidRPr="00D114F7">
              <w:rPr>
                <w:lang w:val="en-US"/>
              </w:rPr>
              <w:t>Supervisory Control And Data Acquisition (</w:t>
            </w:r>
            <w:proofErr w:type="spellStart"/>
            <w:r w:rsidRPr="00D114F7">
              <w:rPr>
                <w:lang w:val="en-US"/>
              </w:rPr>
              <w:t>procesvisualisatie</w:t>
            </w:r>
            <w:proofErr w:type="spellEnd"/>
          </w:p>
        </w:tc>
      </w:tr>
      <w:tr w:rsidR="00106F6D" w:rsidRPr="0094025F">
        <w:tc>
          <w:tcPr>
            <w:tcW w:w="2160" w:type="dxa"/>
          </w:tcPr>
          <w:p w:rsidR="00106F6D" w:rsidRPr="0094025F" w:rsidRDefault="009962A7">
            <w:pPr>
              <w:pStyle w:val="TabelData"/>
            </w:pPr>
            <w:r w:rsidRPr="0094025F">
              <w:t>SFC</w:t>
            </w:r>
          </w:p>
        </w:tc>
        <w:tc>
          <w:tcPr>
            <w:tcW w:w="7030" w:type="dxa"/>
          </w:tcPr>
          <w:p w:rsidR="00106F6D" w:rsidRPr="0094025F" w:rsidRDefault="009962A7">
            <w:pPr>
              <w:pStyle w:val="TabelData"/>
            </w:pPr>
            <w:r w:rsidRPr="0094025F">
              <w:t>Stappenprogramma</w:t>
            </w:r>
          </w:p>
        </w:tc>
      </w:tr>
      <w:tr w:rsidR="00106F6D" w:rsidRPr="0094025F">
        <w:tc>
          <w:tcPr>
            <w:tcW w:w="2160" w:type="dxa"/>
          </w:tcPr>
          <w:p w:rsidR="00106F6D" w:rsidRPr="0094025F" w:rsidRDefault="009962A7">
            <w:pPr>
              <w:pStyle w:val="TabelData"/>
            </w:pPr>
            <w:r w:rsidRPr="0094025F">
              <w:t>AWD</w:t>
            </w:r>
          </w:p>
        </w:tc>
        <w:tc>
          <w:tcPr>
            <w:tcW w:w="7030" w:type="dxa"/>
          </w:tcPr>
          <w:p w:rsidR="00106F6D" w:rsidRPr="0094025F" w:rsidRDefault="009962A7">
            <w:pPr>
              <w:pStyle w:val="TabelData"/>
            </w:pPr>
            <w:r w:rsidRPr="0094025F">
              <w:t>Wingebied Aalsterweg Diep</w:t>
            </w:r>
          </w:p>
        </w:tc>
      </w:tr>
      <w:tr w:rsidR="00106F6D" w:rsidRPr="0094025F">
        <w:tc>
          <w:tcPr>
            <w:tcW w:w="2160" w:type="dxa"/>
          </w:tcPr>
          <w:p w:rsidR="00106F6D" w:rsidRPr="0094025F" w:rsidRDefault="009962A7">
            <w:pPr>
              <w:pStyle w:val="TabelData"/>
            </w:pPr>
            <w:r w:rsidRPr="0094025F">
              <w:t>AWMD</w:t>
            </w:r>
          </w:p>
        </w:tc>
        <w:tc>
          <w:tcPr>
            <w:tcW w:w="7030" w:type="dxa"/>
          </w:tcPr>
          <w:p w:rsidR="00106F6D" w:rsidRPr="0094025F" w:rsidRDefault="009962A7">
            <w:pPr>
              <w:pStyle w:val="TabelData"/>
            </w:pPr>
            <w:r w:rsidRPr="0094025F">
              <w:t>Wingebied Aalsterweg Middel Diep</w:t>
            </w:r>
          </w:p>
        </w:tc>
      </w:tr>
      <w:tr w:rsidR="00106F6D" w:rsidRPr="0094025F">
        <w:tc>
          <w:tcPr>
            <w:tcW w:w="2160" w:type="dxa"/>
          </w:tcPr>
          <w:p w:rsidR="00106F6D" w:rsidRPr="0094025F" w:rsidRDefault="009962A7">
            <w:pPr>
              <w:pStyle w:val="TabelData"/>
            </w:pPr>
            <w:r w:rsidRPr="0094025F">
              <w:t>GH</w:t>
            </w:r>
          </w:p>
        </w:tc>
        <w:tc>
          <w:tcPr>
            <w:tcW w:w="7030" w:type="dxa"/>
          </w:tcPr>
          <w:p w:rsidR="00106F6D" w:rsidRPr="0094025F" w:rsidRDefault="009962A7">
            <w:pPr>
              <w:pStyle w:val="TabelData"/>
            </w:pPr>
            <w:r w:rsidRPr="0094025F">
              <w:t>Wingebied Grote Heide</w:t>
            </w:r>
          </w:p>
        </w:tc>
      </w:tr>
      <w:tr w:rsidR="00106F6D" w:rsidRPr="0094025F">
        <w:tc>
          <w:tcPr>
            <w:tcW w:w="2160" w:type="dxa"/>
          </w:tcPr>
          <w:p w:rsidR="00106F6D" w:rsidRPr="0094025F" w:rsidRDefault="009962A7">
            <w:pPr>
              <w:pStyle w:val="TabelData"/>
            </w:pPr>
            <w:r w:rsidRPr="0094025F">
              <w:t>KL</w:t>
            </w:r>
          </w:p>
        </w:tc>
        <w:tc>
          <w:tcPr>
            <w:tcW w:w="7030" w:type="dxa"/>
          </w:tcPr>
          <w:p w:rsidR="00106F6D" w:rsidRPr="0094025F" w:rsidRDefault="009962A7">
            <w:pPr>
              <w:pStyle w:val="TabelData"/>
            </w:pPr>
            <w:r w:rsidRPr="0094025F">
              <w:t>Wingebied KLotputten</w:t>
            </w:r>
          </w:p>
        </w:tc>
      </w:tr>
      <w:tr w:rsidR="00106F6D" w:rsidRPr="0094025F">
        <w:tc>
          <w:tcPr>
            <w:tcW w:w="2160" w:type="dxa"/>
          </w:tcPr>
          <w:p w:rsidR="00106F6D" w:rsidRPr="0094025F" w:rsidRDefault="009962A7">
            <w:pPr>
              <w:pStyle w:val="TabelData"/>
            </w:pPr>
            <w:r w:rsidRPr="0094025F">
              <w:t>FO</w:t>
            </w:r>
          </w:p>
        </w:tc>
        <w:tc>
          <w:tcPr>
            <w:tcW w:w="7030" w:type="dxa"/>
          </w:tcPr>
          <w:p w:rsidR="00106F6D" w:rsidRPr="0094025F" w:rsidRDefault="009962A7">
            <w:pPr>
              <w:pStyle w:val="TabelData"/>
            </w:pPr>
            <w:r w:rsidRPr="0094025F">
              <w:t xml:space="preserve">Frequentie omvormer </w:t>
            </w:r>
          </w:p>
        </w:tc>
      </w:tr>
      <w:tr w:rsidR="00106F6D" w:rsidRPr="0094025F">
        <w:tc>
          <w:tcPr>
            <w:tcW w:w="2160" w:type="dxa"/>
          </w:tcPr>
          <w:p w:rsidR="00106F6D" w:rsidRPr="0094025F" w:rsidRDefault="009962A7">
            <w:pPr>
              <w:pStyle w:val="TabelData"/>
            </w:pPr>
            <w:r w:rsidRPr="0094025F">
              <w:t>WPB</w:t>
            </w:r>
          </w:p>
        </w:tc>
        <w:tc>
          <w:tcPr>
            <w:tcW w:w="7030" w:type="dxa"/>
          </w:tcPr>
          <w:p w:rsidR="00106F6D" w:rsidRPr="0094025F" w:rsidRDefault="009962A7">
            <w:pPr>
              <w:pStyle w:val="TabelData"/>
            </w:pPr>
            <w:r w:rsidRPr="0094025F">
              <w:t>Water</w:t>
            </w:r>
            <w:r w:rsidR="0094025F">
              <w:t xml:space="preserve"> </w:t>
            </w:r>
            <w:r w:rsidRPr="0094025F">
              <w:t>Productie</w:t>
            </w:r>
            <w:r w:rsidR="0094025F">
              <w:t xml:space="preserve"> </w:t>
            </w:r>
            <w:r w:rsidRPr="0094025F">
              <w:t>Bedrijf</w:t>
            </w:r>
          </w:p>
        </w:tc>
      </w:tr>
      <w:tr w:rsidR="00106F6D" w:rsidRPr="0094025F">
        <w:tc>
          <w:tcPr>
            <w:tcW w:w="2160" w:type="dxa"/>
          </w:tcPr>
          <w:p w:rsidR="00106F6D" w:rsidRPr="0094025F" w:rsidRDefault="009962A7">
            <w:pPr>
              <w:pStyle w:val="TabelData"/>
            </w:pPr>
            <w:r w:rsidRPr="0094025F">
              <w:t>Alarmkiezer</w:t>
            </w:r>
          </w:p>
        </w:tc>
        <w:tc>
          <w:tcPr>
            <w:tcW w:w="7030" w:type="dxa"/>
          </w:tcPr>
          <w:p w:rsidR="00106F6D" w:rsidRPr="0094025F" w:rsidRDefault="009962A7">
            <w:pPr>
              <w:pStyle w:val="TabelData"/>
            </w:pPr>
            <w:r w:rsidRPr="0094025F">
              <w:t>Doormiddel van een digitale uitgang kan een dergelijk apparaat worden aangestuurd zodat er een telefoonnummer gekozen wordt waardoor een alarmmelding kan worden doorgegeven aan de betreffende procestechnicus.</w:t>
            </w:r>
          </w:p>
        </w:tc>
      </w:tr>
      <w:tr w:rsidR="00106F6D" w:rsidRPr="0094025F">
        <w:tc>
          <w:tcPr>
            <w:tcW w:w="2160" w:type="dxa"/>
          </w:tcPr>
          <w:p w:rsidR="00106F6D" w:rsidRPr="0094025F" w:rsidRDefault="009962A7">
            <w:pPr>
              <w:pStyle w:val="TabelData"/>
            </w:pPr>
            <w:r w:rsidRPr="0094025F">
              <w:t>Besturingssoftware</w:t>
            </w:r>
          </w:p>
        </w:tc>
        <w:tc>
          <w:tcPr>
            <w:tcW w:w="7030" w:type="dxa"/>
          </w:tcPr>
          <w:p w:rsidR="00106F6D" w:rsidRPr="0094025F" w:rsidRDefault="009962A7">
            <w:pPr>
              <w:pStyle w:val="TabelData"/>
            </w:pPr>
            <w:r w:rsidRPr="0094025F">
              <w:t>Alle specifieke software voor de installatie gericht op de verwerking van data, besturing en telemetrie welke met behulp van de PLC en pc als aanvulling op de systeemsoftware wordt ontwikkeld.</w:t>
            </w:r>
          </w:p>
        </w:tc>
      </w:tr>
      <w:tr w:rsidR="00106F6D" w:rsidRPr="0094025F">
        <w:tc>
          <w:tcPr>
            <w:tcW w:w="2160" w:type="dxa"/>
          </w:tcPr>
          <w:p w:rsidR="00106F6D" w:rsidRPr="0094025F" w:rsidRDefault="009962A7">
            <w:pPr>
              <w:pStyle w:val="TabelData"/>
            </w:pPr>
            <w:r w:rsidRPr="0094025F">
              <w:t>Database</w:t>
            </w:r>
          </w:p>
        </w:tc>
        <w:tc>
          <w:tcPr>
            <w:tcW w:w="7030" w:type="dxa"/>
          </w:tcPr>
          <w:p w:rsidR="00106F6D" w:rsidRPr="0094025F" w:rsidRDefault="009962A7">
            <w:pPr>
              <w:pStyle w:val="TabelData"/>
            </w:pPr>
            <w:r w:rsidRPr="0094025F">
              <w:t>Database is een verzameling van gegevens welke op een geordende manier worden opgeslagen voor later gebruik. Ter analyse en bedrijfsvoering</w:t>
            </w:r>
          </w:p>
        </w:tc>
      </w:tr>
      <w:tr w:rsidR="00106F6D" w:rsidRPr="0094025F">
        <w:trPr>
          <w:trHeight w:val="569"/>
        </w:trPr>
        <w:tc>
          <w:tcPr>
            <w:tcW w:w="2160" w:type="dxa"/>
          </w:tcPr>
          <w:p w:rsidR="00106F6D" w:rsidRPr="0094025F" w:rsidRDefault="009962A7">
            <w:pPr>
              <w:pStyle w:val="TabelData"/>
            </w:pPr>
            <w:r w:rsidRPr="0094025F">
              <w:t>FBD</w:t>
            </w:r>
          </w:p>
        </w:tc>
        <w:tc>
          <w:tcPr>
            <w:tcW w:w="7030" w:type="dxa"/>
          </w:tcPr>
          <w:p w:rsidR="00106F6D" w:rsidRPr="0094025F" w:rsidRDefault="009962A7">
            <w:pPr>
              <w:pStyle w:val="TabelData"/>
            </w:pPr>
            <w:r w:rsidRPr="0094025F">
              <w:t>Function Block  Diagram, dit is één van de standaardprogrammeertalen binnen de PLC programmering.</w:t>
            </w:r>
          </w:p>
        </w:tc>
      </w:tr>
      <w:tr w:rsidR="00106F6D" w:rsidRPr="0094025F">
        <w:tc>
          <w:tcPr>
            <w:tcW w:w="2160" w:type="dxa"/>
          </w:tcPr>
          <w:p w:rsidR="00106F6D" w:rsidRPr="0094025F" w:rsidRDefault="009962A7">
            <w:pPr>
              <w:pStyle w:val="TabelData"/>
            </w:pPr>
            <w:r w:rsidRPr="0094025F">
              <w:t>Gebruikerssoftware</w:t>
            </w:r>
          </w:p>
        </w:tc>
        <w:tc>
          <w:tcPr>
            <w:tcW w:w="7030" w:type="dxa"/>
          </w:tcPr>
          <w:p w:rsidR="00106F6D" w:rsidRPr="0094025F" w:rsidRDefault="009962A7">
            <w:pPr>
              <w:pStyle w:val="TabelData"/>
            </w:pPr>
            <w:r w:rsidRPr="0094025F">
              <w:t>De specifieke software voor de installatie ten behoeve van het parametreren, definiëren en programmeren van de systeem- en besturingssoftware inclusief de protocollen, bedieningsfuncties, communicatie, overzichten e.d.</w:t>
            </w:r>
          </w:p>
        </w:tc>
      </w:tr>
      <w:tr w:rsidR="00106F6D" w:rsidRPr="0094025F">
        <w:tc>
          <w:tcPr>
            <w:tcW w:w="2160" w:type="dxa"/>
          </w:tcPr>
          <w:p w:rsidR="00106F6D" w:rsidRPr="0094025F" w:rsidRDefault="009962A7">
            <w:pPr>
              <w:pStyle w:val="TabelData"/>
            </w:pPr>
            <w:r w:rsidRPr="0094025F">
              <w:t>Modbus</w:t>
            </w:r>
          </w:p>
        </w:tc>
        <w:tc>
          <w:tcPr>
            <w:tcW w:w="7030" w:type="dxa"/>
          </w:tcPr>
          <w:p w:rsidR="00106F6D" w:rsidRPr="0094025F" w:rsidRDefault="009962A7">
            <w:pPr>
              <w:pStyle w:val="TabelData"/>
            </w:pPr>
            <w:r w:rsidRPr="0094025F">
              <w:t>Schneider protocol wordt in dit project gebruikt om de Quantum PLC te koppelen aan het SCADA systeem. Dit gebeurt met Modbus over TCP/IP.</w:t>
            </w:r>
          </w:p>
        </w:tc>
      </w:tr>
      <w:tr w:rsidR="00106F6D" w:rsidRPr="0094025F">
        <w:tc>
          <w:tcPr>
            <w:tcW w:w="2160" w:type="dxa"/>
          </w:tcPr>
          <w:p w:rsidR="00106F6D" w:rsidRPr="0094025F" w:rsidRDefault="009962A7">
            <w:pPr>
              <w:pStyle w:val="TabelData"/>
            </w:pPr>
            <w:r w:rsidRPr="0094025F">
              <w:t>ST</w:t>
            </w:r>
          </w:p>
        </w:tc>
        <w:tc>
          <w:tcPr>
            <w:tcW w:w="7030" w:type="dxa"/>
          </w:tcPr>
          <w:p w:rsidR="00106F6D" w:rsidRPr="0094025F" w:rsidRDefault="009962A7">
            <w:pPr>
              <w:pStyle w:val="TabelData"/>
            </w:pPr>
            <w:r w:rsidRPr="0094025F">
              <w:t>Structured Text, dit is één van de standaardprogrammeertalen binnen de PLC programmering.</w:t>
            </w:r>
          </w:p>
        </w:tc>
      </w:tr>
      <w:tr w:rsidR="00106F6D" w:rsidRPr="0094025F">
        <w:tc>
          <w:tcPr>
            <w:tcW w:w="2160" w:type="dxa"/>
          </w:tcPr>
          <w:p w:rsidR="00106F6D" w:rsidRPr="0094025F" w:rsidRDefault="009962A7">
            <w:pPr>
              <w:pStyle w:val="TabelData"/>
            </w:pPr>
            <w:r w:rsidRPr="0094025F">
              <w:t>Systeemsoftware</w:t>
            </w:r>
          </w:p>
        </w:tc>
        <w:tc>
          <w:tcPr>
            <w:tcW w:w="7030" w:type="dxa"/>
          </w:tcPr>
          <w:p w:rsidR="00106F6D" w:rsidRPr="0094025F" w:rsidRDefault="009962A7">
            <w:pPr>
              <w:pStyle w:val="TabelData"/>
            </w:pPr>
            <w:r w:rsidRPr="0094025F">
              <w:t>Alle software benodigd voor het functioneren/ samenwerken van alle onderdelen van de installatie volgens het bestek.</w:t>
            </w:r>
          </w:p>
        </w:tc>
      </w:tr>
    </w:tbl>
    <w:p w:rsidR="00AC7DE6" w:rsidRDefault="009962A7" w:rsidP="00D114F7">
      <w:pPr>
        <w:rPr>
          <w:sz w:val="24"/>
        </w:rPr>
      </w:pPr>
      <w:r>
        <w:t xml:space="preserve"> </w:t>
      </w:r>
    </w:p>
    <w:p w:rsidR="00590BA0" w:rsidRPr="00590BA0" w:rsidRDefault="00590BA0" w:rsidP="00590BA0"/>
    <w:p w:rsidR="00BF1926" w:rsidRDefault="00BF1926" w:rsidP="00BF1926"/>
    <w:p w:rsidR="001C752B" w:rsidRDefault="001C752B">
      <w:r>
        <w:br w:type="page"/>
      </w:r>
    </w:p>
    <w:p w:rsidR="00106F6D" w:rsidRDefault="009A0B7D" w:rsidP="001C752B">
      <w:pPr>
        <w:pStyle w:val="Heading1"/>
      </w:pPr>
      <w:bookmarkStart w:id="12" w:name="_Toc353094747"/>
      <w:r>
        <w:lastRenderedPageBreak/>
        <w:t>Introductie SAT</w:t>
      </w:r>
      <w:bookmarkEnd w:id="12"/>
    </w:p>
    <w:p w:rsidR="00EE360B" w:rsidRDefault="009A0B7D" w:rsidP="00EE360B">
      <w:pPr>
        <w:pStyle w:val="Heading2"/>
      </w:pPr>
      <w:bookmarkStart w:id="13" w:name="_Toc353094748"/>
      <w:r>
        <w:t>Doel</w:t>
      </w:r>
      <w:bookmarkEnd w:id="13"/>
    </w:p>
    <w:p w:rsidR="009A0B7D" w:rsidRPr="009A0B7D" w:rsidRDefault="009A0B7D" w:rsidP="009A0B7D">
      <w:pPr>
        <w:rPr>
          <w:szCs w:val="19"/>
        </w:rPr>
      </w:pPr>
      <w:r w:rsidRPr="009A0B7D">
        <w:rPr>
          <w:szCs w:val="19"/>
        </w:rPr>
        <w:t xml:space="preserve">De in dit document beschreven testen voor de Monitor Pro applicatie zullen worden uitgevoerd na de </w:t>
      </w:r>
      <w:proofErr w:type="spellStart"/>
      <w:r w:rsidRPr="009A0B7D">
        <w:rPr>
          <w:szCs w:val="19"/>
        </w:rPr>
        <w:t>inbedrijfname</w:t>
      </w:r>
      <w:proofErr w:type="spellEnd"/>
      <w:r w:rsidRPr="009A0B7D">
        <w:rPr>
          <w:szCs w:val="19"/>
        </w:rPr>
        <w:t xml:space="preserve"> van de BBS</w:t>
      </w:r>
      <w:r>
        <w:rPr>
          <w:szCs w:val="19"/>
        </w:rPr>
        <w:t xml:space="preserve">’ </w:t>
      </w:r>
      <w:r w:rsidRPr="009A0B7D">
        <w:rPr>
          <w:szCs w:val="19"/>
        </w:rPr>
        <w:t xml:space="preserve">n in </w:t>
      </w:r>
      <w:r>
        <w:rPr>
          <w:szCs w:val="19"/>
        </w:rPr>
        <w:t>WPB</w:t>
      </w:r>
      <w:r w:rsidRPr="009A0B7D">
        <w:rPr>
          <w:szCs w:val="19"/>
        </w:rPr>
        <w:t xml:space="preserve"> </w:t>
      </w:r>
      <w:r>
        <w:rPr>
          <w:rStyle w:val="Huisstijl-Gegeven"/>
        </w:rPr>
        <w:fldChar w:fldCharType="begin"/>
      </w:r>
      <w:r>
        <w:rPr>
          <w:rStyle w:val="Huisstijl-Gegeven"/>
        </w:rPr>
        <w:instrText xml:space="preserve"> DOCPROPERTY  locatie  \* MERGEFORMAT </w:instrText>
      </w:r>
      <w:r>
        <w:rPr>
          <w:rStyle w:val="Huisstijl-Gegeven"/>
        </w:rPr>
        <w:fldChar w:fldCharType="separate"/>
      </w:r>
      <w:r w:rsidR="00EA4EF2">
        <w:rPr>
          <w:rStyle w:val="Huisstijl-Gegeven"/>
        </w:rPr>
        <w:t>Eindhoven</w:t>
      </w:r>
      <w:r>
        <w:rPr>
          <w:rStyle w:val="Huisstijl-Gegeven"/>
        </w:rPr>
        <w:fldChar w:fldCharType="end"/>
      </w:r>
      <w:r w:rsidRPr="009A0B7D">
        <w:rPr>
          <w:szCs w:val="19"/>
        </w:rPr>
        <w:t>.</w:t>
      </w:r>
    </w:p>
    <w:p w:rsidR="009A0B7D" w:rsidRPr="009A0B7D" w:rsidRDefault="009A0B7D" w:rsidP="009A0B7D">
      <w:pPr>
        <w:rPr>
          <w:szCs w:val="19"/>
        </w:rPr>
      </w:pPr>
    </w:p>
    <w:p w:rsidR="009A0B7D" w:rsidRPr="009A0B7D" w:rsidRDefault="009A0B7D" w:rsidP="009A0B7D">
      <w:pPr>
        <w:rPr>
          <w:szCs w:val="19"/>
        </w:rPr>
      </w:pPr>
      <w:r w:rsidRPr="009A0B7D">
        <w:rPr>
          <w:szCs w:val="19"/>
        </w:rPr>
        <w:t>Het doel van de acceptatietest is om aan te tonen dat de software applicatie, zoals in de productieomgeving wordt opgesteld voldoet aan de user-</w:t>
      </w:r>
      <w:proofErr w:type="spellStart"/>
      <w:r w:rsidRPr="009A0B7D">
        <w:rPr>
          <w:szCs w:val="19"/>
        </w:rPr>
        <w:t>requirements</w:t>
      </w:r>
      <w:proofErr w:type="spellEnd"/>
      <w:r w:rsidRPr="009A0B7D">
        <w:rPr>
          <w:szCs w:val="19"/>
        </w:rPr>
        <w:t xml:space="preserve"> zoals beschreven in de offerte. De testen worden uitgevoerd door </w:t>
      </w:r>
      <w:r>
        <w:rPr>
          <w:szCs w:val="19"/>
        </w:rPr>
        <w:t xml:space="preserve">of in aanwezigheid van </w:t>
      </w:r>
      <w:r w:rsidRPr="009A0B7D">
        <w:rPr>
          <w:szCs w:val="19"/>
        </w:rPr>
        <w:t xml:space="preserve">een vertegenwoordiger van de klant. </w:t>
      </w:r>
    </w:p>
    <w:p w:rsidR="009A0B7D" w:rsidRPr="009A0B7D" w:rsidRDefault="009A0B7D" w:rsidP="009A0B7D">
      <w:pPr>
        <w:rPr>
          <w:szCs w:val="19"/>
        </w:rPr>
      </w:pPr>
    </w:p>
    <w:p w:rsidR="009A0B7D" w:rsidRPr="009A0B7D" w:rsidRDefault="009A0B7D" w:rsidP="009A0B7D">
      <w:pPr>
        <w:rPr>
          <w:szCs w:val="19"/>
        </w:rPr>
      </w:pPr>
      <w:r w:rsidRPr="009A0B7D">
        <w:rPr>
          <w:szCs w:val="19"/>
        </w:rPr>
        <w:t>Codering van testen;</w:t>
      </w:r>
    </w:p>
    <w:p w:rsidR="009A0B7D" w:rsidRPr="009A0B7D" w:rsidRDefault="009A0B7D" w:rsidP="009A0B7D">
      <w:pPr>
        <w:rPr>
          <w:szCs w:val="19"/>
        </w:rPr>
      </w:pPr>
      <w:proofErr w:type="spellStart"/>
      <w:r w:rsidRPr="009A0B7D">
        <w:rPr>
          <w:szCs w:val="19"/>
        </w:rPr>
        <w:t>Result</w:t>
      </w:r>
      <w:proofErr w:type="spellEnd"/>
      <w:r w:rsidRPr="009A0B7D">
        <w:rPr>
          <w:szCs w:val="19"/>
        </w:rPr>
        <w:t>:</w:t>
      </w:r>
    </w:p>
    <w:p w:rsidR="009A0B7D" w:rsidRPr="009A0B7D" w:rsidRDefault="009A0B7D" w:rsidP="009A0B7D">
      <w:pPr>
        <w:rPr>
          <w:szCs w:val="19"/>
        </w:rPr>
      </w:pPr>
      <w:r w:rsidRPr="009A0B7D">
        <w:rPr>
          <w:szCs w:val="19"/>
        </w:rPr>
        <w:t>Ok</w:t>
      </w:r>
      <w:r w:rsidRPr="009A0B7D">
        <w:rPr>
          <w:szCs w:val="19"/>
        </w:rPr>
        <w:tab/>
      </w:r>
      <w:r w:rsidRPr="009A0B7D">
        <w:rPr>
          <w:szCs w:val="19"/>
        </w:rPr>
        <w:tab/>
        <w:t>: De test is succesvol uitgevoerd</w:t>
      </w:r>
    </w:p>
    <w:p w:rsidR="009A0B7D" w:rsidRPr="009A0B7D" w:rsidRDefault="009A0B7D" w:rsidP="009A0B7D">
      <w:pPr>
        <w:rPr>
          <w:szCs w:val="19"/>
        </w:rPr>
      </w:pPr>
      <w:r w:rsidRPr="009A0B7D">
        <w:rPr>
          <w:szCs w:val="19"/>
        </w:rPr>
        <w:t>Nok</w:t>
      </w:r>
      <w:r w:rsidRPr="009A0B7D">
        <w:rPr>
          <w:szCs w:val="19"/>
        </w:rPr>
        <w:tab/>
      </w:r>
      <w:r w:rsidRPr="009A0B7D">
        <w:rPr>
          <w:szCs w:val="19"/>
        </w:rPr>
        <w:tab/>
        <w:t>: De test is niet succesvol uitgevoerd</w:t>
      </w:r>
    </w:p>
    <w:p w:rsidR="009A0B7D" w:rsidRPr="009A0B7D" w:rsidRDefault="009A0B7D" w:rsidP="009A0B7D">
      <w:pPr>
        <w:rPr>
          <w:szCs w:val="19"/>
        </w:rPr>
      </w:pPr>
      <w:proofErr w:type="spellStart"/>
      <w:r w:rsidRPr="009A0B7D">
        <w:rPr>
          <w:szCs w:val="19"/>
        </w:rPr>
        <w:t>Nugv</w:t>
      </w:r>
      <w:proofErr w:type="spellEnd"/>
      <w:r w:rsidRPr="009A0B7D">
        <w:rPr>
          <w:szCs w:val="19"/>
        </w:rPr>
        <w:tab/>
      </w:r>
      <w:r w:rsidRPr="009A0B7D">
        <w:rPr>
          <w:szCs w:val="19"/>
        </w:rPr>
        <w:tab/>
        <w:t>: De test is niet uitgevoerd.</w:t>
      </w:r>
    </w:p>
    <w:p w:rsidR="008E21A9" w:rsidRPr="009A0B7D" w:rsidRDefault="009A0B7D" w:rsidP="009A0B7D">
      <w:pPr>
        <w:rPr>
          <w:szCs w:val="19"/>
        </w:rPr>
      </w:pPr>
      <w:r w:rsidRPr="009A0B7D">
        <w:rPr>
          <w:szCs w:val="19"/>
        </w:rPr>
        <w:t xml:space="preserve">*1, *2, </w:t>
      </w:r>
      <w:proofErr w:type="spellStart"/>
      <w:r w:rsidRPr="009A0B7D">
        <w:rPr>
          <w:szCs w:val="19"/>
        </w:rPr>
        <w:t>etc</w:t>
      </w:r>
      <w:proofErr w:type="spellEnd"/>
      <w:r w:rsidRPr="009A0B7D">
        <w:rPr>
          <w:szCs w:val="19"/>
        </w:rPr>
        <w:tab/>
        <w:t>: referentie naar extra uitleg bij “opmerkingen ”kolom”</w:t>
      </w:r>
    </w:p>
    <w:p w:rsidR="007A4E79" w:rsidRDefault="009A0B7D" w:rsidP="009A0B7D">
      <w:pPr>
        <w:pStyle w:val="Heading2"/>
      </w:pPr>
      <w:bookmarkStart w:id="14" w:name="_Toc353094749"/>
      <w:r>
        <w:t>Scope</w:t>
      </w:r>
      <w:bookmarkEnd w:id="14"/>
    </w:p>
    <w:p w:rsidR="009A0B7D" w:rsidRDefault="009A0B7D" w:rsidP="009A0B7D">
      <w:pPr>
        <w:rPr>
          <w:sz w:val="20"/>
        </w:rPr>
      </w:pPr>
      <w:r>
        <w:rPr>
          <w:sz w:val="20"/>
        </w:rPr>
        <w:t xml:space="preserve">Dit </w:t>
      </w:r>
      <w:proofErr w:type="spellStart"/>
      <w:r>
        <w:rPr>
          <w:sz w:val="20"/>
        </w:rPr>
        <w:t>testplan</w:t>
      </w:r>
      <w:proofErr w:type="spellEnd"/>
      <w:r>
        <w:rPr>
          <w:sz w:val="20"/>
        </w:rPr>
        <w:t xml:space="preserve"> beschrijft het installatiedeel WPB </w:t>
      </w:r>
      <w:r>
        <w:rPr>
          <w:rStyle w:val="Huisstijl-Gegeven"/>
        </w:rPr>
        <w:fldChar w:fldCharType="begin"/>
      </w:r>
      <w:r>
        <w:rPr>
          <w:rStyle w:val="Huisstijl-Gegeven"/>
        </w:rPr>
        <w:instrText xml:space="preserve"> DOCPROPERTY  locatie  \* MERGEFORMAT </w:instrText>
      </w:r>
      <w:r>
        <w:rPr>
          <w:rStyle w:val="Huisstijl-Gegeven"/>
        </w:rPr>
        <w:fldChar w:fldCharType="separate"/>
      </w:r>
      <w:r w:rsidR="00EA4EF2">
        <w:rPr>
          <w:rStyle w:val="Huisstijl-Gegeven"/>
        </w:rPr>
        <w:t>Eindhoven</w:t>
      </w:r>
      <w:r>
        <w:rPr>
          <w:rStyle w:val="Huisstijl-Gegeven"/>
        </w:rPr>
        <w:fldChar w:fldCharType="end"/>
      </w:r>
      <w:r>
        <w:rPr>
          <w:sz w:val="20"/>
        </w:rPr>
        <w:t xml:space="preserve">. </w:t>
      </w:r>
    </w:p>
    <w:p w:rsidR="009A0B7D" w:rsidRDefault="009A0B7D" w:rsidP="009A0B7D">
      <w:pPr>
        <w:rPr>
          <w:sz w:val="20"/>
        </w:rPr>
      </w:pPr>
    </w:p>
    <w:p w:rsidR="009A0B7D" w:rsidRDefault="009A0B7D" w:rsidP="009A0B7D">
      <w:pPr>
        <w:rPr>
          <w:sz w:val="20"/>
        </w:rPr>
      </w:pPr>
      <w:r>
        <w:rPr>
          <w:sz w:val="20"/>
        </w:rPr>
        <w:t>Daarbij wordt meegenomen:</w:t>
      </w:r>
    </w:p>
    <w:p w:rsidR="009A0B7D" w:rsidRPr="003D6EB3" w:rsidRDefault="009A0B7D" w:rsidP="009A0B7D">
      <w:pPr>
        <w:rPr>
          <w:sz w:val="20"/>
        </w:rPr>
      </w:pPr>
      <w:r w:rsidRPr="003D6EB3">
        <w:rPr>
          <w:sz w:val="20"/>
        </w:rPr>
        <w:t>-</w:t>
      </w:r>
      <w:r w:rsidRPr="003D6EB3">
        <w:rPr>
          <w:sz w:val="20"/>
        </w:rPr>
        <w:tab/>
        <w:t xml:space="preserve">Monitor Pro applicatie voor het system </w:t>
      </w:r>
      <w:r w:rsidR="001F28AD">
        <w:rPr>
          <w:sz w:val="20"/>
        </w:rPr>
        <w:t>“</w:t>
      </w:r>
      <w:r>
        <w:rPr>
          <w:rStyle w:val="Huisstijl-Gegeven"/>
        </w:rPr>
        <w:fldChar w:fldCharType="begin"/>
      </w:r>
      <w:r w:rsidRPr="003D6EB3">
        <w:rPr>
          <w:rStyle w:val="Huisstijl-Gegeven"/>
        </w:rPr>
        <w:instrText xml:space="preserve"> DOCPROPERTY  PCnaam1  \* MERGEFORMAT </w:instrText>
      </w:r>
      <w:r>
        <w:rPr>
          <w:rStyle w:val="Huisstijl-Gegeven"/>
        </w:rPr>
        <w:fldChar w:fldCharType="separate"/>
      </w:r>
      <w:r w:rsidR="001F28AD">
        <w:rPr>
          <w:rStyle w:val="Huisstijl-Gegeven"/>
        </w:rPr>
        <w:t>Servers WPB eindhoven</w:t>
      </w:r>
      <w:r>
        <w:rPr>
          <w:rStyle w:val="Huisstijl-Gegeven"/>
        </w:rPr>
        <w:fldChar w:fldCharType="end"/>
      </w:r>
      <w:r w:rsidR="001F28AD">
        <w:rPr>
          <w:rStyle w:val="Huisstijl-Gegeven"/>
        </w:rPr>
        <w:t>”</w:t>
      </w:r>
      <w:r w:rsidRPr="003D6EB3">
        <w:rPr>
          <w:sz w:val="20"/>
        </w:rPr>
        <w:t>.</w:t>
      </w:r>
    </w:p>
    <w:p w:rsidR="009A0B7D" w:rsidRPr="003D6EB3" w:rsidRDefault="009A0B7D" w:rsidP="009A0B7D">
      <w:pPr>
        <w:rPr>
          <w:sz w:val="20"/>
        </w:rPr>
      </w:pPr>
    </w:p>
    <w:p w:rsidR="009A0B7D" w:rsidRDefault="009A0B7D" w:rsidP="009A0B7D">
      <w:pPr>
        <w:rPr>
          <w:sz w:val="20"/>
        </w:rPr>
      </w:pPr>
      <w:r>
        <w:rPr>
          <w:sz w:val="20"/>
        </w:rPr>
        <w:t xml:space="preserve">Indien alle beschreven testen succesvol zijn uitgevoerd, de resultaten zijn beschreven in het bijbehorende testrapport en er overeenstemming is over de testresultaten, houdt dit in dat de Site </w:t>
      </w:r>
      <w:proofErr w:type="spellStart"/>
      <w:r>
        <w:rPr>
          <w:sz w:val="20"/>
        </w:rPr>
        <w:t>Acceptance</w:t>
      </w:r>
      <w:proofErr w:type="spellEnd"/>
      <w:r>
        <w:rPr>
          <w:sz w:val="20"/>
        </w:rPr>
        <w:t xml:space="preserve"> Test formeel is afgerond. De stabiliteit en functionaliteit van de upgrade van de hardware voor de Monitor Pro applicatie is hiermede bewezen.</w:t>
      </w:r>
    </w:p>
    <w:p w:rsidR="009A0B7D" w:rsidRDefault="009A0B7D" w:rsidP="009A0B7D">
      <w:pPr>
        <w:pStyle w:val="Heading2"/>
      </w:pPr>
      <w:bookmarkStart w:id="15" w:name="_Toc353094750"/>
      <w:r>
        <w:t>Termen en afkortingen</w:t>
      </w:r>
      <w:bookmarkEnd w:id="15"/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834"/>
        <w:gridCol w:w="6802"/>
      </w:tblGrid>
      <w:tr w:rsidR="009A0B7D" w:rsidRPr="009A0B7D" w:rsidTr="009A0B7D">
        <w:trPr>
          <w:tblHeader/>
        </w:trPr>
        <w:tc>
          <w:tcPr>
            <w:tcW w:w="2834" w:type="dxa"/>
            <w:hideMark/>
          </w:tcPr>
          <w:p w:rsidR="009A0B7D" w:rsidRPr="009A0B7D" w:rsidRDefault="009A0B7D">
            <w:pPr>
              <w:keepNext/>
              <w:keepLines/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9A0B7D">
              <w:rPr>
                <w:b/>
                <w:szCs w:val="19"/>
              </w:rPr>
              <w:t>Term</w:t>
            </w:r>
          </w:p>
        </w:tc>
        <w:tc>
          <w:tcPr>
            <w:tcW w:w="6802" w:type="dxa"/>
            <w:hideMark/>
          </w:tcPr>
          <w:p w:rsidR="009A0B7D" w:rsidRPr="009A0B7D" w:rsidRDefault="009A0B7D">
            <w:pPr>
              <w:keepNext/>
              <w:keepLines/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9A0B7D">
              <w:rPr>
                <w:b/>
                <w:szCs w:val="19"/>
              </w:rPr>
              <w:t>Omschrijving</w:t>
            </w:r>
          </w:p>
        </w:tc>
      </w:tr>
      <w:tr w:rsidR="009A0B7D" w:rsidRPr="009A0B7D" w:rsidTr="009A0B7D">
        <w:tc>
          <w:tcPr>
            <w:tcW w:w="2834" w:type="dxa"/>
            <w:hideMark/>
          </w:tcPr>
          <w:p w:rsidR="009A0B7D" w:rsidRPr="009A0B7D" w:rsidRDefault="009A0B7D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 w:rsidRPr="009A0B7D">
              <w:rPr>
                <w:szCs w:val="19"/>
              </w:rPr>
              <w:t>Module</w:t>
            </w:r>
          </w:p>
        </w:tc>
        <w:tc>
          <w:tcPr>
            <w:tcW w:w="6802" w:type="dxa"/>
            <w:hideMark/>
          </w:tcPr>
          <w:p w:rsidR="009A0B7D" w:rsidRPr="009A0B7D" w:rsidRDefault="009A0B7D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 w:rsidRPr="009A0B7D">
              <w:rPr>
                <w:szCs w:val="19"/>
              </w:rPr>
              <w:t>Een programma-unit die op zich zelf staat en te identificeren is met betrekking tot compileren, combineren met andere units en laden; bijvoorbeeld de input of output van een compiler of linker; tevens een logisch te scheiden deel van een programma.</w:t>
            </w:r>
          </w:p>
        </w:tc>
      </w:tr>
      <w:tr w:rsidR="009A0B7D" w:rsidRPr="009A0B7D" w:rsidTr="009A0B7D">
        <w:tc>
          <w:tcPr>
            <w:tcW w:w="2834" w:type="dxa"/>
            <w:hideMark/>
          </w:tcPr>
          <w:p w:rsidR="009A0B7D" w:rsidRPr="009A0B7D" w:rsidRDefault="009A0B7D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 w:rsidRPr="009A0B7D">
              <w:rPr>
                <w:szCs w:val="19"/>
              </w:rPr>
              <w:t>Review</w:t>
            </w:r>
          </w:p>
        </w:tc>
        <w:tc>
          <w:tcPr>
            <w:tcW w:w="6802" w:type="dxa"/>
            <w:hideMark/>
          </w:tcPr>
          <w:p w:rsidR="009A0B7D" w:rsidRPr="009A0B7D" w:rsidRDefault="009A0B7D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 w:rsidRPr="009A0B7D">
              <w:rPr>
                <w:szCs w:val="19"/>
              </w:rPr>
              <w:t>Een proces of bijeenkomst waarbij een product wordt gepresenteerd aan het project team, managers, gebruikers, klanten of andere geïnteresseerden om commentaar te leveren of hun goedkeuring te geven.</w:t>
            </w:r>
          </w:p>
        </w:tc>
      </w:tr>
      <w:tr w:rsidR="009A0B7D" w:rsidRPr="009A0B7D" w:rsidTr="009A0B7D">
        <w:tc>
          <w:tcPr>
            <w:tcW w:w="2834" w:type="dxa"/>
            <w:hideMark/>
          </w:tcPr>
          <w:p w:rsidR="009A0B7D" w:rsidRPr="009A0B7D" w:rsidRDefault="009A0B7D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 w:rsidRPr="009A0B7D">
              <w:rPr>
                <w:szCs w:val="19"/>
              </w:rPr>
              <w:t>Validatie</w:t>
            </w:r>
          </w:p>
        </w:tc>
        <w:tc>
          <w:tcPr>
            <w:tcW w:w="6802" w:type="dxa"/>
            <w:hideMark/>
          </w:tcPr>
          <w:p w:rsidR="009A0B7D" w:rsidRPr="009A0B7D" w:rsidRDefault="009A0B7D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 w:rsidRPr="009A0B7D">
              <w:rPr>
                <w:szCs w:val="19"/>
              </w:rPr>
              <w:t xml:space="preserve">Het evalueren van software aan het eind van het software ontwikkelingsproces om te verzekeren dat aan alle user </w:t>
            </w:r>
            <w:proofErr w:type="spellStart"/>
            <w:r w:rsidRPr="009A0B7D">
              <w:rPr>
                <w:szCs w:val="19"/>
              </w:rPr>
              <w:t>requirements</w:t>
            </w:r>
            <w:proofErr w:type="spellEnd"/>
            <w:r w:rsidRPr="009A0B7D">
              <w:rPr>
                <w:szCs w:val="19"/>
              </w:rPr>
              <w:t xml:space="preserve"> voldaan wordt. Validatie is derhalve 'end-</w:t>
            </w:r>
            <w:proofErr w:type="spellStart"/>
            <w:r w:rsidRPr="009A0B7D">
              <w:rPr>
                <w:szCs w:val="19"/>
              </w:rPr>
              <w:t>to</w:t>
            </w:r>
            <w:proofErr w:type="spellEnd"/>
            <w:r w:rsidRPr="009A0B7D">
              <w:rPr>
                <w:szCs w:val="19"/>
              </w:rPr>
              <w:t>-end' verificatie.</w:t>
            </w:r>
          </w:p>
        </w:tc>
      </w:tr>
      <w:tr w:rsidR="009A0B7D" w:rsidRPr="009A0B7D" w:rsidTr="009A0B7D">
        <w:tc>
          <w:tcPr>
            <w:tcW w:w="2834" w:type="dxa"/>
            <w:hideMark/>
          </w:tcPr>
          <w:p w:rsidR="009A0B7D" w:rsidRPr="009A0B7D" w:rsidRDefault="009A0B7D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 w:rsidRPr="009A0B7D">
              <w:rPr>
                <w:szCs w:val="19"/>
              </w:rPr>
              <w:t>Verificatie</w:t>
            </w:r>
          </w:p>
        </w:tc>
        <w:tc>
          <w:tcPr>
            <w:tcW w:w="6802" w:type="dxa"/>
            <w:hideMark/>
          </w:tcPr>
          <w:p w:rsidR="009A0B7D" w:rsidRPr="009A0B7D" w:rsidRDefault="009A0B7D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 w:rsidRPr="009A0B7D">
              <w:rPr>
                <w:szCs w:val="19"/>
              </w:rPr>
              <w:t xml:space="preserve">Het uitvoeren van reviews, inspecties, tests, controles, audits of het anderszins aantonen en vastleggen dat items, processen, diensten of documenten voldoen aan de gespecificeerde </w:t>
            </w:r>
            <w:proofErr w:type="spellStart"/>
            <w:r w:rsidRPr="009A0B7D">
              <w:rPr>
                <w:szCs w:val="19"/>
              </w:rPr>
              <w:t>requirements</w:t>
            </w:r>
            <w:proofErr w:type="spellEnd"/>
            <w:r w:rsidRPr="009A0B7D">
              <w:rPr>
                <w:szCs w:val="19"/>
              </w:rPr>
              <w:t>.</w:t>
            </w:r>
          </w:p>
        </w:tc>
      </w:tr>
    </w:tbl>
    <w:p w:rsidR="009A0B7D" w:rsidRDefault="009A0B7D" w:rsidP="009A0B7D">
      <w:pPr>
        <w:rPr>
          <w:szCs w:val="19"/>
        </w:rPr>
      </w:pPr>
    </w:p>
    <w:tbl>
      <w:tblPr>
        <w:tblW w:w="9630" w:type="dxa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790"/>
        <w:gridCol w:w="6840"/>
      </w:tblGrid>
      <w:tr w:rsidR="009A0B7D" w:rsidRPr="009A0B7D" w:rsidTr="009A0B7D">
        <w:trPr>
          <w:tblHeader/>
        </w:trPr>
        <w:tc>
          <w:tcPr>
            <w:tcW w:w="2790" w:type="dxa"/>
            <w:hideMark/>
          </w:tcPr>
          <w:p w:rsidR="009A0B7D" w:rsidRPr="009A0B7D" w:rsidRDefault="009A0B7D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9A0B7D">
              <w:rPr>
                <w:b/>
                <w:szCs w:val="19"/>
              </w:rPr>
              <w:t>Afkorting</w:t>
            </w:r>
          </w:p>
        </w:tc>
        <w:tc>
          <w:tcPr>
            <w:tcW w:w="6840" w:type="dxa"/>
            <w:hideMark/>
          </w:tcPr>
          <w:p w:rsidR="009A0B7D" w:rsidRPr="009A0B7D" w:rsidRDefault="009A0B7D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9A0B7D">
              <w:rPr>
                <w:b/>
                <w:szCs w:val="19"/>
              </w:rPr>
              <w:t>Omschrijving</w:t>
            </w:r>
          </w:p>
        </w:tc>
      </w:tr>
      <w:tr w:rsidR="009A0B7D" w:rsidRPr="009A0B7D" w:rsidTr="009A0B7D">
        <w:tc>
          <w:tcPr>
            <w:tcW w:w="2790" w:type="dxa"/>
            <w:hideMark/>
          </w:tcPr>
          <w:p w:rsidR="009A0B7D" w:rsidRPr="009A0B7D" w:rsidRDefault="009A0B7D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 w:rsidRPr="009A0B7D">
              <w:rPr>
                <w:szCs w:val="19"/>
              </w:rPr>
              <w:t>IBS</w:t>
            </w:r>
          </w:p>
        </w:tc>
        <w:tc>
          <w:tcPr>
            <w:tcW w:w="6840" w:type="dxa"/>
            <w:hideMark/>
          </w:tcPr>
          <w:p w:rsidR="009A0B7D" w:rsidRPr="009A0B7D" w:rsidRDefault="009A0B7D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 w:rsidRPr="009A0B7D">
              <w:rPr>
                <w:szCs w:val="19"/>
              </w:rPr>
              <w:t>In Bedrijf Stellen</w:t>
            </w:r>
          </w:p>
        </w:tc>
      </w:tr>
      <w:tr w:rsidR="009A0B7D" w:rsidRPr="009A0B7D" w:rsidTr="009A0B7D">
        <w:tc>
          <w:tcPr>
            <w:tcW w:w="2790" w:type="dxa"/>
            <w:hideMark/>
          </w:tcPr>
          <w:p w:rsidR="009A0B7D" w:rsidRPr="009A0B7D" w:rsidRDefault="009A0B7D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 w:rsidRPr="009A0B7D">
              <w:rPr>
                <w:szCs w:val="19"/>
              </w:rPr>
              <w:t>FAT</w:t>
            </w:r>
          </w:p>
        </w:tc>
        <w:tc>
          <w:tcPr>
            <w:tcW w:w="6840" w:type="dxa"/>
            <w:hideMark/>
          </w:tcPr>
          <w:p w:rsidR="009A0B7D" w:rsidRPr="009A0B7D" w:rsidRDefault="009A0B7D">
            <w:pPr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 w:rsidRPr="009A0B7D">
              <w:rPr>
                <w:szCs w:val="19"/>
              </w:rPr>
              <w:t>Factory</w:t>
            </w:r>
            <w:proofErr w:type="spellEnd"/>
            <w:r w:rsidRPr="009A0B7D">
              <w:rPr>
                <w:szCs w:val="19"/>
              </w:rPr>
              <w:t xml:space="preserve"> </w:t>
            </w:r>
            <w:proofErr w:type="spellStart"/>
            <w:r w:rsidRPr="009A0B7D">
              <w:rPr>
                <w:szCs w:val="19"/>
              </w:rPr>
              <w:t>Acceptance</w:t>
            </w:r>
            <w:proofErr w:type="spellEnd"/>
            <w:r w:rsidRPr="009A0B7D">
              <w:rPr>
                <w:szCs w:val="19"/>
              </w:rPr>
              <w:t xml:space="preserve"> Test</w:t>
            </w:r>
          </w:p>
        </w:tc>
      </w:tr>
      <w:tr w:rsidR="009A0B7D" w:rsidRPr="009A0B7D" w:rsidTr="009A0B7D">
        <w:tc>
          <w:tcPr>
            <w:tcW w:w="2790" w:type="dxa"/>
            <w:hideMark/>
          </w:tcPr>
          <w:p w:rsidR="009A0B7D" w:rsidRPr="009A0B7D" w:rsidRDefault="009A0B7D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 w:rsidRPr="009A0B7D">
              <w:rPr>
                <w:szCs w:val="19"/>
              </w:rPr>
              <w:t>FL</w:t>
            </w:r>
          </w:p>
        </w:tc>
        <w:tc>
          <w:tcPr>
            <w:tcW w:w="6840" w:type="dxa"/>
            <w:hideMark/>
          </w:tcPr>
          <w:p w:rsidR="009A0B7D" w:rsidRPr="009A0B7D" w:rsidRDefault="009A0B7D">
            <w:pPr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 w:rsidRPr="009A0B7D">
              <w:rPr>
                <w:szCs w:val="19"/>
              </w:rPr>
              <w:t>FactoryLink</w:t>
            </w:r>
            <w:proofErr w:type="spellEnd"/>
          </w:p>
        </w:tc>
      </w:tr>
      <w:tr w:rsidR="009A0B7D" w:rsidRPr="009A0B7D" w:rsidTr="009A0B7D">
        <w:tc>
          <w:tcPr>
            <w:tcW w:w="2790" w:type="dxa"/>
            <w:hideMark/>
          </w:tcPr>
          <w:p w:rsidR="009A0B7D" w:rsidRPr="009A0B7D" w:rsidRDefault="009A0B7D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 w:rsidRPr="009A0B7D">
              <w:rPr>
                <w:szCs w:val="19"/>
              </w:rPr>
              <w:t>SAT</w:t>
            </w:r>
          </w:p>
        </w:tc>
        <w:tc>
          <w:tcPr>
            <w:tcW w:w="6840" w:type="dxa"/>
            <w:hideMark/>
          </w:tcPr>
          <w:p w:rsidR="009A0B7D" w:rsidRPr="009A0B7D" w:rsidRDefault="009A0B7D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 w:rsidRPr="009A0B7D">
              <w:rPr>
                <w:szCs w:val="19"/>
              </w:rPr>
              <w:t xml:space="preserve">Site </w:t>
            </w:r>
            <w:proofErr w:type="spellStart"/>
            <w:r w:rsidRPr="009A0B7D">
              <w:rPr>
                <w:szCs w:val="19"/>
              </w:rPr>
              <w:t>Acceptance</w:t>
            </w:r>
            <w:proofErr w:type="spellEnd"/>
            <w:r w:rsidRPr="009A0B7D">
              <w:rPr>
                <w:szCs w:val="19"/>
              </w:rPr>
              <w:t xml:space="preserve"> Test</w:t>
            </w:r>
          </w:p>
        </w:tc>
      </w:tr>
    </w:tbl>
    <w:p w:rsidR="009A0B7D" w:rsidRDefault="009A0B7D" w:rsidP="009A0B7D">
      <w:pPr>
        <w:rPr>
          <w:szCs w:val="19"/>
        </w:rPr>
      </w:pPr>
    </w:p>
    <w:p w:rsidR="009A0B7D" w:rsidRDefault="009A0B7D" w:rsidP="009A0B7D">
      <w:pPr>
        <w:pStyle w:val="Heading1"/>
      </w:pPr>
      <w:bookmarkStart w:id="16" w:name="_Toc353094751"/>
      <w:r>
        <w:lastRenderedPageBreak/>
        <w:t>SAT testen</w:t>
      </w:r>
      <w:bookmarkEnd w:id="16"/>
    </w:p>
    <w:p w:rsidR="009A0B7D" w:rsidRDefault="009A0B7D" w:rsidP="009A0B7D">
      <w:pPr>
        <w:pStyle w:val="Heading2"/>
      </w:pPr>
      <w:bookmarkStart w:id="17" w:name="_Toc353094752"/>
      <w:r>
        <w:t xml:space="preserve">Test </w:t>
      </w:r>
      <w:r w:rsidR="0020296A">
        <w:t>LT-014</w:t>
      </w:r>
      <w:bookmarkEnd w:id="17"/>
    </w:p>
    <w:tbl>
      <w:tblPr>
        <w:tblW w:w="9639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  <w:gridCol w:w="850"/>
      </w:tblGrid>
      <w:tr w:rsidR="009A0B7D" w:rsidRPr="00513A1C" w:rsidTr="008A2521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9A0B7D" w:rsidRPr="00513A1C" w:rsidRDefault="009A0B7D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Omschrijving/Doel van de test</w:t>
            </w:r>
          </w:p>
        </w:tc>
      </w:tr>
      <w:tr w:rsidR="009A0B7D" w:rsidRPr="00513A1C" w:rsidTr="008A2521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A0B7D" w:rsidRPr="00513A1C" w:rsidRDefault="009A0B7D">
            <w:pPr>
              <w:rPr>
                <w:szCs w:val="19"/>
                <w:lang w:eastAsia="ar-SA"/>
              </w:rPr>
            </w:pPr>
          </w:p>
          <w:p w:rsidR="009A0B7D" w:rsidRPr="00513A1C" w:rsidRDefault="0020296A" w:rsidP="0020296A">
            <w:pPr>
              <w:suppressAutoHyphens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Niveaumeting in </w:t>
            </w:r>
            <w:proofErr w:type="spellStart"/>
            <w:r>
              <w:rPr>
                <w:szCs w:val="19"/>
              </w:rPr>
              <w:t>peilbuis</w:t>
            </w:r>
            <w:proofErr w:type="spellEnd"/>
            <w:r>
              <w:rPr>
                <w:szCs w:val="19"/>
              </w:rPr>
              <w:t xml:space="preserve"> PP-014 functioneert</w:t>
            </w:r>
            <w:r w:rsidR="009A0B7D" w:rsidRPr="00513A1C">
              <w:rPr>
                <w:szCs w:val="19"/>
              </w:rPr>
              <w:t>.</w:t>
            </w:r>
          </w:p>
        </w:tc>
      </w:tr>
      <w:tr w:rsidR="009A0B7D" w:rsidRPr="00513A1C" w:rsidTr="008A2521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9A0B7D" w:rsidRPr="00513A1C" w:rsidRDefault="009A0B7D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9A0B7D" w:rsidRPr="00513A1C" w:rsidTr="008A2521">
        <w:trPr>
          <w:trHeight w:val="185"/>
        </w:trPr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9A0B7D" w:rsidRPr="00513A1C" w:rsidRDefault="009A0B7D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/>
                <w:szCs w:val="19"/>
              </w:rPr>
              <w:t>Inputs</w:t>
            </w:r>
            <w:proofErr w:type="spellEnd"/>
            <w:r w:rsidRPr="00513A1C">
              <w:rPr>
                <w:b/>
                <w:color w:val="FFFFFF"/>
                <w:szCs w:val="19"/>
              </w:rPr>
              <w:t>/pre-condities</w:t>
            </w:r>
          </w:p>
        </w:tc>
      </w:tr>
      <w:tr w:rsidR="009A0B7D" w:rsidRPr="00513A1C" w:rsidTr="008A2521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A0B7D" w:rsidRPr="00513A1C" w:rsidRDefault="009A0B7D">
            <w:pPr>
              <w:pStyle w:val="CommentText"/>
              <w:rPr>
                <w:rFonts w:cs="Arial"/>
                <w:sz w:val="19"/>
                <w:szCs w:val="19"/>
                <w:lang w:eastAsia="ar-SA"/>
              </w:rPr>
            </w:pPr>
          </w:p>
          <w:p w:rsidR="009A0B7D" w:rsidRPr="00513A1C" w:rsidRDefault="009A0B7D">
            <w:pPr>
              <w:pStyle w:val="CommentText"/>
              <w:rPr>
                <w:rFonts w:cs="Arial"/>
                <w:sz w:val="19"/>
                <w:szCs w:val="19"/>
              </w:rPr>
            </w:pPr>
          </w:p>
        </w:tc>
      </w:tr>
      <w:tr w:rsidR="009A0B7D" w:rsidRPr="00513A1C" w:rsidTr="008A2521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9A0B7D" w:rsidRPr="00513A1C" w:rsidRDefault="009A0B7D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9A0B7D" w:rsidRPr="00513A1C" w:rsidTr="008A2521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9A0B7D" w:rsidRPr="00513A1C" w:rsidRDefault="009A0B7D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Uitvoering</w:t>
            </w:r>
          </w:p>
        </w:tc>
      </w:tr>
      <w:tr w:rsidR="009A0B7D" w:rsidRPr="00513A1C" w:rsidTr="008A2521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A0B7D" w:rsidRPr="00513A1C" w:rsidRDefault="009A0B7D">
            <w:pPr>
              <w:rPr>
                <w:color w:val="339966"/>
                <w:szCs w:val="19"/>
                <w:lang w:eastAsia="ar-SA"/>
              </w:rPr>
            </w:pPr>
          </w:p>
          <w:p w:rsidR="009A0B7D" w:rsidRPr="00513A1C" w:rsidRDefault="009A0B7D" w:rsidP="0020296A">
            <w:pPr>
              <w:suppressAutoHyphens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  <w:lang w:eastAsia="ar-SA"/>
              </w:rPr>
              <w:t xml:space="preserve">Controleer </w:t>
            </w:r>
            <w:r w:rsidR="0020296A">
              <w:rPr>
                <w:color w:val="339966"/>
                <w:szCs w:val="19"/>
                <w:lang w:eastAsia="ar-SA"/>
              </w:rPr>
              <w:t>werking en presentatie van niveaumeting in SCADA</w:t>
            </w:r>
            <w:r w:rsidRPr="00513A1C">
              <w:rPr>
                <w:color w:val="339966"/>
                <w:szCs w:val="19"/>
                <w:lang w:eastAsia="ar-SA"/>
              </w:rPr>
              <w:t>.</w:t>
            </w:r>
          </w:p>
        </w:tc>
      </w:tr>
      <w:tr w:rsidR="009A0B7D" w:rsidRPr="00513A1C" w:rsidTr="008A2521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9A0B7D" w:rsidRPr="00513A1C" w:rsidRDefault="009A0B7D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9A0B7D" w:rsidRPr="00513A1C" w:rsidTr="008A2521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9A0B7D" w:rsidRPr="00513A1C" w:rsidRDefault="009A0B7D">
            <w:pPr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Verwacht resultaat</w:t>
            </w:r>
          </w:p>
        </w:tc>
      </w:tr>
      <w:tr w:rsidR="009A0B7D" w:rsidRPr="00513A1C" w:rsidTr="008A2521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A0B7D" w:rsidRPr="00513A1C" w:rsidRDefault="009A0B7D">
            <w:pPr>
              <w:rPr>
                <w:color w:val="339966"/>
                <w:szCs w:val="19"/>
                <w:lang w:eastAsia="ar-SA"/>
              </w:rPr>
            </w:pPr>
          </w:p>
          <w:p w:rsidR="009A0B7D" w:rsidRPr="00513A1C" w:rsidRDefault="009A0B7D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9A0B7D" w:rsidRPr="00513A1C" w:rsidTr="008A2521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9A0B7D" w:rsidRPr="00513A1C" w:rsidRDefault="009A0B7D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9A0B7D" w:rsidRPr="00513A1C" w:rsidTr="008A2521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9A0B7D" w:rsidRPr="00513A1C" w:rsidRDefault="009A0B7D">
            <w:pPr>
              <w:suppressAutoHyphens/>
              <w:rPr>
                <w:b/>
                <w:color w:val="FFFFFF" w:themeColor="background1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 w:themeColor="background1"/>
                <w:szCs w:val="19"/>
              </w:rPr>
              <w:t>Testlog</w:t>
            </w:r>
            <w:proofErr w:type="spellEnd"/>
            <w:r w:rsidRPr="00513A1C">
              <w:rPr>
                <w:b/>
                <w:color w:val="FFFFFF" w:themeColor="background1"/>
                <w:szCs w:val="19"/>
              </w:rPr>
              <w:t xml:space="preserve"> </w:t>
            </w:r>
          </w:p>
        </w:tc>
      </w:tr>
      <w:tr w:rsidR="009A0B7D" w:rsidRPr="00513A1C" w:rsidTr="008A2521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A0B7D" w:rsidRPr="00513A1C" w:rsidRDefault="009A0B7D">
            <w:pPr>
              <w:rPr>
                <w:szCs w:val="19"/>
                <w:lang w:eastAsia="ar-SA"/>
              </w:rPr>
            </w:pPr>
          </w:p>
          <w:p w:rsidR="009A0B7D" w:rsidRPr="00513A1C" w:rsidRDefault="009A0B7D">
            <w:pPr>
              <w:rPr>
                <w:szCs w:val="19"/>
              </w:rPr>
            </w:pPr>
            <w:r w:rsidRPr="00513A1C">
              <w:rPr>
                <w:szCs w:val="19"/>
              </w:rPr>
              <w:t>Tester</w:t>
            </w:r>
            <w:r w:rsidRPr="00513A1C">
              <w:rPr>
                <w:szCs w:val="19"/>
              </w:rPr>
              <w:tab/>
            </w:r>
            <w:r w:rsidRPr="00513A1C">
              <w:rPr>
                <w:szCs w:val="19"/>
              </w:rPr>
              <w:tab/>
              <w:t>: …M. Jordaan……..</w:t>
            </w:r>
          </w:p>
          <w:p w:rsidR="009A0B7D" w:rsidRPr="00513A1C" w:rsidRDefault="009A0B7D">
            <w:pPr>
              <w:rPr>
                <w:szCs w:val="19"/>
              </w:rPr>
            </w:pPr>
            <w:r w:rsidRPr="00513A1C">
              <w:rPr>
                <w:noProof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4DD6D5B7" wp14:editId="45D1B867">
                  <wp:simplePos x="0" y="0"/>
                  <wp:positionH relativeFrom="column">
                    <wp:posOffset>984885</wp:posOffset>
                  </wp:positionH>
                  <wp:positionV relativeFrom="paragraph">
                    <wp:posOffset>37465</wp:posOffset>
                  </wp:positionV>
                  <wp:extent cx="352425" cy="304800"/>
                  <wp:effectExtent l="0" t="0" r="9525" b="0"/>
                  <wp:wrapNone/>
                  <wp:docPr id="7" name="Picture 7" descr="Description: MarcelKl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escription: MarcelKl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A2521" w:rsidRPr="00513A1C">
              <w:rPr>
                <w:szCs w:val="19"/>
              </w:rPr>
              <w:t xml:space="preserve">Datum     </w:t>
            </w:r>
            <w:r w:rsidR="008A2521" w:rsidRPr="00513A1C">
              <w:rPr>
                <w:szCs w:val="19"/>
              </w:rPr>
              <w:tab/>
              <w:t>: …</w:t>
            </w:r>
            <w:r w:rsidR="00B73ECB">
              <w:rPr>
                <w:szCs w:val="19"/>
              </w:rPr>
              <w:t>16</w:t>
            </w:r>
            <w:r w:rsidRPr="00513A1C">
              <w:rPr>
                <w:szCs w:val="19"/>
              </w:rPr>
              <w:t>-0</w:t>
            </w:r>
            <w:r w:rsidR="0020296A">
              <w:rPr>
                <w:szCs w:val="19"/>
              </w:rPr>
              <w:t>4</w:t>
            </w:r>
            <w:r w:rsidRPr="00513A1C">
              <w:rPr>
                <w:szCs w:val="19"/>
              </w:rPr>
              <w:t>-201</w:t>
            </w:r>
            <w:r w:rsidR="0020296A">
              <w:rPr>
                <w:szCs w:val="19"/>
              </w:rPr>
              <w:t>3</w:t>
            </w:r>
            <w:r w:rsidRPr="00513A1C">
              <w:rPr>
                <w:szCs w:val="19"/>
              </w:rPr>
              <w:t>……..</w:t>
            </w:r>
          </w:p>
          <w:p w:rsidR="009A0B7D" w:rsidRPr="00513A1C" w:rsidRDefault="009A0B7D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Paraaf   </w:t>
            </w:r>
            <w:r w:rsidRPr="00513A1C">
              <w:rPr>
                <w:szCs w:val="19"/>
              </w:rPr>
              <w:tab/>
              <w:t>: ……………………..</w:t>
            </w:r>
          </w:p>
          <w:p w:rsidR="009A0B7D" w:rsidRPr="00513A1C" w:rsidRDefault="009A0B7D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Aanwezig  </w:t>
            </w:r>
            <w:r w:rsidRPr="00513A1C">
              <w:rPr>
                <w:szCs w:val="19"/>
              </w:rPr>
              <w:tab/>
              <w:t>: …</w:t>
            </w:r>
            <w:r w:rsidR="003407DB">
              <w:rPr>
                <w:szCs w:val="19"/>
              </w:rPr>
              <w:t>H</w:t>
            </w:r>
            <w:r w:rsidRPr="00513A1C">
              <w:rPr>
                <w:szCs w:val="19"/>
              </w:rPr>
              <w:t xml:space="preserve">. </w:t>
            </w:r>
            <w:r w:rsidR="003407DB">
              <w:rPr>
                <w:szCs w:val="19"/>
              </w:rPr>
              <w:t>v</w:t>
            </w:r>
            <w:r w:rsidR="00B73ECB">
              <w:rPr>
                <w:szCs w:val="19"/>
              </w:rPr>
              <w:t xml:space="preserve">. </w:t>
            </w:r>
            <w:r w:rsidR="003407DB">
              <w:rPr>
                <w:szCs w:val="19"/>
              </w:rPr>
              <w:t>d</w:t>
            </w:r>
            <w:r w:rsidR="00B73ECB">
              <w:rPr>
                <w:szCs w:val="19"/>
              </w:rPr>
              <w:t>.</w:t>
            </w:r>
            <w:r w:rsidR="003407DB">
              <w:rPr>
                <w:szCs w:val="19"/>
              </w:rPr>
              <w:t xml:space="preserve"> Graaf</w:t>
            </w:r>
            <w:r w:rsidRPr="00513A1C">
              <w:rPr>
                <w:szCs w:val="19"/>
              </w:rPr>
              <w:t xml:space="preserve"> </w:t>
            </w:r>
            <w:r w:rsidR="008A2521" w:rsidRPr="00513A1C">
              <w:rPr>
                <w:szCs w:val="19"/>
              </w:rPr>
              <w:t>…</w:t>
            </w:r>
            <w:r w:rsidRPr="00513A1C">
              <w:rPr>
                <w:szCs w:val="19"/>
              </w:rPr>
              <w:t>…..</w:t>
            </w:r>
          </w:p>
          <w:p w:rsidR="009A0B7D" w:rsidRPr="00513A1C" w:rsidRDefault="009A0B7D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9A0B7D" w:rsidRPr="00513A1C" w:rsidTr="008A2521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9A0B7D" w:rsidRPr="00513A1C" w:rsidRDefault="009A0B7D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Actie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9A0B7D" w:rsidRPr="00513A1C" w:rsidRDefault="009A0B7D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Aandachtspunten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9A0B7D" w:rsidRPr="00513A1C" w:rsidRDefault="009A0B7D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proofErr w:type="spellStart"/>
            <w:r w:rsidRPr="00513A1C">
              <w:rPr>
                <w:b/>
                <w:szCs w:val="19"/>
              </w:rPr>
              <w:t>Result</w:t>
            </w:r>
            <w:proofErr w:type="spellEnd"/>
          </w:p>
        </w:tc>
      </w:tr>
      <w:tr w:rsidR="009A0B7D" w:rsidRPr="00513A1C" w:rsidTr="00513A1C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A0B7D" w:rsidRPr="00513A1C" w:rsidRDefault="0020296A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Niveau meting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9A0B7D" w:rsidRPr="00513A1C" w:rsidRDefault="0020296A" w:rsidP="0020296A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Niveau meting wordt op SCADA gepresenteerd</w:t>
            </w:r>
            <w:r w:rsidR="009A0B7D" w:rsidRPr="00513A1C">
              <w:rPr>
                <w:szCs w:val="19"/>
              </w:rPr>
              <w:t>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9A0B7D" w:rsidRPr="00513A1C" w:rsidRDefault="009A0B7D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3D6EB3" w:rsidRPr="00513A1C" w:rsidTr="00513A1C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3D6EB3" w:rsidRPr="00513A1C" w:rsidRDefault="0020296A" w:rsidP="008A2521">
            <w:pPr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>
              <w:rPr>
                <w:szCs w:val="19"/>
              </w:rPr>
              <w:t>Trending</w:t>
            </w:r>
            <w:proofErr w:type="spellEnd"/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3D6EB3" w:rsidRPr="00513A1C" w:rsidRDefault="0020296A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Niveaumeting kan weergegeven worden in </w:t>
            </w:r>
            <w:proofErr w:type="spellStart"/>
            <w:r>
              <w:rPr>
                <w:szCs w:val="19"/>
              </w:rPr>
              <w:t>trending</w:t>
            </w:r>
            <w:proofErr w:type="spellEnd"/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D6EB3" w:rsidRPr="00513A1C" w:rsidRDefault="003D6EB3" w:rsidP="003D6EB3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3D6EB3" w:rsidRPr="00513A1C" w:rsidTr="008A2521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D6EB3" w:rsidRPr="00513A1C" w:rsidRDefault="0020296A" w:rsidP="008A2521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Alarmering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D6EB3" w:rsidRPr="00513A1C" w:rsidRDefault="0020296A" w:rsidP="0020296A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Alarmering is bereikbaar via </w:t>
            </w:r>
            <w:proofErr w:type="spellStart"/>
            <w:r>
              <w:rPr>
                <w:szCs w:val="19"/>
              </w:rPr>
              <w:t>popup</w:t>
            </w:r>
            <w:proofErr w:type="spellEnd"/>
            <w:r>
              <w:rPr>
                <w:szCs w:val="19"/>
              </w:rPr>
              <w:t xml:space="preserve"> in SCADA, en alarmen kunnen op niveau en urgentie ingesteld worden</w:t>
            </w:r>
            <w:r w:rsidR="003D6EB3" w:rsidRPr="00513A1C">
              <w:rPr>
                <w:szCs w:val="19"/>
              </w:rPr>
              <w:t>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D6EB3" w:rsidRPr="00513A1C" w:rsidRDefault="003D6EB3" w:rsidP="003D6EB3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3D6EB3" w:rsidRPr="00513A1C" w:rsidTr="008A2521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D6EB3" w:rsidRPr="00513A1C" w:rsidRDefault="003D6EB3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D6EB3" w:rsidRPr="00513A1C" w:rsidRDefault="003D6EB3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D6EB3" w:rsidRPr="00513A1C" w:rsidRDefault="003D6EB3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3D6EB3" w:rsidRPr="00513A1C" w:rsidTr="008A2521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D6EB3" w:rsidRPr="00513A1C" w:rsidRDefault="003D6EB3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D6EB3" w:rsidRPr="00513A1C" w:rsidRDefault="003D6EB3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D6EB3" w:rsidRPr="00513A1C" w:rsidRDefault="003D6EB3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3D6EB3" w:rsidRPr="00513A1C" w:rsidTr="008A2521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3D6EB3" w:rsidRPr="00513A1C" w:rsidRDefault="003D6EB3">
            <w:pPr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Opmerkingen:</w:t>
            </w:r>
          </w:p>
          <w:p w:rsidR="003D6EB3" w:rsidRPr="00513A1C" w:rsidRDefault="003D6EB3">
            <w:pPr>
              <w:rPr>
                <w:b/>
                <w:szCs w:val="19"/>
              </w:rPr>
            </w:pPr>
          </w:p>
          <w:p w:rsidR="003D6EB3" w:rsidRPr="00513A1C" w:rsidRDefault="003D6EB3">
            <w:pPr>
              <w:rPr>
                <w:b/>
                <w:szCs w:val="19"/>
              </w:rPr>
            </w:pPr>
          </w:p>
          <w:p w:rsidR="003D6EB3" w:rsidRPr="00513A1C" w:rsidRDefault="003D6EB3">
            <w:pPr>
              <w:spacing w:before="90" w:after="54"/>
              <w:rPr>
                <w:color w:val="339966"/>
                <w:szCs w:val="19"/>
              </w:rPr>
            </w:pPr>
          </w:p>
          <w:p w:rsidR="003D6EB3" w:rsidRPr="00513A1C" w:rsidRDefault="003D6EB3">
            <w:pPr>
              <w:spacing w:before="90" w:after="54"/>
              <w:rPr>
                <w:color w:val="339966"/>
                <w:szCs w:val="19"/>
              </w:rPr>
            </w:pPr>
          </w:p>
          <w:p w:rsidR="003D6EB3" w:rsidRPr="00513A1C" w:rsidRDefault="003D6EB3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</w:p>
        </w:tc>
        <w:tc>
          <w:tcPr>
            <w:tcW w:w="708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3D6EB3" w:rsidRPr="00513A1C" w:rsidRDefault="003D6EB3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</w:rPr>
              <w:t xml:space="preserve"> </w:t>
            </w:r>
          </w:p>
        </w:tc>
      </w:tr>
    </w:tbl>
    <w:p w:rsidR="009A0B7D" w:rsidRDefault="009A0B7D" w:rsidP="009A0B7D"/>
    <w:p w:rsidR="0072504F" w:rsidRDefault="0072504F" w:rsidP="009A0B7D"/>
    <w:p w:rsidR="0072504F" w:rsidRDefault="0072504F">
      <w:pPr>
        <w:spacing w:line="240" w:lineRule="exact"/>
        <w:ind w:left="839" w:hanging="839"/>
      </w:pPr>
      <w:r>
        <w:br w:type="page"/>
      </w:r>
    </w:p>
    <w:p w:rsidR="0020296A" w:rsidRDefault="0020296A" w:rsidP="0020296A">
      <w:pPr>
        <w:pStyle w:val="Heading2"/>
      </w:pPr>
      <w:bookmarkStart w:id="18" w:name="_Toc353094753"/>
      <w:r>
        <w:lastRenderedPageBreak/>
        <w:t>Test LT-015</w:t>
      </w:r>
      <w:bookmarkEnd w:id="18"/>
    </w:p>
    <w:tbl>
      <w:tblPr>
        <w:tblW w:w="9639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  <w:gridCol w:w="850"/>
      </w:tblGrid>
      <w:tr w:rsidR="0020296A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20296A" w:rsidRPr="00513A1C" w:rsidRDefault="0020296A" w:rsidP="00D27B55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Omschrijving/Doel van de test</w:t>
            </w:r>
          </w:p>
        </w:tc>
      </w:tr>
      <w:tr w:rsidR="0020296A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rPr>
                <w:szCs w:val="19"/>
                <w:lang w:eastAsia="ar-SA"/>
              </w:rPr>
            </w:pPr>
          </w:p>
          <w:p w:rsidR="0020296A" w:rsidRPr="00513A1C" w:rsidRDefault="0020296A" w:rsidP="0020296A">
            <w:pPr>
              <w:suppressAutoHyphens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Niveaumeting in </w:t>
            </w:r>
            <w:proofErr w:type="spellStart"/>
            <w:r>
              <w:rPr>
                <w:szCs w:val="19"/>
              </w:rPr>
              <w:t>peilbuis</w:t>
            </w:r>
            <w:proofErr w:type="spellEnd"/>
            <w:r>
              <w:rPr>
                <w:szCs w:val="19"/>
              </w:rPr>
              <w:t xml:space="preserve"> PP-015 functioneert</w:t>
            </w:r>
            <w:r w:rsidRPr="00513A1C">
              <w:rPr>
                <w:szCs w:val="19"/>
              </w:rPr>
              <w:t>.</w:t>
            </w:r>
          </w:p>
        </w:tc>
      </w:tr>
      <w:tr w:rsidR="0020296A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20296A" w:rsidRPr="00513A1C" w:rsidRDefault="0020296A" w:rsidP="00D27B55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20296A" w:rsidRPr="00513A1C" w:rsidTr="00D27B55">
        <w:trPr>
          <w:trHeight w:val="185"/>
        </w:trPr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20296A" w:rsidRPr="00513A1C" w:rsidRDefault="0020296A" w:rsidP="00D27B55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/>
                <w:szCs w:val="19"/>
              </w:rPr>
              <w:t>Inputs</w:t>
            </w:r>
            <w:proofErr w:type="spellEnd"/>
            <w:r w:rsidRPr="00513A1C">
              <w:rPr>
                <w:b/>
                <w:color w:val="FFFFFF"/>
                <w:szCs w:val="19"/>
              </w:rPr>
              <w:t>/pre-condities</w:t>
            </w:r>
          </w:p>
        </w:tc>
      </w:tr>
      <w:tr w:rsidR="0020296A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pStyle w:val="CommentText"/>
              <w:rPr>
                <w:rFonts w:cs="Arial"/>
                <w:sz w:val="19"/>
                <w:szCs w:val="19"/>
                <w:lang w:eastAsia="ar-SA"/>
              </w:rPr>
            </w:pPr>
          </w:p>
          <w:p w:rsidR="0020296A" w:rsidRPr="00513A1C" w:rsidRDefault="0020296A" w:rsidP="00D27B55">
            <w:pPr>
              <w:pStyle w:val="CommentText"/>
              <w:rPr>
                <w:rFonts w:cs="Arial"/>
                <w:sz w:val="19"/>
                <w:szCs w:val="19"/>
              </w:rPr>
            </w:pPr>
          </w:p>
        </w:tc>
      </w:tr>
      <w:tr w:rsidR="0020296A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20296A" w:rsidRPr="00513A1C" w:rsidRDefault="0020296A" w:rsidP="00D27B55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20296A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20296A" w:rsidRPr="00513A1C" w:rsidRDefault="0020296A" w:rsidP="00D27B55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Uitvoering</w:t>
            </w:r>
          </w:p>
        </w:tc>
      </w:tr>
      <w:tr w:rsidR="0020296A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rPr>
                <w:color w:val="339966"/>
                <w:szCs w:val="19"/>
                <w:lang w:eastAsia="ar-SA"/>
              </w:rPr>
            </w:pPr>
          </w:p>
          <w:p w:rsidR="0020296A" w:rsidRPr="00513A1C" w:rsidRDefault="0020296A" w:rsidP="00D27B55">
            <w:pPr>
              <w:suppressAutoHyphens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  <w:lang w:eastAsia="ar-SA"/>
              </w:rPr>
              <w:t xml:space="preserve">Controleer </w:t>
            </w:r>
            <w:r>
              <w:rPr>
                <w:color w:val="339966"/>
                <w:szCs w:val="19"/>
                <w:lang w:eastAsia="ar-SA"/>
              </w:rPr>
              <w:t>werking en presentatie van niveaumeting in SCADA</w:t>
            </w:r>
            <w:r w:rsidRPr="00513A1C">
              <w:rPr>
                <w:color w:val="339966"/>
                <w:szCs w:val="19"/>
                <w:lang w:eastAsia="ar-SA"/>
              </w:rPr>
              <w:t>.</w:t>
            </w:r>
          </w:p>
        </w:tc>
      </w:tr>
      <w:tr w:rsidR="0020296A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20296A" w:rsidRPr="00513A1C" w:rsidRDefault="0020296A" w:rsidP="00D27B55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20296A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20296A" w:rsidRPr="00513A1C" w:rsidRDefault="0020296A" w:rsidP="00D27B55">
            <w:pPr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Verwacht resultaat</w:t>
            </w:r>
          </w:p>
        </w:tc>
      </w:tr>
      <w:tr w:rsidR="0020296A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rPr>
                <w:color w:val="339966"/>
                <w:szCs w:val="19"/>
                <w:lang w:eastAsia="ar-SA"/>
              </w:rPr>
            </w:pPr>
          </w:p>
          <w:p w:rsidR="0020296A" w:rsidRPr="00513A1C" w:rsidRDefault="0020296A" w:rsidP="00D27B55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20296A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20296A" w:rsidRPr="00513A1C" w:rsidRDefault="0020296A" w:rsidP="00D27B55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20296A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20296A" w:rsidRPr="00513A1C" w:rsidRDefault="0020296A" w:rsidP="00D27B55">
            <w:pPr>
              <w:suppressAutoHyphens/>
              <w:rPr>
                <w:b/>
                <w:color w:val="FFFFFF" w:themeColor="background1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 w:themeColor="background1"/>
                <w:szCs w:val="19"/>
              </w:rPr>
              <w:t>Testlog</w:t>
            </w:r>
            <w:proofErr w:type="spellEnd"/>
            <w:r w:rsidRPr="00513A1C">
              <w:rPr>
                <w:b/>
                <w:color w:val="FFFFFF" w:themeColor="background1"/>
                <w:szCs w:val="19"/>
              </w:rPr>
              <w:t xml:space="preserve"> </w:t>
            </w:r>
          </w:p>
        </w:tc>
      </w:tr>
      <w:tr w:rsidR="00B73ECB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73ECB" w:rsidRPr="00513A1C" w:rsidRDefault="00B73ECB" w:rsidP="004D2424">
            <w:pPr>
              <w:rPr>
                <w:szCs w:val="19"/>
                <w:lang w:eastAsia="ar-SA"/>
              </w:rPr>
            </w:pP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>Tester</w:t>
            </w:r>
            <w:r w:rsidRPr="00513A1C">
              <w:rPr>
                <w:szCs w:val="19"/>
              </w:rPr>
              <w:tab/>
            </w:r>
            <w:r w:rsidRPr="00513A1C">
              <w:rPr>
                <w:szCs w:val="19"/>
              </w:rPr>
              <w:tab/>
              <w:t>: …M. Jordaan……..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noProof/>
                <w:szCs w:val="19"/>
              </w:rPr>
              <w:drawing>
                <wp:anchor distT="0" distB="0" distL="114300" distR="114300" simplePos="0" relativeHeight="251748352" behindDoc="0" locked="0" layoutInCell="1" allowOverlap="1" wp14:anchorId="79C8E80F" wp14:editId="2B7B767F">
                  <wp:simplePos x="0" y="0"/>
                  <wp:positionH relativeFrom="column">
                    <wp:posOffset>984885</wp:posOffset>
                  </wp:positionH>
                  <wp:positionV relativeFrom="paragraph">
                    <wp:posOffset>37465</wp:posOffset>
                  </wp:positionV>
                  <wp:extent cx="352425" cy="304800"/>
                  <wp:effectExtent l="0" t="0" r="9525" b="0"/>
                  <wp:wrapNone/>
                  <wp:docPr id="12" name="Picture 12" descr="Description: MarcelKl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escription: MarcelKl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3A1C">
              <w:rPr>
                <w:szCs w:val="19"/>
              </w:rPr>
              <w:t xml:space="preserve">Datum   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16</w:t>
            </w:r>
            <w:r w:rsidRPr="00513A1C">
              <w:rPr>
                <w:szCs w:val="19"/>
              </w:rPr>
              <w:t>-0</w:t>
            </w:r>
            <w:r>
              <w:rPr>
                <w:szCs w:val="19"/>
              </w:rPr>
              <w:t>4</w:t>
            </w:r>
            <w:r w:rsidRPr="00513A1C">
              <w:rPr>
                <w:szCs w:val="19"/>
              </w:rPr>
              <w:t>-201</w:t>
            </w:r>
            <w:r>
              <w:rPr>
                <w:szCs w:val="19"/>
              </w:rPr>
              <w:t>3</w:t>
            </w:r>
            <w:r w:rsidRPr="00513A1C">
              <w:rPr>
                <w:szCs w:val="19"/>
              </w:rPr>
              <w:t>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Paraaf   </w:t>
            </w:r>
            <w:r w:rsidRPr="00513A1C">
              <w:rPr>
                <w:szCs w:val="19"/>
              </w:rPr>
              <w:tab/>
              <w:t>: ……………………..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Aanwezig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H</w:t>
            </w:r>
            <w:r w:rsidRPr="00513A1C">
              <w:rPr>
                <w:szCs w:val="19"/>
              </w:rPr>
              <w:t xml:space="preserve">. </w:t>
            </w:r>
            <w:r>
              <w:rPr>
                <w:szCs w:val="19"/>
              </w:rPr>
              <w:t>v. d. Graaf</w:t>
            </w:r>
            <w:r w:rsidRPr="00513A1C">
              <w:rPr>
                <w:szCs w:val="19"/>
              </w:rPr>
              <w:t xml:space="preserve"> ……..</w:t>
            </w:r>
          </w:p>
          <w:p w:rsidR="00B73ECB" w:rsidRPr="00513A1C" w:rsidRDefault="00B73ECB" w:rsidP="004D2424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20296A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20296A" w:rsidRPr="00513A1C" w:rsidRDefault="0020296A" w:rsidP="00D27B55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Actie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20296A" w:rsidRPr="00513A1C" w:rsidRDefault="0020296A" w:rsidP="00D27B55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Aandachtspunten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20296A" w:rsidRPr="00513A1C" w:rsidRDefault="0020296A" w:rsidP="00D27B55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proofErr w:type="spellStart"/>
            <w:r w:rsidRPr="00513A1C">
              <w:rPr>
                <w:b/>
                <w:szCs w:val="19"/>
              </w:rPr>
              <w:t>Result</w:t>
            </w:r>
            <w:proofErr w:type="spellEnd"/>
          </w:p>
        </w:tc>
      </w:tr>
      <w:tr w:rsidR="0020296A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0296A" w:rsidRPr="00513A1C" w:rsidRDefault="0020296A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Niveau meting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0296A" w:rsidRPr="00513A1C" w:rsidRDefault="0020296A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Niveau meting wordt op SCADA gepresenteerd</w:t>
            </w:r>
            <w:r w:rsidRPr="00513A1C">
              <w:rPr>
                <w:szCs w:val="19"/>
              </w:rPr>
              <w:t>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20296A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0296A" w:rsidRPr="00513A1C" w:rsidRDefault="0020296A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>
              <w:rPr>
                <w:szCs w:val="19"/>
              </w:rPr>
              <w:t>Trending</w:t>
            </w:r>
            <w:proofErr w:type="spellEnd"/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0296A" w:rsidRPr="00513A1C" w:rsidRDefault="0020296A" w:rsidP="00D27B55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Niveaumeting kan weergegeven worden in </w:t>
            </w:r>
            <w:proofErr w:type="spellStart"/>
            <w:r>
              <w:rPr>
                <w:szCs w:val="19"/>
              </w:rPr>
              <w:t>trending</w:t>
            </w:r>
            <w:proofErr w:type="spellEnd"/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20296A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Alarmering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Alarmering is bereikbaar via </w:t>
            </w:r>
            <w:proofErr w:type="spellStart"/>
            <w:r>
              <w:rPr>
                <w:szCs w:val="19"/>
              </w:rPr>
              <w:t>popup</w:t>
            </w:r>
            <w:proofErr w:type="spellEnd"/>
            <w:r>
              <w:rPr>
                <w:szCs w:val="19"/>
              </w:rPr>
              <w:t xml:space="preserve"> in SCADA, en alarmen kunnen op niveau en urgentie ingesteld worden</w:t>
            </w:r>
            <w:r w:rsidRPr="00513A1C">
              <w:rPr>
                <w:szCs w:val="19"/>
              </w:rPr>
              <w:t>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20296A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20296A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20296A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Opmerkingen:</w:t>
            </w:r>
          </w:p>
          <w:p w:rsidR="0020296A" w:rsidRPr="00513A1C" w:rsidRDefault="0020296A" w:rsidP="00D27B55">
            <w:pPr>
              <w:rPr>
                <w:b/>
                <w:szCs w:val="19"/>
              </w:rPr>
            </w:pPr>
          </w:p>
          <w:p w:rsidR="0020296A" w:rsidRPr="00513A1C" w:rsidRDefault="0020296A" w:rsidP="00D27B55">
            <w:pPr>
              <w:rPr>
                <w:b/>
                <w:szCs w:val="19"/>
              </w:rPr>
            </w:pPr>
          </w:p>
          <w:p w:rsidR="0020296A" w:rsidRPr="00513A1C" w:rsidRDefault="0020296A" w:rsidP="00D27B55">
            <w:pPr>
              <w:spacing w:before="90" w:after="54"/>
              <w:rPr>
                <w:color w:val="339966"/>
                <w:szCs w:val="19"/>
              </w:rPr>
            </w:pPr>
          </w:p>
          <w:p w:rsidR="0020296A" w:rsidRPr="00513A1C" w:rsidRDefault="0020296A" w:rsidP="00D27B55">
            <w:pPr>
              <w:spacing w:before="90" w:after="54"/>
              <w:rPr>
                <w:color w:val="339966"/>
                <w:szCs w:val="19"/>
              </w:rPr>
            </w:pPr>
          </w:p>
          <w:p w:rsidR="0020296A" w:rsidRPr="00513A1C" w:rsidRDefault="0020296A" w:rsidP="00D27B55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</w:p>
        </w:tc>
        <w:tc>
          <w:tcPr>
            <w:tcW w:w="708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0296A" w:rsidRPr="00513A1C" w:rsidRDefault="0020296A" w:rsidP="00D27B55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</w:rPr>
              <w:t xml:space="preserve"> </w:t>
            </w:r>
          </w:p>
        </w:tc>
      </w:tr>
    </w:tbl>
    <w:p w:rsidR="0020296A" w:rsidRDefault="0020296A" w:rsidP="0020296A"/>
    <w:p w:rsidR="00B81A30" w:rsidRDefault="00B81A30">
      <w:pPr>
        <w:spacing w:line="240" w:lineRule="exact"/>
        <w:ind w:left="839" w:hanging="839"/>
      </w:pPr>
      <w:r>
        <w:br w:type="page"/>
      </w:r>
    </w:p>
    <w:p w:rsidR="0020296A" w:rsidRDefault="0020296A" w:rsidP="0020296A">
      <w:pPr>
        <w:pStyle w:val="Heading2"/>
      </w:pPr>
      <w:bookmarkStart w:id="19" w:name="_Toc353094754"/>
      <w:r>
        <w:lastRenderedPageBreak/>
        <w:t>Test LT-016</w:t>
      </w:r>
      <w:bookmarkEnd w:id="19"/>
    </w:p>
    <w:tbl>
      <w:tblPr>
        <w:tblW w:w="9639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  <w:gridCol w:w="850"/>
      </w:tblGrid>
      <w:tr w:rsidR="0020296A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20296A" w:rsidRPr="00513A1C" w:rsidRDefault="0020296A" w:rsidP="00D27B55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Omschrijving/Doel van de test</w:t>
            </w:r>
          </w:p>
        </w:tc>
      </w:tr>
      <w:tr w:rsidR="0020296A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rPr>
                <w:szCs w:val="19"/>
                <w:lang w:eastAsia="ar-SA"/>
              </w:rPr>
            </w:pPr>
          </w:p>
          <w:p w:rsidR="0020296A" w:rsidRPr="00513A1C" w:rsidRDefault="0020296A" w:rsidP="0020296A">
            <w:pPr>
              <w:suppressAutoHyphens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Niveaumeting in </w:t>
            </w:r>
            <w:proofErr w:type="spellStart"/>
            <w:r>
              <w:rPr>
                <w:szCs w:val="19"/>
              </w:rPr>
              <w:t>peilbuis</w:t>
            </w:r>
            <w:proofErr w:type="spellEnd"/>
            <w:r>
              <w:rPr>
                <w:szCs w:val="19"/>
              </w:rPr>
              <w:t xml:space="preserve"> PP-016 functioneert</w:t>
            </w:r>
            <w:r w:rsidRPr="00513A1C">
              <w:rPr>
                <w:szCs w:val="19"/>
              </w:rPr>
              <w:t>.</w:t>
            </w:r>
          </w:p>
        </w:tc>
      </w:tr>
      <w:tr w:rsidR="0020296A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20296A" w:rsidRPr="00513A1C" w:rsidRDefault="0020296A" w:rsidP="00D27B55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20296A" w:rsidRPr="00513A1C" w:rsidTr="00D27B55">
        <w:trPr>
          <w:trHeight w:val="185"/>
        </w:trPr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20296A" w:rsidRPr="00513A1C" w:rsidRDefault="0020296A" w:rsidP="00D27B55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/>
                <w:szCs w:val="19"/>
              </w:rPr>
              <w:t>Inputs</w:t>
            </w:r>
            <w:proofErr w:type="spellEnd"/>
            <w:r w:rsidRPr="00513A1C">
              <w:rPr>
                <w:b/>
                <w:color w:val="FFFFFF"/>
                <w:szCs w:val="19"/>
              </w:rPr>
              <w:t>/pre-condities</w:t>
            </w:r>
          </w:p>
        </w:tc>
      </w:tr>
      <w:tr w:rsidR="0020296A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pStyle w:val="CommentText"/>
              <w:rPr>
                <w:rFonts w:cs="Arial"/>
                <w:sz w:val="19"/>
                <w:szCs w:val="19"/>
                <w:lang w:eastAsia="ar-SA"/>
              </w:rPr>
            </w:pPr>
          </w:p>
          <w:p w:rsidR="0020296A" w:rsidRPr="00513A1C" w:rsidRDefault="0020296A" w:rsidP="00D27B55">
            <w:pPr>
              <w:pStyle w:val="CommentText"/>
              <w:rPr>
                <w:rFonts w:cs="Arial"/>
                <w:sz w:val="19"/>
                <w:szCs w:val="19"/>
              </w:rPr>
            </w:pPr>
          </w:p>
        </w:tc>
      </w:tr>
      <w:tr w:rsidR="0020296A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20296A" w:rsidRPr="00513A1C" w:rsidRDefault="0020296A" w:rsidP="00D27B55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20296A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20296A" w:rsidRPr="00513A1C" w:rsidRDefault="0020296A" w:rsidP="00D27B55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Uitvoering</w:t>
            </w:r>
          </w:p>
        </w:tc>
      </w:tr>
      <w:tr w:rsidR="0020296A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rPr>
                <w:color w:val="339966"/>
                <w:szCs w:val="19"/>
                <w:lang w:eastAsia="ar-SA"/>
              </w:rPr>
            </w:pPr>
          </w:p>
          <w:p w:rsidR="0020296A" w:rsidRPr="00513A1C" w:rsidRDefault="0020296A" w:rsidP="00D27B55">
            <w:pPr>
              <w:suppressAutoHyphens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  <w:lang w:eastAsia="ar-SA"/>
              </w:rPr>
              <w:t xml:space="preserve">Controleer </w:t>
            </w:r>
            <w:r>
              <w:rPr>
                <w:color w:val="339966"/>
                <w:szCs w:val="19"/>
                <w:lang w:eastAsia="ar-SA"/>
              </w:rPr>
              <w:t>werking en presentatie van niveaumeting in SCADA</w:t>
            </w:r>
            <w:r w:rsidRPr="00513A1C">
              <w:rPr>
                <w:color w:val="339966"/>
                <w:szCs w:val="19"/>
                <w:lang w:eastAsia="ar-SA"/>
              </w:rPr>
              <w:t>.</w:t>
            </w:r>
          </w:p>
        </w:tc>
      </w:tr>
      <w:tr w:rsidR="0020296A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20296A" w:rsidRPr="00513A1C" w:rsidRDefault="0020296A" w:rsidP="00D27B55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20296A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20296A" w:rsidRPr="00513A1C" w:rsidRDefault="0020296A" w:rsidP="00D27B55">
            <w:pPr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Verwacht resultaat</w:t>
            </w:r>
          </w:p>
        </w:tc>
      </w:tr>
      <w:tr w:rsidR="0020296A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rPr>
                <w:color w:val="339966"/>
                <w:szCs w:val="19"/>
                <w:lang w:eastAsia="ar-SA"/>
              </w:rPr>
            </w:pPr>
          </w:p>
          <w:p w:rsidR="0020296A" w:rsidRPr="00513A1C" w:rsidRDefault="0020296A" w:rsidP="00D27B55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20296A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20296A" w:rsidRPr="00513A1C" w:rsidRDefault="0020296A" w:rsidP="00D27B55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20296A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20296A" w:rsidRPr="00513A1C" w:rsidRDefault="0020296A" w:rsidP="00D27B55">
            <w:pPr>
              <w:suppressAutoHyphens/>
              <w:rPr>
                <w:b/>
                <w:color w:val="FFFFFF" w:themeColor="background1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 w:themeColor="background1"/>
                <w:szCs w:val="19"/>
              </w:rPr>
              <w:t>Testlog</w:t>
            </w:r>
            <w:proofErr w:type="spellEnd"/>
            <w:r w:rsidRPr="00513A1C">
              <w:rPr>
                <w:b/>
                <w:color w:val="FFFFFF" w:themeColor="background1"/>
                <w:szCs w:val="19"/>
              </w:rPr>
              <w:t xml:space="preserve"> </w:t>
            </w:r>
          </w:p>
        </w:tc>
      </w:tr>
      <w:tr w:rsidR="00B73ECB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73ECB" w:rsidRPr="00513A1C" w:rsidRDefault="00B73ECB" w:rsidP="004D2424">
            <w:pPr>
              <w:rPr>
                <w:szCs w:val="19"/>
                <w:lang w:eastAsia="ar-SA"/>
              </w:rPr>
            </w:pP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>Tester</w:t>
            </w:r>
            <w:r w:rsidRPr="00513A1C">
              <w:rPr>
                <w:szCs w:val="19"/>
              </w:rPr>
              <w:tab/>
            </w:r>
            <w:r w:rsidRPr="00513A1C">
              <w:rPr>
                <w:szCs w:val="19"/>
              </w:rPr>
              <w:tab/>
              <w:t>: …M. Jordaan……..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noProof/>
                <w:szCs w:val="19"/>
              </w:rPr>
              <w:drawing>
                <wp:anchor distT="0" distB="0" distL="114300" distR="114300" simplePos="0" relativeHeight="251750400" behindDoc="0" locked="0" layoutInCell="1" allowOverlap="1" wp14:anchorId="06F88258" wp14:editId="06AD19ED">
                  <wp:simplePos x="0" y="0"/>
                  <wp:positionH relativeFrom="column">
                    <wp:posOffset>984885</wp:posOffset>
                  </wp:positionH>
                  <wp:positionV relativeFrom="paragraph">
                    <wp:posOffset>37465</wp:posOffset>
                  </wp:positionV>
                  <wp:extent cx="352425" cy="304800"/>
                  <wp:effectExtent l="0" t="0" r="9525" b="0"/>
                  <wp:wrapNone/>
                  <wp:docPr id="15" name="Picture 15" descr="Description: MarcelKl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escription: MarcelKl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3A1C">
              <w:rPr>
                <w:szCs w:val="19"/>
              </w:rPr>
              <w:t xml:space="preserve">Datum   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16</w:t>
            </w:r>
            <w:r w:rsidRPr="00513A1C">
              <w:rPr>
                <w:szCs w:val="19"/>
              </w:rPr>
              <w:t>-0</w:t>
            </w:r>
            <w:r>
              <w:rPr>
                <w:szCs w:val="19"/>
              </w:rPr>
              <w:t>4</w:t>
            </w:r>
            <w:r w:rsidRPr="00513A1C">
              <w:rPr>
                <w:szCs w:val="19"/>
              </w:rPr>
              <w:t>-201</w:t>
            </w:r>
            <w:r>
              <w:rPr>
                <w:szCs w:val="19"/>
              </w:rPr>
              <w:t>3</w:t>
            </w:r>
            <w:r w:rsidRPr="00513A1C">
              <w:rPr>
                <w:szCs w:val="19"/>
              </w:rPr>
              <w:t>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Paraaf   </w:t>
            </w:r>
            <w:r w:rsidRPr="00513A1C">
              <w:rPr>
                <w:szCs w:val="19"/>
              </w:rPr>
              <w:tab/>
              <w:t>: ……………………..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Aanwezig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H</w:t>
            </w:r>
            <w:r w:rsidRPr="00513A1C">
              <w:rPr>
                <w:szCs w:val="19"/>
              </w:rPr>
              <w:t xml:space="preserve">. </w:t>
            </w:r>
            <w:r>
              <w:rPr>
                <w:szCs w:val="19"/>
              </w:rPr>
              <w:t>v. d. Graaf</w:t>
            </w:r>
            <w:r w:rsidRPr="00513A1C">
              <w:rPr>
                <w:szCs w:val="19"/>
              </w:rPr>
              <w:t xml:space="preserve"> ……..</w:t>
            </w:r>
          </w:p>
          <w:p w:rsidR="00B73ECB" w:rsidRPr="00513A1C" w:rsidRDefault="00B73ECB" w:rsidP="004D2424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20296A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20296A" w:rsidRPr="00513A1C" w:rsidRDefault="0020296A" w:rsidP="00D27B55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Actie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20296A" w:rsidRPr="00513A1C" w:rsidRDefault="0020296A" w:rsidP="00D27B55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Aandachtspunten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20296A" w:rsidRPr="00513A1C" w:rsidRDefault="0020296A" w:rsidP="00D27B55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proofErr w:type="spellStart"/>
            <w:r w:rsidRPr="00513A1C">
              <w:rPr>
                <w:b/>
                <w:szCs w:val="19"/>
              </w:rPr>
              <w:t>Result</w:t>
            </w:r>
            <w:proofErr w:type="spellEnd"/>
          </w:p>
        </w:tc>
      </w:tr>
      <w:tr w:rsidR="0020296A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0296A" w:rsidRPr="00513A1C" w:rsidRDefault="0020296A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Niveau meting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0296A" w:rsidRPr="00513A1C" w:rsidRDefault="0020296A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Niveau meting wordt op SCADA gepresenteerd</w:t>
            </w:r>
            <w:r w:rsidRPr="00513A1C">
              <w:rPr>
                <w:szCs w:val="19"/>
              </w:rPr>
              <w:t>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20296A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0296A" w:rsidRPr="00513A1C" w:rsidRDefault="0020296A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>
              <w:rPr>
                <w:szCs w:val="19"/>
              </w:rPr>
              <w:t>Trending</w:t>
            </w:r>
            <w:proofErr w:type="spellEnd"/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0296A" w:rsidRPr="00513A1C" w:rsidRDefault="0020296A" w:rsidP="00D27B55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Niveaumeting kan weergegeven worden in </w:t>
            </w:r>
            <w:proofErr w:type="spellStart"/>
            <w:r>
              <w:rPr>
                <w:szCs w:val="19"/>
              </w:rPr>
              <w:t>trending</w:t>
            </w:r>
            <w:proofErr w:type="spellEnd"/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20296A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Alarmering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Alarmering is bereikbaar via </w:t>
            </w:r>
            <w:proofErr w:type="spellStart"/>
            <w:r>
              <w:rPr>
                <w:szCs w:val="19"/>
              </w:rPr>
              <w:t>popup</w:t>
            </w:r>
            <w:proofErr w:type="spellEnd"/>
            <w:r>
              <w:rPr>
                <w:szCs w:val="19"/>
              </w:rPr>
              <w:t xml:space="preserve"> in SCADA, en alarmen kunnen op niveau en urgentie ingesteld worden</w:t>
            </w:r>
            <w:r w:rsidRPr="00513A1C">
              <w:rPr>
                <w:szCs w:val="19"/>
              </w:rPr>
              <w:t>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20296A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20296A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20296A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0296A" w:rsidRPr="00513A1C" w:rsidRDefault="0020296A" w:rsidP="00D27B55">
            <w:pPr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Opmerkingen:</w:t>
            </w:r>
          </w:p>
          <w:p w:rsidR="0020296A" w:rsidRPr="00513A1C" w:rsidRDefault="0020296A" w:rsidP="00D27B55">
            <w:pPr>
              <w:rPr>
                <w:b/>
                <w:szCs w:val="19"/>
              </w:rPr>
            </w:pPr>
          </w:p>
          <w:p w:rsidR="0020296A" w:rsidRPr="00513A1C" w:rsidRDefault="0020296A" w:rsidP="00D27B55">
            <w:pPr>
              <w:rPr>
                <w:b/>
                <w:szCs w:val="19"/>
              </w:rPr>
            </w:pPr>
          </w:p>
          <w:p w:rsidR="0020296A" w:rsidRPr="00513A1C" w:rsidRDefault="0020296A" w:rsidP="00D27B55">
            <w:pPr>
              <w:spacing w:before="90" w:after="54"/>
              <w:rPr>
                <w:color w:val="339966"/>
                <w:szCs w:val="19"/>
              </w:rPr>
            </w:pPr>
          </w:p>
          <w:p w:rsidR="0020296A" w:rsidRPr="00513A1C" w:rsidRDefault="0020296A" w:rsidP="00D27B55">
            <w:pPr>
              <w:spacing w:before="90" w:after="54"/>
              <w:rPr>
                <w:color w:val="339966"/>
                <w:szCs w:val="19"/>
              </w:rPr>
            </w:pPr>
          </w:p>
          <w:p w:rsidR="0020296A" w:rsidRPr="00513A1C" w:rsidRDefault="0020296A" w:rsidP="00D27B55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</w:p>
        </w:tc>
        <w:tc>
          <w:tcPr>
            <w:tcW w:w="708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0296A" w:rsidRPr="00513A1C" w:rsidRDefault="0020296A" w:rsidP="00D27B55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</w:rPr>
              <w:t xml:space="preserve"> </w:t>
            </w:r>
          </w:p>
        </w:tc>
      </w:tr>
    </w:tbl>
    <w:p w:rsidR="0020296A" w:rsidRDefault="0020296A" w:rsidP="0020296A"/>
    <w:p w:rsidR="00546D9A" w:rsidRDefault="00546D9A">
      <w:pPr>
        <w:spacing w:line="240" w:lineRule="exact"/>
        <w:ind w:left="839" w:hanging="839"/>
      </w:pPr>
      <w:r>
        <w:br w:type="page"/>
      </w:r>
    </w:p>
    <w:p w:rsidR="00E3541C" w:rsidRDefault="00E3541C" w:rsidP="00E3541C">
      <w:pPr>
        <w:pStyle w:val="Heading2"/>
      </w:pPr>
      <w:bookmarkStart w:id="20" w:name="_Toc353094755"/>
      <w:r>
        <w:lastRenderedPageBreak/>
        <w:t>Test LT-104</w:t>
      </w:r>
      <w:bookmarkEnd w:id="20"/>
    </w:p>
    <w:tbl>
      <w:tblPr>
        <w:tblW w:w="9639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  <w:gridCol w:w="850"/>
      </w:tblGrid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E3541C" w:rsidRPr="00513A1C" w:rsidRDefault="00E3541C" w:rsidP="00D27B55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Omschrijving/Doel van de test</w:t>
            </w: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rPr>
                <w:szCs w:val="19"/>
                <w:lang w:eastAsia="ar-SA"/>
              </w:rPr>
            </w:pPr>
          </w:p>
          <w:p w:rsidR="00E3541C" w:rsidRPr="00513A1C" w:rsidRDefault="00E3541C" w:rsidP="00E3541C">
            <w:pPr>
              <w:suppressAutoHyphens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Niveaumeting in </w:t>
            </w:r>
            <w:proofErr w:type="spellStart"/>
            <w:r>
              <w:rPr>
                <w:szCs w:val="19"/>
              </w:rPr>
              <w:t>peilbuis</w:t>
            </w:r>
            <w:proofErr w:type="spellEnd"/>
            <w:r>
              <w:rPr>
                <w:szCs w:val="19"/>
              </w:rPr>
              <w:t xml:space="preserve"> PP-104 functioneert</w:t>
            </w:r>
            <w:r w:rsidRPr="00513A1C">
              <w:rPr>
                <w:szCs w:val="19"/>
              </w:rPr>
              <w:t>.</w:t>
            </w: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E3541C" w:rsidRPr="00513A1C" w:rsidRDefault="00E3541C" w:rsidP="00D27B55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E3541C" w:rsidRPr="00513A1C" w:rsidTr="00D27B55">
        <w:trPr>
          <w:trHeight w:val="185"/>
        </w:trPr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E3541C" w:rsidRPr="00513A1C" w:rsidRDefault="00E3541C" w:rsidP="00D27B55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/>
                <w:szCs w:val="19"/>
              </w:rPr>
              <w:t>Inputs</w:t>
            </w:r>
            <w:proofErr w:type="spellEnd"/>
            <w:r w:rsidRPr="00513A1C">
              <w:rPr>
                <w:b/>
                <w:color w:val="FFFFFF"/>
                <w:szCs w:val="19"/>
              </w:rPr>
              <w:t>/pre-condities</w:t>
            </w: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pStyle w:val="CommentText"/>
              <w:rPr>
                <w:rFonts w:cs="Arial"/>
                <w:sz w:val="19"/>
                <w:szCs w:val="19"/>
                <w:lang w:eastAsia="ar-SA"/>
              </w:rPr>
            </w:pPr>
          </w:p>
          <w:p w:rsidR="00E3541C" w:rsidRPr="00513A1C" w:rsidRDefault="00E3541C" w:rsidP="00D27B55">
            <w:pPr>
              <w:pStyle w:val="CommentText"/>
              <w:rPr>
                <w:rFonts w:cs="Arial"/>
                <w:sz w:val="19"/>
                <w:szCs w:val="19"/>
              </w:rPr>
            </w:pP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E3541C" w:rsidRPr="00513A1C" w:rsidRDefault="00E3541C" w:rsidP="00D27B55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E3541C" w:rsidRPr="00513A1C" w:rsidRDefault="00E3541C" w:rsidP="00D27B55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Uitvoering</w:t>
            </w: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rPr>
                <w:color w:val="339966"/>
                <w:szCs w:val="19"/>
                <w:lang w:eastAsia="ar-SA"/>
              </w:rPr>
            </w:pPr>
          </w:p>
          <w:p w:rsidR="00E3541C" w:rsidRPr="00513A1C" w:rsidRDefault="00E3541C" w:rsidP="00D27B55">
            <w:pPr>
              <w:suppressAutoHyphens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  <w:lang w:eastAsia="ar-SA"/>
              </w:rPr>
              <w:t xml:space="preserve">Controleer </w:t>
            </w:r>
            <w:r>
              <w:rPr>
                <w:color w:val="339966"/>
                <w:szCs w:val="19"/>
                <w:lang w:eastAsia="ar-SA"/>
              </w:rPr>
              <w:t>werking en presentatie van niveaumeting in SCADA</w:t>
            </w:r>
            <w:r w:rsidRPr="00513A1C">
              <w:rPr>
                <w:color w:val="339966"/>
                <w:szCs w:val="19"/>
                <w:lang w:eastAsia="ar-SA"/>
              </w:rPr>
              <w:t>.</w:t>
            </w: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E3541C" w:rsidRPr="00513A1C" w:rsidRDefault="00E3541C" w:rsidP="00D27B55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E3541C" w:rsidRPr="00513A1C" w:rsidRDefault="00E3541C" w:rsidP="00D27B55">
            <w:pPr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Verwacht resultaat</w:t>
            </w: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rPr>
                <w:color w:val="339966"/>
                <w:szCs w:val="19"/>
                <w:lang w:eastAsia="ar-SA"/>
              </w:rPr>
            </w:pPr>
          </w:p>
          <w:p w:rsidR="00E3541C" w:rsidRPr="00513A1C" w:rsidRDefault="00E3541C" w:rsidP="00D27B55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E3541C" w:rsidRPr="00513A1C" w:rsidRDefault="00E3541C" w:rsidP="00D27B55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E3541C" w:rsidRPr="00513A1C" w:rsidRDefault="00E3541C" w:rsidP="00D27B55">
            <w:pPr>
              <w:suppressAutoHyphens/>
              <w:rPr>
                <w:b/>
                <w:color w:val="FFFFFF" w:themeColor="background1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 w:themeColor="background1"/>
                <w:szCs w:val="19"/>
              </w:rPr>
              <w:t>Testlog</w:t>
            </w:r>
            <w:proofErr w:type="spellEnd"/>
            <w:r w:rsidRPr="00513A1C">
              <w:rPr>
                <w:b/>
                <w:color w:val="FFFFFF" w:themeColor="background1"/>
                <w:szCs w:val="19"/>
              </w:rPr>
              <w:t xml:space="preserve"> </w:t>
            </w:r>
          </w:p>
        </w:tc>
      </w:tr>
      <w:tr w:rsidR="00B73ECB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73ECB" w:rsidRPr="00513A1C" w:rsidRDefault="00B73ECB" w:rsidP="004D2424">
            <w:pPr>
              <w:rPr>
                <w:szCs w:val="19"/>
                <w:lang w:eastAsia="ar-SA"/>
              </w:rPr>
            </w:pP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>Tester</w:t>
            </w:r>
            <w:r w:rsidRPr="00513A1C">
              <w:rPr>
                <w:szCs w:val="19"/>
              </w:rPr>
              <w:tab/>
            </w:r>
            <w:r w:rsidRPr="00513A1C">
              <w:rPr>
                <w:szCs w:val="19"/>
              </w:rPr>
              <w:tab/>
              <w:t>: …M. Jordaan……..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noProof/>
                <w:szCs w:val="19"/>
              </w:rPr>
              <w:drawing>
                <wp:anchor distT="0" distB="0" distL="114300" distR="114300" simplePos="0" relativeHeight="251752448" behindDoc="0" locked="0" layoutInCell="1" allowOverlap="1" wp14:anchorId="5259B76B" wp14:editId="56DE7144">
                  <wp:simplePos x="0" y="0"/>
                  <wp:positionH relativeFrom="column">
                    <wp:posOffset>984885</wp:posOffset>
                  </wp:positionH>
                  <wp:positionV relativeFrom="paragraph">
                    <wp:posOffset>37465</wp:posOffset>
                  </wp:positionV>
                  <wp:extent cx="352425" cy="304800"/>
                  <wp:effectExtent l="0" t="0" r="9525" b="0"/>
                  <wp:wrapNone/>
                  <wp:docPr id="16" name="Picture 16" descr="Description: MarcelKl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escription: MarcelKl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3A1C">
              <w:rPr>
                <w:szCs w:val="19"/>
              </w:rPr>
              <w:t xml:space="preserve">Datum   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16</w:t>
            </w:r>
            <w:r w:rsidRPr="00513A1C">
              <w:rPr>
                <w:szCs w:val="19"/>
              </w:rPr>
              <w:t>-0</w:t>
            </w:r>
            <w:r>
              <w:rPr>
                <w:szCs w:val="19"/>
              </w:rPr>
              <w:t>4</w:t>
            </w:r>
            <w:r w:rsidRPr="00513A1C">
              <w:rPr>
                <w:szCs w:val="19"/>
              </w:rPr>
              <w:t>-201</w:t>
            </w:r>
            <w:r>
              <w:rPr>
                <w:szCs w:val="19"/>
              </w:rPr>
              <w:t>3</w:t>
            </w:r>
            <w:r w:rsidRPr="00513A1C">
              <w:rPr>
                <w:szCs w:val="19"/>
              </w:rPr>
              <w:t>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Paraaf   </w:t>
            </w:r>
            <w:r w:rsidRPr="00513A1C">
              <w:rPr>
                <w:szCs w:val="19"/>
              </w:rPr>
              <w:tab/>
              <w:t>: ……………………..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Aanwezig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H</w:t>
            </w:r>
            <w:r w:rsidRPr="00513A1C">
              <w:rPr>
                <w:szCs w:val="19"/>
              </w:rPr>
              <w:t xml:space="preserve">. </w:t>
            </w:r>
            <w:r>
              <w:rPr>
                <w:szCs w:val="19"/>
              </w:rPr>
              <w:t>v. d. Graaf</w:t>
            </w:r>
            <w:r w:rsidRPr="00513A1C">
              <w:rPr>
                <w:szCs w:val="19"/>
              </w:rPr>
              <w:t xml:space="preserve"> ……..</w:t>
            </w:r>
          </w:p>
          <w:p w:rsidR="00B73ECB" w:rsidRPr="00513A1C" w:rsidRDefault="00B73ECB" w:rsidP="004D2424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E3541C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E3541C" w:rsidRPr="00513A1C" w:rsidRDefault="00E3541C" w:rsidP="00D27B55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Actie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E3541C" w:rsidRPr="00513A1C" w:rsidRDefault="00E3541C" w:rsidP="00D27B55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Aandachtspunten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E3541C" w:rsidRPr="00513A1C" w:rsidRDefault="00E3541C" w:rsidP="00D27B55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proofErr w:type="spellStart"/>
            <w:r w:rsidRPr="00513A1C">
              <w:rPr>
                <w:b/>
                <w:szCs w:val="19"/>
              </w:rPr>
              <w:t>Result</w:t>
            </w:r>
            <w:proofErr w:type="spellEnd"/>
          </w:p>
        </w:tc>
      </w:tr>
      <w:tr w:rsidR="00E3541C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3541C" w:rsidRPr="00513A1C" w:rsidRDefault="00E3541C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Niveau meting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3541C" w:rsidRPr="00513A1C" w:rsidRDefault="00E3541C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Niveau meting wordt op SCADA gepresenteerd</w:t>
            </w:r>
            <w:r w:rsidRPr="00513A1C">
              <w:rPr>
                <w:szCs w:val="19"/>
              </w:rPr>
              <w:t>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E3541C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3541C" w:rsidRPr="00513A1C" w:rsidRDefault="00E3541C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>
              <w:rPr>
                <w:szCs w:val="19"/>
              </w:rPr>
              <w:t>Trending</w:t>
            </w:r>
            <w:proofErr w:type="spellEnd"/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3541C" w:rsidRPr="00513A1C" w:rsidRDefault="00E3541C" w:rsidP="00D27B55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Niveaumeting kan weergegeven worden in </w:t>
            </w:r>
            <w:proofErr w:type="spellStart"/>
            <w:r>
              <w:rPr>
                <w:szCs w:val="19"/>
              </w:rPr>
              <w:t>trending</w:t>
            </w:r>
            <w:proofErr w:type="spellEnd"/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E3541C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Alarmering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Alarmering is bereikbaar via </w:t>
            </w:r>
            <w:proofErr w:type="spellStart"/>
            <w:r>
              <w:rPr>
                <w:szCs w:val="19"/>
              </w:rPr>
              <w:t>popup</w:t>
            </w:r>
            <w:proofErr w:type="spellEnd"/>
            <w:r>
              <w:rPr>
                <w:szCs w:val="19"/>
              </w:rPr>
              <w:t xml:space="preserve"> in SCADA, en alarmen kunnen op niveau en urgentie ingesteld worden</w:t>
            </w:r>
            <w:r w:rsidRPr="00513A1C">
              <w:rPr>
                <w:szCs w:val="19"/>
              </w:rPr>
              <w:t>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E3541C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E3541C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E3541C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Opmerkingen:</w:t>
            </w:r>
          </w:p>
          <w:p w:rsidR="00E3541C" w:rsidRPr="00513A1C" w:rsidRDefault="00E3541C" w:rsidP="00D27B55">
            <w:pPr>
              <w:rPr>
                <w:b/>
                <w:szCs w:val="19"/>
              </w:rPr>
            </w:pPr>
          </w:p>
          <w:p w:rsidR="00E3541C" w:rsidRPr="00513A1C" w:rsidRDefault="00E3541C" w:rsidP="00D27B55">
            <w:pPr>
              <w:rPr>
                <w:b/>
                <w:szCs w:val="19"/>
              </w:rPr>
            </w:pPr>
          </w:p>
          <w:p w:rsidR="00E3541C" w:rsidRPr="00513A1C" w:rsidRDefault="00E3541C" w:rsidP="00D27B55">
            <w:pPr>
              <w:spacing w:before="90" w:after="54"/>
              <w:rPr>
                <w:color w:val="339966"/>
                <w:szCs w:val="19"/>
              </w:rPr>
            </w:pPr>
          </w:p>
          <w:p w:rsidR="00E3541C" w:rsidRPr="00513A1C" w:rsidRDefault="00E3541C" w:rsidP="00D27B55">
            <w:pPr>
              <w:spacing w:before="90" w:after="54"/>
              <w:rPr>
                <w:color w:val="339966"/>
                <w:szCs w:val="19"/>
              </w:rPr>
            </w:pPr>
          </w:p>
          <w:p w:rsidR="00E3541C" w:rsidRPr="00513A1C" w:rsidRDefault="00E3541C" w:rsidP="00D27B55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</w:p>
        </w:tc>
        <w:tc>
          <w:tcPr>
            <w:tcW w:w="708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3541C" w:rsidRPr="00513A1C" w:rsidRDefault="00E3541C" w:rsidP="00D27B55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</w:rPr>
              <w:t xml:space="preserve"> </w:t>
            </w:r>
          </w:p>
        </w:tc>
      </w:tr>
    </w:tbl>
    <w:p w:rsidR="00E3541C" w:rsidRDefault="00E3541C" w:rsidP="00E3541C"/>
    <w:p w:rsidR="00E3541C" w:rsidRDefault="00E3541C" w:rsidP="00E3541C"/>
    <w:p w:rsidR="00E3541C" w:rsidRDefault="00E3541C" w:rsidP="00E3541C">
      <w:pPr>
        <w:spacing w:line="240" w:lineRule="exact"/>
        <w:ind w:left="839" w:hanging="839"/>
      </w:pPr>
      <w:r>
        <w:br w:type="page"/>
      </w:r>
    </w:p>
    <w:p w:rsidR="00E3541C" w:rsidRDefault="00E3541C" w:rsidP="00E3541C">
      <w:pPr>
        <w:pStyle w:val="Heading2"/>
      </w:pPr>
      <w:bookmarkStart w:id="21" w:name="_Toc353094756"/>
      <w:r>
        <w:lastRenderedPageBreak/>
        <w:t>Test LT-105</w:t>
      </w:r>
      <w:bookmarkEnd w:id="21"/>
    </w:p>
    <w:tbl>
      <w:tblPr>
        <w:tblW w:w="9639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  <w:gridCol w:w="850"/>
      </w:tblGrid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E3541C" w:rsidRPr="00513A1C" w:rsidRDefault="00E3541C" w:rsidP="00D27B55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Omschrijving/Doel van de test</w:t>
            </w: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rPr>
                <w:szCs w:val="19"/>
                <w:lang w:eastAsia="ar-SA"/>
              </w:rPr>
            </w:pPr>
          </w:p>
          <w:p w:rsidR="00E3541C" w:rsidRPr="00513A1C" w:rsidRDefault="00E3541C" w:rsidP="00E3541C">
            <w:pPr>
              <w:suppressAutoHyphens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Niveaumeting in </w:t>
            </w:r>
            <w:proofErr w:type="spellStart"/>
            <w:r>
              <w:rPr>
                <w:szCs w:val="19"/>
              </w:rPr>
              <w:t>peilbuis</w:t>
            </w:r>
            <w:proofErr w:type="spellEnd"/>
            <w:r>
              <w:rPr>
                <w:szCs w:val="19"/>
              </w:rPr>
              <w:t xml:space="preserve"> PP-105 functioneert</w:t>
            </w:r>
            <w:r w:rsidRPr="00513A1C">
              <w:rPr>
                <w:szCs w:val="19"/>
              </w:rPr>
              <w:t>.</w:t>
            </w: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E3541C" w:rsidRPr="00513A1C" w:rsidRDefault="00E3541C" w:rsidP="00D27B55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E3541C" w:rsidRPr="00513A1C" w:rsidTr="00D27B55">
        <w:trPr>
          <w:trHeight w:val="185"/>
        </w:trPr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E3541C" w:rsidRPr="00513A1C" w:rsidRDefault="00E3541C" w:rsidP="00D27B55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/>
                <w:szCs w:val="19"/>
              </w:rPr>
              <w:t>Inputs</w:t>
            </w:r>
            <w:proofErr w:type="spellEnd"/>
            <w:r w:rsidRPr="00513A1C">
              <w:rPr>
                <w:b/>
                <w:color w:val="FFFFFF"/>
                <w:szCs w:val="19"/>
              </w:rPr>
              <w:t>/pre-condities</w:t>
            </w: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pStyle w:val="CommentText"/>
              <w:rPr>
                <w:rFonts w:cs="Arial"/>
                <w:sz w:val="19"/>
                <w:szCs w:val="19"/>
                <w:lang w:eastAsia="ar-SA"/>
              </w:rPr>
            </w:pPr>
          </w:p>
          <w:p w:rsidR="00E3541C" w:rsidRPr="00513A1C" w:rsidRDefault="00E3541C" w:rsidP="00D27B55">
            <w:pPr>
              <w:pStyle w:val="CommentText"/>
              <w:rPr>
                <w:rFonts w:cs="Arial"/>
                <w:sz w:val="19"/>
                <w:szCs w:val="19"/>
              </w:rPr>
            </w:pP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E3541C" w:rsidRPr="00513A1C" w:rsidRDefault="00E3541C" w:rsidP="00D27B55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E3541C" w:rsidRPr="00513A1C" w:rsidRDefault="00E3541C" w:rsidP="00D27B55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Uitvoering</w:t>
            </w: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rPr>
                <w:color w:val="339966"/>
                <w:szCs w:val="19"/>
                <w:lang w:eastAsia="ar-SA"/>
              </w:rPr>
            </w:pPr>
          </w:p>
          <w:p w:rsidR="00E3541C" w:rsidRPr="00513A1C" w:rsidRDefault="00E3541C" w:rsidP="00D27B55">
            <w:pPr>
              <w:suppressAutoHyphens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  <w:lang w:eastAsia="ar-SA"/>
              </w:rPr>
              <w:t xml:space="preserve">Controleer </w:t>
            </w:r>
            <w:r>
              <w:rPr>
                <w:color w:val="339966"/>
                <w:szCs w:val="19"/>
                <w:lang w:eastAsia="ar-SA"/>
              </w:rPr>
              <w:t>werking en presentatie van niveaumeting in SCADA</w:t>
            </w:r>
            <w:r w:rsidRPr="00513A1C">
              <w:rPr>
                <w:color w:val="339966"/>
                <w:szCs w:val="19"/>
                <w:lang w:eastAsia="ar-SA"/>
              </w:rPr>
              <w:t>.</w:t>
            </w: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E3541C" w:rsidRPr="00513A1C" w:rsidRDefault="00E3541C" w:rsidP="00D27B55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E3541C" w:rsidRPr="00513A1C" w:rsidRDefault="00E3541C" w:rsidP="00D27B55">
            <w:pPr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Verwacht resultaat</w:t>
            </w: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rPr>
                <w:color w:val="339966"/>
                <w:szCs w:val="19"/>
                <w:lang w:eastAsia="ar-SA"/>
              </w:rPr>
            </w:pPr>
          </w:p>
          <w:p w:rsidR="00E3541C" w:rsidRPr="00513A1C" w:rsidRDefault="00E3541C" w:rsidP="00D27B55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E3541C" w:rsidRPr="00513A1C" w:rsidRDefault="00E3541C" w:rsidP="00D27B55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E3541C" w:rsidRPr="00513A1C" w:rsidRDefault="00E3541C" w:rsidP="00D27B55">
            <w:pPr>
              <w:suppressAutoHyphens/>
              <w:rPr>
                <w:b/>
                <w:color w:val="FFFFFF" w:themeColor="background1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 w:themeColor="background1"/>
                <w:szCs w:val="19"/>
              </w:rPr>
              <w:t>Testlog</w:t>
            </w:r>
            <w:proofErr w:type="spellEnd"/>
            <w:r w:rsidRPr="00513A1C">
              <w:rPr>
                <w:b/>
                <w:color w:val="FFFFFF" w:themeColor="background1"/>
                <w:szCs w:val="19"/>
              </w:rPr>
              <w:t xml:space="preserve"> </w:t>
            </w:r>
          </w:p>
        </w:tc>
      </w:tr>
      <w:tr w:rsidR="00B73ECB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73ECB" w:rsidRPr="00513A1C" w:rsidRDefault="00B73ECB" w:rsidP="004D2424">
            <w:pPr>
              <w:rPr>
                <w:szCs w:val="19"/>
                <w:lang w:eastAsia="ar-SA"/>
              </w:rPr>
            </w:pP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>Tester</w:t>
            </w:r>
            <w:r w:rsidRPr="00513A1C">
              <w:rPr>
                <w:szCs w:val="19"/>
              </w:rPr>
              <w:tab/>
            </w:r>
            <w:r w:rsidRPr="00513A1C">
              <w:rPr>
                <w:szCs w:val="19"/>
              </w:rPr>
              <w:tab/>
              <w:t>: …M. Jordaan……..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noProof/>
                <w:szCs w:val="19"/>
              </w:rPr>
              <w:drawing>
                <wp:anchor distT="0" distB="0" distL="114300" distR="114300" simplePos="0" relativeHeight="251754496" behindDoc="0" locked="0" layoutInCell="1" allowOverlap="1" wp14:anchorId="2DEB43D2" wp14:editId="3595AD53">
                  <wp:simplePos x="0" y="0"/>
                  <wp:positionH relativeFrom="column">
                    <wp:posOffset>984885</wp:posOffset>
                  </wp:positionH>
                  <wp:positionV relativeFrom="paragraph">
                    <wp:posOffset>37465</wp:posOffset>
                  </wp:positionV>
                  <wp:extent cx="352425" cy="304800"/>
                  <wp:effectExtent l="0" t="0" r="9525" b="0"/>
                  <wp:wrapNone/>
                  <wp:docPr id="18" name="Picture 18" descr="Description: MarcelKl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escription: MarcelKl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3A1C">
              <w:rPr>
                <w:szCs w:val="19"/>
              </w:rPr>
              <w:t xml:space="preserve">Datum   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16</w:t>
            </w:r>
            <w:r w:rsidRPr="00513A1C">
              <w:rPr>
                <w:szCs w:val="19"/>
              </w:rPr>
              <w:t>-0</w:t>
            </w:r>
            <w:r>
              <w:rPr>
                <w:szCs w:val="19"/>
              </w:rPr>
              <w:t>4</w:t>
            </w:r>
            <w:r w:rsidRPr="00513A1C">
              <w:rPr>
                <w:szCs w:val="19"/>
              </w:rPr>
              <w:t>-201</w:t>
            </w:r>
            <w:r>
              <w:rPr>
                <w:szCs w:val="19"/>
              </w:rPr>
              <w:t>3</w:t>
            </w:r>
            <w:r w:rsidRPr="00513A1C">
              <w:rPr>
                <w:szCs w:val="19"/>
              </w:rPr>
              <w:t>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Paraaf   </w:t>
            </w:r>
            <w:r w:rsidRPr="00513A1C">
              <w:rPr>
                <w:szCs w:val="19"/>
              </w:rPr>
              <w:tab/>
              <w:t>: ……………………..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Aanwezig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H</w:t>
            </w:r>
            <w:r w:rsidRPr="00513A1C">
              <w:rPr>
                <w:szCs w:val="19"/>
              </w:rPr>
              <w:t xml:space="preserve">. </w:t>
            </w:r>
            <w:r>
              <w:rPr>
                <w:szCs w:val="19"/>
              </w:rPr>
              <w:t>v. d. Graaf</w:t>
            </w:r>
            <w:r w:rsidRPr="00513A1C">
              <w:rPr>
                <w:szCs w:val="19"/>
              </w:rPr>
              <w:t xml:space="preserve"> ……..</w:t>
            </w:r>
          </w:p>
          <w:p w:rsidR="00B73ECB" w:rsidRPr="00513A1C" w:rsidRDefault="00B73ECB" w:rsidP="004D2424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E3541C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E3541C" w:rsidRPr="00513A1C" w:rsidRDefault="00E3541C" w:rsidP="00D27B55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Actie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E3541C" w:rsidRPr="00513A1C" w:rsidRDefault="00E3541C" w:rsidP="00D27B55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Aandachtspunten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E3541C" w:rsidRPr="00513A1C" w:rsidRDefault="00E3541C" w:rsidP="00D27B55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proofErr w:type="spellStart"/>
            <w:r w:rsidRPr="00513A1C">
              <w:rPr>
                <w:b/>
                <w:szCs w:val="19"/>
              </w:rPr>
              <w:t>Result</w:t>
            </w:r>
            <w:proofErr w:type="spellEnd"/>
          </w:p>
        </w:tc>
      </w:tr>
      <w:tr w:rsidR="00E3541C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3541C" w:rsidRPr="00513A1C" w:rsidRDefault="00E3541C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Niveau meting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3541C" w:rsidRPr="00513A1C" w:rsidRDefault="00E3541C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Niveau meting wordt op SCADA gepresenteerd</w:t>
            </w:r>
            <w:r w:rsidRPr="00513A1C">
              <w:rPr>
                <w:szCs w:val="19"/>
              </w:rPr>
              <w:t>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E3541C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3541C" w:rsidRPr="00513A1C" w:rsidRDefault="00E3541C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>
              <w:rPr>
                <w:szCs w:val="19"/>
              </w:rPr>
              <w:t>Trending</w:t>
            </w:r>
            <w:proofErr w:type="spellEnd"/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3541C" w:rsidRPr="00513A1C" w:rsidRDefault="00E3541C" w:rsidP="00D27B55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Niveaumeting kan weergegeven worden in </w:t>
            </w:r>
            <w:proofErr w:type="spellStart"/>
            <w:r>
              <w:rPr>
                <w:szCs w:val="19"/>
              </w:rPr>
              <w:t>trending</w:t>
            </w:r>
            <w:proofErr w:type="spellEnd"/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E3541C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Alarmering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Alarmering is bereikbaar via </w:t>
            </w:r>
            <w:proofErr w:type="spellStart"/>
            <w:r>
              <w:rPr>
                <w:szCs w:val="19"/>
              </w:rPr>
              <w:t>popup</w:t>
            </w:r>
            <w:proofErr w:type="spellEnd"/>
            <w:r>
              <w:rPr>
                <w:szCs w:val="19"/>
              </w:rPr>
              <w:t xml:space="preserve"> in SCADA, en alarmen kunnen op niveau en urgentie ingesteld worden</w:t>
            </w:r>
            <w:r w:rsidRPr="00513A1C">
              <w:rPr>
                <w:szCs w:val="19"/>
              </w:rPr>
              <w:t>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E3541C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E3541C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E3541C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Opmerkingen:</w:t>
            </w:r>
          </w:p>
          <w:p w:rsidR="00E3541C" w:rsidRPr="00513A1C" w:rsidRDefault="00E3541C" w:rsidP="00D27B55">
            <w:pPr>
              <w:rPr>
                <w:b/>
                <w:szCs w:val="19"/>
              </w:rPr>
            </w:pPr>
          </w:p>
          <w:p w:rsidR="00E3541C" w:rsidRPr="00513A1C" w:rsidRDefault="00E3541C" w:rsidP="00D27B55">
            <w:pPr>
              <w:rPr>
                <w:b/>
                <w:szCs w:val="19"/>
              </w:rPr>
            </w:pPr>
          </w:p>
          <w:p w:rsidR="00E3541C" w:rsidRPr="00513A1C" w:rsidRDefault="00E3541C" w:rsidP="00D27B55">
            <w:pPr>
              <w:spacing w:before="90" w:after="54"/>
              <w:rPr>
                <w:color w:val="339966"/>
                <w:szCs w:val="19"/>
              </w:rPr>
            </w:pPr>
          </w:p>
          <w:p w:rsidR="00E3541C" w:rsidRPr="00513A1C" w:rsidRDefault="00E3541C" w:rsidP="00D27B55">
            <w:pPr>
              <w:spacing w:before="90" w:after="54"/>
              <w:rPr>
                <w:color w:val="339966"/>
                <w:szCs w:val="19"/>
              </w:rPr>
            </w:pPr>
          </w:p>
          <w:p w:rsidR="00E3541C" w:rsidRPr="00513A1C" w:rsidRDefault="00E3541C" w:rsidP="00D27B55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</w:p>
        </w:tc>
        <w:tc>
          <w:tcPr>
            <w:tcW w:w="708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3541C" w:rsidRPr="00513A1C" w:rsidRDefault="00E3541C" w:rsidP="00D27B55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</w:rPr>
              <w:t xml:space="preserve"> </w:t>
            </w:r>
          </w:p>
        </w:tc>
      </w:tr>
    </w:tbl>
    <w:p w:rsidR="00E3541C" w:rsidRDefault="00E3541C" w:rsidP="00E3541C"/>
    <w:p w:rsidR="00E3541C" w:rsidRDefault="00E3541C" w:rsidP="00E3541C">
      <w:pPr>
        <w:spacing w:line="240" w:lineRule="exact"/>
        <w:ind w:left="839" w:hanging="839"/>
      </w:pPr>
      <w:r>
        <w:br w:type="page"/>
      </w:r>
    </w:p>
    <w:p w:rsidR="00E3541C" w:rsidRDefault="00E3541C" w:rsidP="00E3541C">
      <w:pPr>
        <w:pStyle w:val="Heading2"/>
      </w:pPr>
      <w:bookmarkStart w:id="22" w:name="_Toc353094757"/>
      <w:r>
        <w:lastRenderedPageBreak/>
        <w:t>Test LT-106</w:t>
      </w:r>
      <w:bookmarkEnd w:id="22"/>
    </w:p>
    <w:tbl>
      <w:tblPr>
        <w:tblW w:w="9639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  <w:gridCol w:w="850"/>
      </w:tblGrid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E3541C" w:rsidRPr="00513A1C" w:rsidRDefault="00E3541C" w:rsidP="00D27B55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Omschrijving/Doel van de test</w:t>
            </w: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rPr>
                <w:szCs w:val="19"/>
                <w:lang w:eastAsia="ar-SA"/>
              </w:rPr>
            </w:pPr>
          </w:p>
          <w:p w:rsidR="00E3541C" w:rsidRPr="00513A1C" w:rsidRDefault="00E3541C" w:rsidP="00E3541C">
            <w:pPr>
              <w:suppressAutoHyphens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Niveaumeting in </w:t>
            </w:r>
            <w:proofErr w:type="spellStart"/>
            <w:r>
              <w:rPr>
                <w:szCs w:val="19"/>
              </w:rPr>
              <w:t>peilbuis</w:t>
            </w:r>
            <w:proofErr w:type="spellEnd"/>
            <w:r>
              <w:rPr>
                <w:szCs w:val="19"/>
              </w:rPr>
              <w:t xml:space="preserve"> PP-106 functioneert</w:t>
            </w:r>
            <w:r w:rsidRPr="00513A1C">
              <w:rPr>
                <w:szCs w:val="19"/>
              </w:rPr>
              <w:t>.</w:t>
            </w: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E3541C" w:rsidRPr="00513A1C" w:rsidRDefault="00E3541C" w:rsidP="00D27B55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E3541C" w:rsidRPr="00513A1C" w:rsidTr="00D27B55">
        <w:trPr>
          <w:trHeight w:val="185"/>
        </w:trPr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E3541C" w:rsidRPr="00513A1C" w:rsidRDefault="00E3541C" w:rsidP="00D27B55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/>
                <w:szCs w:val="19"/>
              </w:rPr>
              <w:t>Inputs</w:t>
            </w:r>
            <w:proofErr w:type="spellEnd"/>
            <w:r w:rsidRPr="00513A1C">
              <w:rPr>
                <w:b/>
                <w:color w:val="FFFFFF"/>
                <w:szCs w:val="19"/>
              </w:rPr>
              <w:t>/pre-condities</w:t>
            </w: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pStyle w:val="CommentText"/>
              <w:rPr>
                <w:rFonts w:cs="Arial"/>
                <w:sz w:val="19"/>
                <w:szCs w:val="19"/>
                <w:lang w:eastAsia="ar-SA"/>
              </w:rPr>
            </w:pPr>
          </w:p>
          <w:p w:rsidR="00E3541C" w:rsidRPr="00513A1C" w:rsidRDefault="00E3541C" w:rsidP="00D27B55">
            <w:pPr>
              <w:pStyle w:val="CommentText"/>
              <w:rPr>
                <w:rFonts w:cs="Arial"/>
                <w:sz w:val="19"/>
                <w:szCs w:val="19"/>
              </w:rPr>
            </w:pP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E3541C" w:rsidRPr="00513A1C" w:rsidRDefault="00E3541C" w:rsidP="00D27B55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E3541C" w:rsidRPr="00513A1C" w:rsidRDefault="00E3541C" w:rsidP="00D27B55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Uitvoering</w:t>
            </w: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rPr>
                <w:color w:val="339966"/>
                <w:szCs w:val="19"/>
                <w:lang w:eastAsia="ar-SA"/>
              </w:rPr>
            </w:pPr>
          </w:p>
          <w:p w:rsidR="00E3541C" w:rsidRPr="00513A1C" w:rsidRDefault="00E3541C" w:rsidP="00D27B55">
            <w:pPr>
              <w:suppressAutoHyphens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  <w:lang w:eastAsia="ar-SA"/>
              </w:rPr>
              <w:t xml:space="preserve">Controleer </w:t>
            </w:r>
            <w:r>
              <w:rPr>
                <w:color w:val="339966"/>
                <w:szCs w:val="19"/>
                <w:lang w:eastAsia="ar-SA"/>
              </w:rPr>
              <w:t>werking en presentatie van niveaumeting in SCADA</w:t>
            </w:r>
            <w:r w:rsidRPr="00513A1C">
              <w:rPr>
                <w:color w:val="339966"/>
                <w:szCs w:val="19"/>
                <w:lang w:eastAsia="ar-SA"/>
              </w:rPr>
              <w:t>.</w:t>
            </w: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E3541C" w:rsidRPr="00513A1C" w:rsidRDefault="00E3541C" w:rsidP="00D27B55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E3541C" w:rsidRPr="00513A1C" w:rsidRDefault="00E3541C" w:rsidP="00D27B55">
            <w:pPr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Verwacht resultaat</w:t>
            </w: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rPr>
                <w:color w:val="339966"/>
                <w:szCs w:val="19"/>
                <w:lang w:eastAsia="ar-SA"/>
              </w:rPr>
            </w:pPr>
          </w:p>
          <w:p w:rsidR="00E3541C" w:rsidRPr="00513A1C" w:rsidRDefault="00E3541C" w:rsidP="00D27B55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E3541C" w:rsidRPr="00513A1C" w:rsidRDefault="00E3541C" w:rsidP="00D27B55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E3541C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E3541C" w:rsidRPr="00513A1C" w:rsidRDefault="00E3541C" w:rsidP="00D27B55">
            <w:pPr>
              <w:suppressAutoHyphens/>
              <w:rPr>
                <w:b/>
                <w:color w:val="FFFFFF" w:themeColor="background1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 w:themeColor="background1"/>
                <w:szCs w:val="19"/>
              </w:rPr>
              <w:t>Testlog</w:t>
            </w:r>
            <w:proofErr w:type="spellEnd"/>
            <w:r w:rsidRPr="00513A1C">
              <w:rPr>
                <w:b/>
                <w:color w:val="FFFFFF" w:themeColor="background1"/>
                <w:szCs w:val="19"/>
              </w:rPr>
              <w:t xml:space="preserve"> </w:t>
            </w:r>
          </w:p>
        </w:tc>
      </w:tr>
      <w:tr w:rsidR="00B73ECB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73ECB" w:rsidRPr="00513A1C" w:rsidRDefault="00B73ECB" w:rsidP="004D2424">
            <w:pPr>
              <w:rPr>
                <w:szCs w:val="19"/>
                <w:lang w:eastAsia="ar-SA"/>
              </w:rPr>
            </w:pP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>Tester</w:t>
            </w:r>
            <w:r w:rsidRPr="00513A1C">
              <w:rPr>
                <w:szCs w:val="19"/>
              </w:rPr>
              <w:tab/>
            </w:r>
            <w:r w:rsidRPr="00513A1C">
              <w:rPr>
                <w:szCs w:val="19"/>
              </w:rPr>
              <w:tab/>
              <w:t>: …M. Jordaan……..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noProof/>
                <w:szCs w:val="19"/>
              </w:rPr>
              <w:drawing>
                <wp:anchor distT="0" distB="0" distL="114300" distR="114300" simplePos="0" relativeHeight="251756544" behindDoc="0" locked="0" layoutInCell="1" allowOverlap="1" wp14:anchorId="48276647" wp14:editId="2A8B923A">
                  <wp:simplePos x="0" y="0"/>
                  <wp:positionH relativeFrom="column">
                    <wp:posOffset>984885</wp:posOffset>
                  </wp:positionH>
                  <wp:positionV relativeFrom="paragraph">
                    <wp:posOffset>37465</wp:posOffset>
                  </wp:positionV>
                  <wp:extent cx="352425" cy="304800"/>
                  <wp:effectExtent l="0" t="0" r="9525" b="0"/>
                  <wp:wrapNone/>
                  <wp:docPr id="20" name="Picture 20" descr="Description: MarcelKl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escription: MarcelKl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3A1C">
              <w:rPr>
                <w:szCs w:val="19"/>
              </w:rPr>
              <w:t xml:space="preserve">Datum   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16</w:t>
            </w:r>
            <w:r w:rsidRPr="00513A1C">
              <w:rPr>
                <w:szCs w:val="19"/>
              </w:rPr>
              <w:t>-0</w:t>
            </w:r>
            <w:r>
              <w:rPr>
                <w:szCs w:val="19"/>
              </w:rPr>
              <w:t>4</w:t>
            </w:r>
            <w:r w:rsidRPr="00513A1C">
              <w:rPr>
                <w:szCs w:val="19"/>
              </w:rPr>
              <w:t>-201</w:t>
            </w:r>
            <w:r>
              <w:rPr>
                <w:szCs w:val="19"/>
              </w:rPr>
              <w:t>3</w:t>
            </w:r>
            <w:r w:rsidRPr="00513A1C">
              <w:rPr>
                <w:szCs w:val="19"/>
              </w:rPr>
              <w:t>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Paraaf   </w:t>
            </w:r>
            <w:r w:rsidRPr="00513A1C">
              <w:rPr>
                <w:szCs w:val="19"/>
              </w:rPr>
              <w:tab/>
              <w:t>: ……………………..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Aanwezig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H</w:t>
            </w:r>
            <w:r w:rsidRPr="00513A1C">
              <w:rPr>
                <w:szCs w:val="19"/>
              </w:rPr>
              <w:t xml:space="preserve">. </w:t>
            </w:r>
            <w:r>
              <w:rPr>
                <w:szCs w:val="19"/>
              </w:rPr>
              <w:t>v. d. Graaf</w:t>
            </w:r>
            <w:r w:rsidRPr="00513A1C">
              <w:rPr>
                <w:szCs w:val="19"/>
              </w:rPr>
              <w:t xml:space="preserve"> ……..</w:t>
            </w:r>
          </w:p>
          <w:p w:rsidR="00B73ECB" w:rsidRPr="00513A1C" w:rsidRDefault="00B73ECB" w:rsidP="004D2424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E3541C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E3541C" w:rsidRPr="00513A1C" w:rsidRDefault="00E3541C" w:rsidP="00D27B55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Actie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E3541C" w:rsidRPr="00513A1C" w:rsidRDefault="00E3541C" w:rsidP="00D27B55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Aandachtspunten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E3541C" w:rsidRPr="00513A1C" w:rsidRDefault="00E3541C" w:rsidP="00D27B55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proofErr w:type="spellStart"/>
            <w:r w:rsidRPr="00513A1C">
              <w:rPr>
                <w:b/>
                <w:szCs w:val="19"/>
              </w:rPr>
              <w:t>Result</w:t>
            </w:r>
            <w:proofErr w:type="spellEnd"/>
          </w:p>
        </w:tc>
      </w:tr>
      <w:tr w:rsidR="00E3541C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3541C" w:rsidRPr="00513A1C" w:rsidRDefault="00E3541C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Niveau meting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3541C" w:rsidRPr="00513A1C" w:rsidRDefault="00E3541C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Niveau meting wordt op SCADA gepresenteerd</w:t>
            </w:r>
            <w:r w:rsidRPr="00513A1C">
              <w:rPr>
                <w:szCs w:val="19"/>
              </w:rPr>
              <w:t>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E3541C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3541C" w:rsidRPr="00513A1C" w:rsidRDefault="00E3541C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>
              <w:rPr>
                <w:szCs w:val="19"/>
              </w:rPr>
              <w:t>Trending</w:t>
            </w:r>
            <w:proofErr w:type="spellEnd"/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3541C" w:rsidRPr="00513A1C" w:rsidRDefault="00E3541C" w:rsidP="00D27B55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Niveaumeting kan weergegeven worden in </w:t>
            </w:r>
            <w:proofErr w:type="spellStart"/>
            <w:r>
              <w:rPr>
                <w:szCs w:val="19"/>
              </w:rPr>
              <w:t>trending</w:t>
            </w:r>
            <w:proofErr w:type="spellEnd"/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E3541C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Alarmering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Alarmering is bereikbaar via </w:t>
            </w:r>
            <w:proofErr w:type="spellStart"/>
            <w:r>
              <w:rPr>
                <w:szCs w:val="19"/>
              </w:rPr>
              <w:t>popup</w:t>
            </w:r>
            <w:proofErr w:type="spellEnd"/>
            <w:r>
              <w:rPr>
                <w:szCs w:val="19"/>
              </w:rPr>
              <w:t xml:space="preserve"> in SCADA, en alarmen kunnen op niveau en urgentie ingesteld worden</w:t>
            </w:r>
            <w:r w:rsidRPr="00513A1C">
              <w:rPr>
                <w:szCs w:val="19"/>
              </w:rPr>
              <w:t>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E3541C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E3541C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E3541C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3541C" w:rsidRPr="00513A1C" w:rsidRDefault="00E3541C" w:rsidP="00D27B55">
            <w:pPr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Opmerkingen:</w:t>
            </w:r>
          </w:p>
          <w:p w:rsidR="00E3541C" w:rsidRPr="00513A1C" w:rsidRDefault="00E3541C" w:rsidP="00D27B55">
            <w:pPr>
              <w:rPr>
                <w:b/>
                <w:szCs w:val="19"/>
              </w:rPr>
            </w:pPr>
          </w:p>
          <w:p w:rsidR="00E3541C" w:rsidRPr="00513A1C" w:rsidRDefault="00E3541C" w:rsidP="00D27B55">
            <w:pPr>
              <w:rPr>
                <w:b/>
                <w:szCs w:val="19"/>
              </w:rPr>
            </w:pPr>
          </w:p>
          <w:p w:rsidR="00E3541C" w:rsidRPr="00513A1C" w:rsidRDefault="00E3541C" w:rsidP="00D27B55">
            <w:pPr>
              <w:spacing w:before="90" w:after="54"/>
              <w:rPr>
                <w:color w:val="339966"/>
                <w:szCs w:val="19"/>
              </w:rPr>
            </w:pPr>
          </w:p>
          <w:p w:rsidR="00E3541C" w:rsidRPr="00513A1C" w:rsidRDefault="00E3541C" w:rsidP="00D27B55">
            <w:pPr>
              <w:spacing w:before="90" w:after="54"/>
              <w:rPr>
                <w:color w:val="339966"/>
                <w:szCs w:val="19"/>
              </w:rPr>
            </w:pPr>
          </w:p>
          <w:p w:rsidR="00E3541C" w:rsidRPr="00513A1C" w:rsidRDefault="00E3541C" w:rsidP="00D27B55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</w:p>
        </w:tc>
        <w:tc>
          <w:tcPr>
            <w:tcW w:w="708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E3541C" w:rsidRPr="00513A1C" w:rsidRDefault="00E3541C" w:rsidP="00D27B55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</w:rPr>
              <w:t xml:space="preserve"> </w:t>
            </w:r>
          </w:p>
        </w:tc>
      </w:tr>
    </w:tbl>
    <w:p w:rsidR="00E3541C" w:rsidRDefault="00E3541C" w:rsidP="00E3541C"/>
    <w:p w:rsidR="00513A1C" w:rsidRDefault="00513A1C">
      <w:pPr>
        <w:spacing w:line="240" w:lineRule="exact"/>
        <w:ind w:left="839" w:hanging="839"/>
      </w:pPr>
      <w:r>
        <w:br w:type="page"/>
      </w:r>
    </w:p>
    <w:p w:rsidR="00D27B55" w:rsidRDefault="00D27B55" w:rsidP="00D27B55">
      <w:pPr>
        <w:pStyle w:val="Heading2"/>
      </w:pPr>
      <w:r>
        <w:lastRenderedPageBreak/>
        <w:t>Test FIT-014</w:t>
      </w:r>
    </w:p>
    <w:tbl>
      <w:tblPr>
        <w:tblW w:w="9639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  <w:gridCol w:w="850"/>
      </w:tblGrid>
      <w:tr w:rsidR="00D27B55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D27B55" w:rsidRPr="00513A1C" w:rsidRDefault="00D27B55" w:rsidP="00D27B55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Omschrijving/Doel van de test</w:t>
            </w:r>
          </w:p>
        </w:tc>
      </w:tr>
      <w:tr w:rsidR="00D27B55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27B55" w:rsidRPr="00513A1C" w:rsidRDefault="00D27B55" w:rsidP="00D27B55">
            <w:pPr>
              <w:rPr>
                <w:szCs w:val="19"/>
                <w:lang w:eastAsia="ar-SA"/>
              </w:rPr>
            </w:pPr>
          </w:p>
          <w:p w:rsidR="00D27B55" w:rsidRPr="00513A1C" w:rsidRDefault="00D27B55" w:rsidP="00D27B55">
            <w:pPr>
              <w:suppressAutoHyphens/>
              <w:rPr>
                <w:szCs w:val="19"/>
                <w:lang w:eastAsia="ar-SA"/>
              </w:rPr>
            </w:pPr>
            <w:r>
              <w:rPr>
                <w:szCs w:val="19"/>
              </w:rPr>
              <w:t>Debietmeting in winput 014 functioneert</w:t>
            </w:r>
            <w:r w:rsidRPr="00513A1C">
              <w:rPr>
                <w:szCs w:val="19"/>
              </w:rPr>
              <w:t>.</w:t>
            </w:r>
          </w:p>
        </w:tc>
      </w:tr>
      <w:tr w:rsidR="00D27B55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D27B55" w:rsidRPr="00513A1C" w:rsidRDefault="00D27B55" w:rsidP="00D27B55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D27B55" w:rsidRPr="00513A1C" w:rsidTr="00D27B55">
        <w:trPr>
          <w:trHeight w:val="185"/>
        </w:trPr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D27B55" w:rsidRPr="00513A1C" w:rsidRDefault="00D27B55" w:rsidP="00D27B55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/>
                <w:szCs w:val="19"/>
              </w:rPr>
              <w:t>Inputs</w:t>
            </w:r>
            <w:proofErr w:type="spellEnd"/>
            <w:r w:rsidRPr="00513A1C">
              <w:rPr>
                <w:b/>
                <w:color w:val="FFFFFF"/>
                <w:szCs w:val="19"/>
              </w:rPr>
              <w:t>/pre-condities</w:t>
            </w:r>
          </w:p>
        </w:tc>
      </w:tr>
      <w:tr w:rsidR="00D27B55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27B55" w:rsidRPr="00513A1C" w:rsidRDefault="00D27B55" w:rsidP="00D27B55">
            <w:pPr>
              <w:pStyle w:val="CommentText"/>
              <w:rPr>
                <w:rFonts w:cs="Arial"/>
                <w:sz w:val="19"/>
                <w:szCs w:val="19"/>
                <w:lang w:eastAsia="ar-SA"/>
              </w:rPr>
            </w:pPr>
          </w:p>
          <w:p w:rsidR="00D27B55" w:rsidRPr="00513A1C" w:rsidRDefault="00D27B55" w:rsidP="00D27B55">
            <w:pPr>
              <w:pStyle w:val="CommentText"/>
              <w:rPr>
                <w:rFonts w:cs="Arial"/>
                <w:sz w:val="19"/>
                <w:szCs w:val="19"/>
              </w:rPr>
            </w:pPr>
          </w:p>
        </w:tc>
      </w:tr>
      <w:tr w:rsidR="00D27B55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D27B55" w:rsidRPr="00513A1C" w:rsidRDefault="00D27B55" w:rsidP="00D27B55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D27B55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D27B55" w:rsidRPr="00513A1C" w:rsidRDefault="00D27B55" w:rsidP="00D27B55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Uitvoering</w:t>
            </w:r>
          </w:p>
        </w:tc>
      </w:tr>
      <w:tr w:rsidR="00D27B55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27B55" w:rsidRPr="00513A1C" w:rsidRDefault="00D27B55" w:rsidP="00D27B55">
            <w:pPr>
              <w:rPr>
                <w:color w:val="339966"/>
                <w:szCs w:val="19"/>
                <w:lang w:eastAsia="ar-SA"/>
              </w:rPr>
            </w:pPr>
          </w:p>
          <w:p w:rsidR="00D27B55" w:rsidRPr="00513A1C" w:rsidRDefault="00D27B55" w:rsidP="00D27B55">
            <w:pPr>
              <w:suppressAutoHyphens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  <w:lang w:eastAsia="ar-SA"/>
              </w:rPr>
              <w:t xml:space="preserve">Controleer </w:t>
            </w:r>
            <w:r>
              <w:rPr>
                <w:color w:val="339966"/>
                <w:szCs w:val="19"/>
                <w:lang w:eastAsia="ar-SA"/>
              </w:rPr>
              <w:t>werking en presentatie van debietmeting in SCADA</w:t>
            </w:r>
            <w:r w:rsidRPr="00513A1C">
              <w:rPr>
                <w:color w:val="339966"/>
                <w:szCs w:val="19"/>
                <w:lang w:eastAsia="ar-SA"/>
              </w:rPr>
              <w:t>.</w:t>
            </w:r>
            <w:r>
              <w:rPr>
                <w:color w:val="339966"/>
                <w:szCs w:val="19"/>
                <w:lang w:eastAsia="ar-SA"/>
              </w:rPr>
              <w:t xml:space="preserve"> Bij correctie uitvoering in SCADA, is de PLC software ook correct.</w:t>
            </w:r>
          </w:p>
        </w:tc>
      </w:tr>
      <w:tr w:rsidR="00D27B55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D27B55" w:rsidRPr="00513A1C" w:rsidRDefault="00D27B55" w:rsidP="00D27B55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D27B55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D27B55" w:rsidRPr="00513A1C" w:rsidRDefault="00D27B55" w:rsidP="00D27B55">
            <w:pPr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Verwacht resultaat</w:t>
            </w:r>
          </w:p>
        </w:tc>
      </w:tr>
      <w:tr w:rsidR="00D27B55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27B55" w:rsidRPr="00513A1C" w:rsidRDefault="00D27B55" w:rsidP="00D27B55">
            <w:pPr>
              <w:rPr>
                <w:color w:val="339966"/>
                <w:szCs w:val="19"/>
                <w:lang w:eastAsia="ar-SA"/>
              </w:rPr>
            </w:pPr>
          </w:p>
          <w:p w:rsidR="00D27B55" w:rsidRPr="00513A1C" w:rsidRDefault="00D27B55" w:rsidP="00D27B55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D27B55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D27B55" w:rsidRPr="00513A1C" w:rsidRDefault="00D27B55" w:rsidP="00D27B55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D27B55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D27B55" w:rsidRPr="00513A1C" w:rsidRDefault="00D27B55" w:rsidP="00D27B55">
            <w:pPr>
              <w:suppressAutoHyphens/>
              <w:rPr>
                <w:b/>
                <w:color w:val="FFFFFF" w:themeColor="background1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 w:themeColor="background1"/>
                <w:szCs w:val="19"/>
              </w:rPr>
              <w:t>Testlog</w:t>
            </w:r>
            <w:proofErr w:type="spellEnd"/>
            <w:r w:rsidRPr="00513A1C">
              <w:rPr>
                <w:b/>
                <w:color w:val="FFFFFF" w:themeColor="background1"/>
                <w:szCs w:val="19"/>
              </w:rPr>
              <w:t xml:space="preserve"> </w:t>
            </w:r>
          </w:p>
        </w:tc>
      </w:tr>
      <w:tr w:rsidR="00B73ECB" w:rsidRPr="00513A1C" w:rsidTr="00D27B55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73ECB" w:rsidRPr="00513A1C" w:rsidRDefault="00B73ECB" w:rsidP="004D2424">
            <w:pPr>
              <w:rPr>
                <w:szCs w:val="19"/>
                <w:lang w:eastAsia="ar-SA"/>
              </w:rPr>
            </w:pP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>Tester</w:t>
            </w:r>
            <w:r w:rsidRPr="00513A1C">
              <w:rPr>
                <w:szCs w:val="19"/>
              </w:rPr>
              <w:tab/>
            </w:r>
            <w:r w:rsidRPr="00513A1C">
              <w:rPr>
                <w:szCs w:val="19"/>
              </w:rPr>
              <w:tab/>
              <w:t>: …M. Jordaan……..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noProof/>
                <w:szCs w:val="19"/>
              </w:rPr>
              <w:drawing>
                <wp:anchor distT="0" distB="0" distL="114300" distR="114300" simplePos="0" relativeHeight="251758592" behindDoc="0" locked="0" layoutInCell="1" allowOverlap="1" wp14:anchorId="0B82C9D1" wp14:editId="3385181D">
                  <wp:simplePos x="0" y="0"/>
                  <wp:positionH relativeFrom="column">
                    <wp:posOffset>984885</wp:posOffset>
                  </wp:positionH>
                  <wp:positionV relativeFrom="paragraph">
                    <wp:posOffset>37465</wp:posOffset>
                  </wp:positionV>
                  <wp:extent cx="352425" cy="304800"/>
                  <wp:effectExtent l="0" t="0" r="9525" b="0"/>
                  <wp:wrapNone/>
                  <wp:docPr id="22" name="Picture 22" descr="Description: MarcelKl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escription: MarcelKl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3A1C">
              <w:rPr>
                <w:szCs w:val="19"/>
              </w:rPr>
              <w:t xml:space="preserve">Datum   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16</w:t>
            </w:r>
            <w:r w:rsidRPr="00513A1C">
              <w:rPr>
                <w:szCs w:val="19"/>
              </w:rPr>
              <w:t>-0</w:t>
            </w:r>
            <w:r>
              <w:rPr>
                <w:szCs w:val="19"/>
              </w:rPr>
              <w:t>4</w:t>
            </w:r>
            <w:r w:rsidRPr="00513A1C">
              <w:rPr>
                <w:szCs w:val="19"/>
              </w:rPr>
              <w:t>-201</w:t>
            </w:r>
            <w:r>
              <w:rPr>
                <w:szCs w:val="19"/>
              </w:rPr>
              <w:t>3</w:t>
            </w:r>
            <w:r w:rsidRPr="00513A1C">
              <w:rPr>
                <w:szCs w:val="19"/>
              </w:rPr>
              <w:t>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Paraaf   </w:t>
            </w:r>
            <w:r w:rsidRPr="00513A1C">
              <w:rPr>
                <w:szCs w:val="19"/>
              </w:rPr>
              <w:tab/>
              <w:t>: ……………………..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Aanwezig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H</w:t>
            </w:r>
            <w:r w:rsidRPr="00513A1C">
              <w:rPr>
                <w:szCs w:val="19"/>
              </w:rPr>
              <w:t xml:space="preserve">. </w:t>
            </w:r>
            <w:r>
              <w:rPr>
                <w:szCs w:val="19"/>
              </w:rPr>
              <w:t>v. d. Graaf</w:t>
            </w:r>
            <w:r w:rsidRPr="00513A1C">
              <w:rPr>
                <w:szCs w:val="19"/>
              </w:rPr>
              <w:t xml:space="preserve"> ……..</w:t>
            </w:r>
          </w:p>
          <w:p w:rsidR="00B73ECB" w:rsidRPr="00513A1C" w:rsidRDefault="00B73ECB" w:rsidP="004D2424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D27B55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D27B55" w:rsidRPr="00513A1C" w:rsidRDefault="00D27B55" w:rsidP="00D27B55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Actie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D27B55" w:rsidRPr="00513A1C" w:rsidRDefault="00D27B55" w:rsidP="00D27B55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Aandachtspunten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D27B55" w:rsidRPr="00513A1C" w:rsidRDefault="00D27B55" w:rsidP="00D27B55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proofErr w:type="spellStart"/>
            <w:r w:rsidRPr="00513A1C">
              <w:rPr>
                <w:b/>
                <w:szCs w:val="19"/>
              </w:rPr>
              <w:t>Result</w:t>
            </w:r>
            <w:proofErr w:type="spellEnd"/>
          </w:p>
        </w:tc>
      </w:tr>
      <w:tr w:rsidR="00D27B55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D27B55" w:rsidRPr="00513A1C" w:rsidRDefault="00D27B55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debiet meting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D27B55" w:rsidRPr="00513A1C" w:rsidRDefault="00D27B55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Debiet meting wordt op SCADA gepresenteerd</w:t>
            </w:r>
            <w:r w:rsidRPr="00513A1C">
              <w:rPr>
                <w:szCs w:val="19"/>
              </w:rPr>
              <w:t>.</w:t>
            </w:r>
            <w:r>
              <w:rPr>
                <w:szCs w:val="19"/>
              </w:rPr>
              <w:t xml:space="preserve"> Dit is een </w:t>
            </w:r>
            <w:proofErr w:type="spellStart"/>
            <w:r>
              <w:rPr>
                <w:szCs w:val="19"/>
              </w:rPr>
              <w:t>berekning</w:t>
            </w:r>
            <w:proofErr w:type="spellEnd"/>
            <w:r>
              <w:rPr>
                <w:szCs w:val="19"/>
              </w:rPr>
              <w:t xml:space="preserve"> uit pulsen, in bedrijf zijn winput en tijd.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27B55" w:rsidRPr="00513A1C" w:rsidRDefault="00D27B55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D27B55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D27B55" w:rsidRPr="00513A1C" w:rsidRDefault="00AF0CCC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rapportage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D27B55" w:rsidRPr="00513A1C" w:rsidRDefault="00AF0CCC" w:rsidP="00AF0CCC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Totaal </w:t>
            </w:r>
            <w:r w:rsidR="00BA7B17">
              <w:rPr>
                <w:szCs w:val="19"/>
              </w:rPr>
              <w:t xml:space="preserve">telling </w:t>
            </w:r>
            <w:r>
              <w:rPr>
                <w:szCs w:val="19"/>
              </w:rPr>
              <w:t>van debietmeting is opgenomen in rapportage.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27B55" w:rsidRPr="00513A1C" w:rsidRDefault="00D27B55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D27B55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27B55" w:rsidRPr="00513A1C" w:rsidRDefault="00D27B55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27B55" w:rsidRPr="00513A1C" w:rsidRDefault="00D27B55" w:rsidP="00D27B55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27B55" w:rsidRPr="00513A1C" w:rsidRDefault="00D27B55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D27B55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27B55" w:rsidRPr="00513A1C" w:rsidRDefault="00D27B55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27B55" w:rsidRPr="00513A1C" w:rsidRDefault="00D27B55" w:rsidP="00D27B55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27B55" w:rsidRPr="00513A1C" w:rsidRDefault="00D27B55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D27B55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27B55" w:rsidRPr="00513A1C" w:rsidRDefault="00D27B55" w:rsidP="00D27B55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27B55" w:rsidRPr="00513A1C" w:rsidRDefault="00D27B55" w:rsidP="00D27B55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27B55" w:rsidRPr="00513A1C" w:rsidRDefault="00D27B55" w:rsidP="00D27B55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D27B55" w:rsidRPr="00513A1C" w:rsidTr="00D27B55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27B55" w:rsidRPr="00513A1C" w:rsidRDefault="00D27B55" w:rsidP="00D27B55">
            <w:pPr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Opmerkingen:</w:t>
            </w:r>
          </w:p>
          <w:p w:rsidR="00D27B55" w:rsidRPr="00513A1C" w:rsidRDefault="00D27B55" w:rsidP="00D27B55">
            <w:pPr>
              <w:rPr>
                <w:b/>
                <w:szCs w:val="19"/>
              </w:rPr>
            </w:pPr>
          </w:p>
          <w:p w:rsidR="00D27B55" w:rsidRPr="00513A1C" w:rsidRDefault="00D27B55" w:rsidP="00D27B55">
            <w:pPr>
              <w:rPr>
                <w:b/>
                <w:szCs w:val="19"/>
              </w:rPr>
            </w:pPr>
          </w:p>
          <w:p w:rsidR="00D27B55" w:rsidRPr="00513A1C" w:rsidRDefault="00D27B55" w:rsidP="00D27B55">
            <w:pPr>
              <w:spacing w:before="90" w:after="54"/>
              <w:rPr>
                <w:color w:val="339966"/>
                <w:szCs w:val="19"/>
              </w:rPr>
            </w:pPr>
          </w:p>
          <w:p w:rsidR="00D27B55" w:rsidRPr="00513A1C" w:rsidRDefault="00D27B55" w:rsidP="00D27B55">
            <w:pPr>
              <w:spacing w:before="90" w:after="54"/>
              <w:rPr>
                <w:color w:val="339966"/>
                <w:szCs w:val="19"/>
              </w:rPr>
            </w:pPr>
          </w:p>
          <w:p w:rsidR="00D27B55" w:rsidRPr="00513A1C" w:rsidRDefault="00D27B55" w:rsidP="00D27B55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</w:p>
        </w:tc>
        <w:tc>
          <w:tcPr>
            <w:tcW w:w="708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D27B55" w:rsidRPr="00513A1C" w:rsidRDefault="00D27B55" w:rsidP="00D27B55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</w:rPr>
              <w:t xml:space="preserve"> </w:t>
            </w:r>
          </w:p>
        </w:tc>
      </w:tr>
    </w:tbl>
    <w:p w:rsidR="00D27B55" w:rsidRDefault="00D27B55" w:rsidP="00D27B55"/>
    <w:p w:rsidR="00AF0CCC" w:rsidRDefault="00AF0CCC">
      <w:pPr>
        <w:spacing w:line="240" w:lineRule="exact"/>
        <w:ind w:left="839" w:hanging="839"/>
      </w:pPr>
      <w:r>
        <w:br w:type="page"/>
      </w:r>
    </w:p>
    <w:p w:rsidR="00AF0CCC" w:rsidRDefault="00AF0CCC" w:rsidP="00AF0CCC">
      <w:pPr>
        <w:pStyle w:val="Heading2"/>
      </w:pPr>
      <w:r>
        <w:lastRenderedPageBreak/>
        <w:t>Test FIT-015</w:t>
      </w:r>
    </w:p>
    <w:tbl>
      <w:tblPr>
        <w:tblW w:w="9639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  <w:gridCol w:w="850"/>
      </w:tblGrid>
      <w:tr w:rsidR="00AF0CC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AF0CCC" w:rsidRPr="00513A1C" w:rsidRDefault="00AF0CCC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Omschrijving/Doel van de test</w:t>
            </w:r>
          </w:p>
        </w:tc>
      </w:tr>
      <w:tr w:rsidR="00AF0CC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rPr>
                <w:szCs w:val="19"/>
                <w:lang w:eastAsia="ar-SA"/>
              </w:rPr>
            </w:pPr>
          </w:p>
          <w:p w:rsidR="00AF0CCC" w:rsidRPr="00513A1C" w:rsidRDefault="00AF0CCC" w:rsidP="00D20AEF">
            <w:pPr>
              <w:suppressAutoHyphens/>
              <w:rPr>
                <w:szCs w:val="19"/>
                <w:lang w:eastAsia="ar-SA"/>
              </w:rPr>
            </w:pPr>
            <w:r>
              <w:rPr>
                <w:szCs w:val="19"/>
              </w:rPr>
              <w:t>Debietmeting in winput 015 functioneert</w:t>
            </w:r>
            <w:r w:rsidRPr="00513A1C">
              <w:rPr>
                <w:szCs w:val="19"/>
              </w:rPr>
              <w:t>.</w:t>
            </w:r>
          </w:p>
        </w:tc>
      </w:tr>
      <w:tr w:rsidR="00AF0CC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AF0CCC" w:rsidRPr="00513A1C" w:rsidRDefault="00AF0CCC" w:rsidP="00D20AEF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AF0CCC" w:rsidRPr="00513A1C" w:rsidTr="00D20AEF">
        <w:trPr>
          <w:trHeight w:val="185"/>
        </w:trPr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AF0CCC" w:rsidRPr="00513A1C" w:rsidRDefault="00AF0CCC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/>
                <w:szCs w:val="19"/>
              </w:rPr>
              <w:t>Inputs</w:t>
            </w:r>
            <w:proofErr w:type="spellEnd"/>
            <w:r w:rsidRPr="00513A1C">
              <w:rPr>
                <w:b/>
                <w:color w:val="FFFFFF"/>
                <w:szCs w:val="19"/>
              </w:rPr>
              <w:t>/pre-condities</w:t>
            </w:r>
          </w:p>
        </w:tc>
      </w:tr>
      <w:tr w:rsidR="00AF0CC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pStyle w:val="CommentText"/>
              <w:rPr>
                <w:rFonts w:cs="Arial"/>
                <w:sz w:val="19"/>
                <w:szCs w:val="19"/>
                <w:lang w:eastAsia="ar-SA"/>
              </w:rPr>
            </w:pPr>
          </w:p>
          <w:p w:rsidR="00AF0CCC" w:rsidRPr="00513A1C" w:rsidRDefault="00AF0CCC" w:rsidP="00D20AEF">
            <w:pPr>
              <w:pStyle w:val="CommentText"/>
              <w:rPr>
                <w:rFonts w:cs="Arial"/>
                <w:sz w:val="19"/>
                <w:szCs w:val="19"/>
              </w:rPr>
            </w:pPr>
          </w:p>
        </w:tc>
      </w:tr>
      <w:tr w:rsidR="00AF0CC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AF0CCC" w:rsidRPr="00513A1C" w:rsidRDefault="00AF0CCC" w:rsidP="00D20AEF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AF0CC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AF0CCC" w:rsidRPr="00513A1C" w:rsidRDefault="00AF0CCC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Uitvoering</w:t>
            </w:r>
          </w:p>
        </w:tc>
      </w:tr>
      <w:tr w:rsidR="00AF0CC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rPr>
                <w:color w:val="339966"/>
                <w:szCs w:val="19"/>
                <w:lang w:eastAsia="ar-SA"/>
              </w:rPr>
            </w:pPr>
          </w:p>
          <w:p w:rsidR="00AF0CCC" w:rsidRPr="00513A1C" w:rsidRDefault="00AF0CCC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  <w:lang w:eastAsia="ar-SA"/>
              </w:rPr>
              <w:t xml:space="preserve">Controleer </w:t>
            </w:r>
            <w:r>
              <w:rPr>
                <w:color w:val="339966"/>
                <w:szCs w:val="19"/>
                <w:lang w:eastAsia="ar-SA"/>
              </w:rPr>
              <w:t>werking en presentatie van debietmeting in SCADA</w:t>
            </w:r>
            <w:r w:rsidRPr="00513A1C">
              <w:rPr>
                <w:color w:val="339966"/>
                <w:szCs w:val="19"/>
                <w:lang w:eastAsia="ar-SA"/>
              </w:rPr>
              <w:t>.</w:t>
            </w:r>
            <w:r>
              <w:rPr>
                <w:color w:val="339966"/>
                <w:szCs w:val="19"/>
                <w:lang w:eastAsia="ar-SA"/>
              </w:rPr>
              <w:t xml:space="preserve"> Bij correctie uitvoering in SCADA, is de PLC software ook correct.</w:t>
            </w:r>
          </w:p>
        </w:tc>
      </w:tr>
      <w:tr w:rsidR="00AF0CC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AF0CCC" w:rsidRPr="00513A1C" w:rsidRDefault="00AF0CCC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AF0CC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AF0CCC" w:rsidRPr="00513A1C" w:rsidRDefault="00AF0CCC" w:rsidP="00D20AEF">
            <w:pPr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Verwacht resultaat</w:t>
            </w:r>
          </w:p>
        </w:tc>
      </w:tr>
      <w:tr w:rsidR="00AF0CC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rPr>
                <w:color w:val="339966"/>
                <w:szCs w:val="19"/>
                <w:lang w:eastAsia="ar-SA"/>
              </w:rPr>
            </w:pPr>
          </w:p>
          <w:p w:rsidR="00AF0CCC" w:rsidRPr="00513A1C" w:rsidRDefault="00AF0CCC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AF0CC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AF0CCC" w:rsidRPr="00513A1C" w:rsidRDefault="00AF0CCC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AF0CC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AF0CCC" w:rsidRPr="00513A1C" w:rsidRDefault="00AF0CCC" w:rsidP="00D20AEF">
            <w:pPr>
              <w:suppressAutoHyphens/>
              <w:rPr>
                <w:b/>
                <w:color w:val="FFFFFF" w:themeColor="background1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 w:themeColor="background1"/>
                <w:szCs w:val="19"/>
              </w:rPr>
              <w:t>Testlog</w:t>
            </w:r>
            <w:proofErr w:type="spellEnd"/>
            <w:r w:rsidRPr="00513A1C">
              <w:rPr>
                <w:b/>
                <w:color w:val="FFFFFF" w:themeColor="background1"/>
                <w:szCs w:val="19"/>
              </w:rPr>
              <w:t xml:space="preserve"> </w:t>
            </w:r>
          </w:p>
        </w:tc>
      </w:tr>
      <w:tr w:rsidR="00B73ECB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73ECB" w:rsidRPr="00513A1C" w:rsidRDefault="00B73ECB" w:rsidP="004D2424">
            <w:pPr>
              <w:rPr>
                <w:szCs w:val="19"/>
                <w:lang w:eastAsia="ar-SA"/>
              </w:rPr>
            </w:pP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>Tester</w:t>
            </w:r>
            <w:r w:rsidRPr="00513A1C">
              <w:rPr>
                <w:szCs w:val="19"/>
              </w:rPr>
              <w:tab/>
            </w:r>
            <w:r w:rsidRPr="00513A1C">
              <w:rPr>
                <w:szCs w:val="19"/>
              </w:rPr>
              <w:tab/>
              <w:t>: …M. Jordaan……..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noProof/>
                <w:szCs w:val="19"/>
              </w:rPr>
              <w:drawing>
                <wp:anchor distT="0" distB="0" distL="114300" distR="114300" simplePos="0" relativeHeight="251760640" behindDoc="0" locked="0" layoutInCell="1" allowOverlap="1" wp14:anchorId="7EC7A1BC" wp14:editId="4B94AB4C">
                  <wp:simplePos x="0" y="0"/>
                  <wp:positionH relativeFrom="column">
                    <wp:posOffset>984885</wp:posOffset>
                  </wp:positionH>
                  <wp:positionV relativeFrom="paragraph">
                    <wp:posOffset>37465</wp:posOffset>
                  </wp:positionV>
                  <wp:extent cx="352425" cy="304800"/>
                  <wp:effectExtent l="0" t="0" r="9525" b="0"/>
                  <wp:wrapNone/>
                  <wp:docPr id="24" name="Picture 24" descr="Description: MarcelKl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escription: MarcelKl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3A1C">
              <w:rPr>
                <w:szCs w:val="19"/>
              </w:rPr>
              <w:t xml:space="preserve">Datum   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16</w:t>
            </w:r>
            <w:r w:rsidRPr="00513A1C">
              <w:rPr>
                <w:szCs w:val="19"/>
              </w:rPr>
              <w:t>-0</w:t>
            </w:r>
            <w:r>
              <w:rPr>
                <w:szCs w:val="19"/>
              </w:rPr>
              <w:t>4</w:t>
            </w:r>
            <w:r w:rsidRPr="00513A1C">
              <w:rPr>
                <w:szCs w:val="19"/>
              </w:rPr>
              <w:t>-201</w:t>
            </w:r>
            <w:r>
              <w:rPr>
                <w:szCs w:val="19"/>
              </w:rPr>
              <w:t>3</w:t>
            </w:r>
            <w:r w:rsidRPr="00513A1C">
              <w:rPr>
                <w:szCs w:val="19"/>
              </w:rPr>
              <w:t>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Paraaf   </w:t>
            </w:r>
            <w:r w:rsidRPr="00513A1C">
              <w:rPr>
                <w:szCs w:val="19"/>
              </w:rPr>
              <w:tab/>
              <w:t>: ……………………..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Aanwezig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H</w:t>
            </w:r>
            <w:r w:rsidRPr="00513A1C">
              <w:rPr>
                <w:szCs w:val="19"/>
              </w:rPr>
              <w:t xml:space="preserve">. </w:t>
            </w:r>
            <w:r>
              <w:rPr>
                <w:szCs w:val="19"/>
              </w:rPr>
              <w:t>v. d. Graaf</w:t>
            </w:r>
            <w:r w:rsidRPr="00513A1C">
              <w:rPr>
                <w:szCs w:val="19"/>
              </w:rPr>
              <w:t xml:space="preserve"> ……..</w:t>
            </w:r>
          </w:p>
          <w:p w:rsidR="00B73ECB" w:rsidRPr="00513A1C" w:rsidRDefault="00B73ECB" w:rsidP="004D2424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AF0CC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AF0CCC" w:rsidRPr="00513A1C" w:rsidRDefault="00AF0CCC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Actie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AF0CCC" w:rsidRPr="00513A1C" w:rsidRDefault="00AF0CCC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Aandachtspunten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AF0CCC" w:rsidRPr="00513A1C" w:rsidRDefault="00AF0CCC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proofErr w:type="spellStart"/>
            <w:r w:rsidRPr="00513A1C">
              <w:rPr>
                <w:b/>
                <w:szCs w:val="19"/>
              </w:rPr>
              <w:t>Result</w:t>
            </w:r>
            <w:proofErr w:type="spellEnd"/>
          </w:p>
        </w:tc>
      </w:tr>
      <w:tr w:rsidR="00AF0CC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AF0CCC" w:rsidRPr="00513A1C" w:rsidRDefault="00AF0CC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debiet meting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AF0CCC" w:rsidRPr="00513A1C" w:rsidRDefault="00AF0CC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Debiet meting wordt op SCADA gepresenteerd</w:t>
            </w:r>
            <w:r w:rsidRPr="00513A1C">
              <w:rPr>
                <w:szCs w:val="19"/>
              </w:rPr>
              <w:t>.</w:t>
            </w:r>
            <w:r>
              <w:rPr>
                <w:szCs w:val="19"/>
              </w:rPr>
              <w:t xml:space="preserve"> Dit is een </w:t>
            </w:r>
            <w:proofErr w:type="spellStart"/>
            <w:r>
              <w:rPr>
                <w:szCs w:val="19"/>
              </w:rPr>
              <w:t>berekning</w:t>
            </w:r>
            <w:proofErr w:type="spellEnd"/>
            <w:r>
              <w:rPr>
                <w:szCs w:val="19"/>
              </w:rPr>
              <w:t xml:space="preserve"> uit pulsen, in bedrijf zijn winput en tijd.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AF0CC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AF0CCC" w:rsidRPr="00513A1C" w:rsidRDefault="00AF0CC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rapportage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AF0CCC" w:rsidRPr="00513A1C" w:rsidRDefault="00AF0CC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Totaal </w:t>
            </w:r>
            <w:r w:rsidR="00BA7B17">
              <w:rPr>
                <w:szCs w:val="19"/>
              </w:rPr>
              <w:t xml:space="preserve">telling </w:t>
            </w:r>
            <w:r>
              <w:rPr>
                <w:szCs w:val="19"/>
              </w:rPr>
              <w:t>van debietmeting is opgenomen in rapportage.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AF0CC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AF0CC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AF0CC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AF0CC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Opmerkingen:</w:t>
            </w:r>
          </w:p>
          <w:p w:rsidR="00AF0CCC" w:rsidRPr="00513A1C" w:rsidRDefault="00AF0CCC" w:rsidP="00D20AEF">
            <w:pPr>
              <w:rPr>
                <w:b/>
                <w:szCs w:val="19"/>
              </w:rPr>
            </w:pPr>
          </w:p>
          <w:p w:rsidR="00AF0CCC" w:rsidRPr="00513A1C" w:rsidRDefault="00AF0CCC" w:rsidP="00D20AEF">
            <w:pPr>
              <w:rPr>
                <w:b/>
                <w:szCs w:val="19"/>
              </w:rPr>
            </w:pPr>
          </w:p>
          <w:p w:rsidR="00AF0CCC" w:rsidRPr="00513A1C" w:rsidRDefault="00AF0CCC" w:rsidP="00D20AEF">
            <w:pPr>
              <w:spacing w:before="90" w:after="54"/>
              <w:rPr>
                <w:color w:val="339966"/>
                <w:szCs w:val="19"/>
              </w:rPr>
            </w:pPr>
          </w:p>
          <w:p w:rsidR="00AF0CCC" w:rsidRPr="00513A1C" w:rsidRDefault="00AF0CCC" w:rsidP="00D20AEF">
            <w:pPr>
              <w:spacing w:before="90" w:after="54"/>
              <w:rPr>
                <w:color w:val="339966"/>
                <w:szCs w:val="19"/>
              </w:rPr>
            </w:pPr>
          </w:p>
          <w:p w:rsidR="00AF0CCC" w:rsidRPr="00513A1C" w:rsidRDefault="00AF0CCC" w:rsidP="00D20AEF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</w:p>
        </w:tc>
        <w:tc>
          <w:tcPr>
            <w:tcW w:w="708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AF0CCC" w:rsidRPr="00513A1C" w:rsidRDefault="00AF0CCC" w:rsidP="00D20AEF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</w:rPr>
              <w:t xml:space="preserve"> </w:t>
            </w:r>
          </w:p>
        </w:tc>
      </w:tr>
    </w:tbl>
    <w:p w:rsidR="00AF0CCC" w:rsidRDefault="00AF0CCC" w:rsidP="00AF0CCC"/>
    <w:p w:rsidR="00AF0CCC" w:rsidRDefault="00AF0CCC">
      <w:pPr>
        <w:spacing w:line="240" w:lineRule="exact"/>
        <w:ind w:left="839" w:hanging="839"/>
      </w:pPr>
      <w:r>
        <w:br w:type="page"/>
      </w:r>
    </w:p>
    <w:p w:rsidR="00AF0CCC" w:rsidRDefault="00AF0CCC" w:rsidP="00AF0CCC">
      <w:pPr>
        <w:pStyle w:val="Heading2"/>
      </w:pPr>
      <w:r>
        <w:lastRenderedPageBreak/>
        <w:t>Test FIT-016</w:t>
      </w:r>
    </w:p>
    <w:tbl>
      <w:tblPr>
        <w:tblW w:w="9639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  <w:gridCol w:w="850"/>
      </w:tblGrid>
      <w:tr w:rsidR="00AF0CC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AF0CCC" w:rsidRPr="00513A1C" w:rsidRDefault="00AF0CCC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Omschrijving/Doel van de test</w:t>
            </w:r>
          </w:p>
        </w:tc>
      </w:tr>
      <w:tr w:rsidR="00AF0CC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rPr>
                <w:szCs w:val="19"/>
                <w:lang w:eastAsia="ar-SA"/>
              </w:rPr>
            </w:pPr>
          </w:p>
          <w:p w:rsidR="00AF0CCC" w:rsidRPr="00513A1C" w:rsidRDefault="00AF0CCC" w:rsidP="00D20AEF">
            <w:pPr>
              <w:suppressAutoHyphens/>
              <w:rPr>
                <w:szCs w:val="19"/>
                <w:lang w:eastAsia="ar-SA"/>
              </w:rPr>
            </w:pPr>
            <w:r>
              <w:rPr>
                <w:szCs w:val="19"/>
              </w:rPr>
              <w:t>Debietmeting in winput 016 functioneert</w:t>
            </w:r>
            <w:r w:rsidRPr="00513A1C">
              <w:rPr>
                <w:szCs w:val="19"/>
              </w:rPr>
              <w:t>.</w:t>
            </w:r>
          </w:p>
        </w:tc>
      </w:tr>
      <w:tr w:rsidR="00AF0CC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AF0CCC" w:rsidRPr="00513A1C" w:rsidRDefault="00AF0CCC" w:rsidP="00D20AEF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AF0CCC" w:rsidRPr="00513A1C" w:rsidTr="00D20AEF">
        <w:trPr>
          <w:trHeight w:val="185"/>
        </w:trPr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AF0CCC" w:rsidRPr="00513A1C" w:rsidRDefault="00AF0CCC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/>
                <w:szCs w:val="19"/>
              </w:rPr>
              <w:t>Inputs</w:t>
            </w:r>
            <w:proofErr w:type="spellEnd"/>
            <w:r w:rsidRPr="00513A1C">
              <w:rPr>
                <w:b/>
                <w:color w:val="FFFFFF"/>
                <w:szCs w:val="19"/>
              </w:rPr>
              <w:t>/pre-condities</w:t>
            </w:r>
          </w:p>
        </w:tc>
      </w:tr>
      <w:tr w:rsidR="00AF0CC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pStyle w:val="CommentText"/>
              <w:rPr>
                <w:rFonts w:cs="Arial"/>
                <w:sz w:val="19"/>
                <w:szCs w:val="19"/>
                <w:lang w:eastAsia="ar-SA"/>
              </w:rPr>
            </w:pPr>
          </w:p>
          <w:p w:rsidR="00AF0CCC" w:rsidRPr="00513A1C" w:rsidRDefault="00AF0CCC" w:rsidP="00D20AEF">
            <w:pPr>
              <w:pStyle w:val="CommentText"/>
              <w:rPr>
                <w:rFonts w:cs="Arial"/>
                <w:sz w:val="19"/>
                <w:szCs w:val="19"/>
              </w:rPr>
            </w:pPr>
          </w:p>
        </w:tc>
      </w:tr>
      <w:tr w:rsidR="00AF0CC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AF0CCC" w:rsidRPr="00513A1C" w:rsidRDefault="00AF0CCC" w:rsidP="00D20AEF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AF0CC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AF0CCC" w:rsidRPr="00513A1C" w:rsidRDefault="00AF0CCC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Uitvoering</w:t>
            </w:r>
          </w:p>
        </w:tc>
      </w:tr>
      <w:tr w:rsidR="00AF0CC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rPr>
                <w:color w:val="339966"/>
                <w:szCs w:val="19"/>
                <w:lang w:eastAsia="ar-SA"/>
              </w:rPr>
            </w:pPr>
          </w:p>
          <w:p w:rsidR="00AF0CCC" w:rsidRPr="00513A1C" w:rsidRDefault="00AF0CCC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  <w:lang w:eastAsia="ar-SA"/>
              </w:rPr>
              <w:t xml:space="preserve">Controleer </w:t>
            </w:r>
            <w:r>
              <w:rPr>
                <w:color w:val="339966"/>
                <w:szCs w:val="19"/>
                <w:lang w:eastAsia="ar-SA"/>
              </w:rPr>
              <w:t>werking en presentatie van debietmeting in SCADA</w:t>
            </w:r>
            <w:r w:rsidRPr="00513A1C">
              <w:rPr>
                <w:color w:val="339966"/>
                <w:szCs w:val="19"/>
                <w:lang w:eastAsia="ar-SA"/>
              </w:rPr>
              <w:t>.</w:t>
            </w:r>
            <w:r>
              <w:rPr>
                <w:color w:val="339966"/>
                <w:szCs w:val="19"/>
                <w:lang w:eastAsia="ar-SA"/>
              </w:rPr>
              <w:t xml:space="preserve"> Bij correctie uitvoering in SCADA, is de PLC software ook correct.</w:t>
            </w:r>
          </w:p>
        </w:tc>
      </w:tr>
      <w:tr w:rsidR="00AF0CC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AF0CCC" w:rsidRPr="00513A1C" w:rsidRDefault="00AF0CCC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AF0CC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AF0CCC" w:rsidRPr="00513A1C" w:rsidRDefault="00AF0CCC" w:rsidP="00D20AEF">
            <w:pPr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Verwacht resultaat</w:t>
            </w:r>
          </w:p>
        </w:tc>
      </w:tr>
      <w:tr w:rsidR="00AF0CC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rPr>
                <w:color w:val="339966"/>
                <w:szCs w:val="19"/>
                <w:lang w:eastAsia="ar-SA"/>
              </w:rPr>
            </w:pPr>
          </w:p>
          <w:p w:rsidR="00AF0CCC" w:rsidRPr="00513A1C" w:rsidRDefault="00AF0CCC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AF0CC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AF0CCC" w:rsidRPr="00513A1C" w:rsidRDefault="00AF0CCC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AF0CC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AF0CCC" w:rsidRPr="00513A1C" w:rsidRDefault="00AF0CCC" w:rsidP="00D20AEF">
            <w:pPr>
              <w:suppressAutoHyphens/>
              <w:rPr>
                <w:b/>
                <w:color w:val="FFFFFF" w:themeColor="background1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 w:themeColor="background1"/>
                <w:szCs w:val="19"/>
              </w:rPr>
              <w:t>Testlog</w:t>
            </w:r>
            <w:proofErr w:type="spellEnd"/>
            <w:r w:rsidRPr="00513A1C">
              <w:rPr>
                <w:b/>
                <w:color w:val="FFFFFF" w:themeColor="background1"/>
                <w:szCs w:val="19"/>
              </w:rPr>
              <w:t xml:space="preserve"> </w:t>
            </w:r>
          </w:p>
        </w:tc>
      </w:tr>
      <w:tr w:rsidR="00B73ECB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73ECB" w:rsidRPr="00513A1C" w:rsidRDefault="00B73ECB" w:rsidP="004D2424">
            <w:pPr>
              <w:rPr>
                <w:szCs w:val="19"/>
                <w:lang w:eastAsia="ar-SA"/>
              </w:rPr>
            </w:pP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>Tester</w:t>
            </w:r>
            <w:r w:rsidRPr="00513A1C">
              <w:rPr>
                <w:szCs w:val="19"/>
              </w:rPr>
              <w:tab/>
            </w:r>
            <w:r w:rsidRPr="00513A1C">
              <w:rPr>
                <w:szCs w:val="19"/>
              </w:rPr>
              <w:tab/>
              <w:t>: …M. Jordaan……..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noProof/>
                <w:szCs w:val="19"/>
              </w:rPr>
              <w:drawing>
                <wp:anchor distT="0" distB="0" distL="114300" distR="114300" simplePos="0" relativeHeight="251762688" behindDoc="0" locked="0" layoutInCell="1" allowOverlap="1" wp14:anchorId="2482BD6F" wp14:editId="46AA0937">
                  <wp:simplePos x="0" y="0"/>
                  <wp:positionH relativeFrom="column">
                    <wp:posOffset>984885</wp:posOffset>
                  </wp:positionH>
                  <wp:positionV relativeFrom="paragraph">
                    <wp:posOffset>37465</wp:posOffset>
                  </wp:positionV>
                  <wp:extent cx="352425" cy="304800"/>
                  <wp:effectExtent l="0" t="0" r="9525" b="0"/>
                  <wp:wrapNone/>
                  <wp:docPr id="26" name="Picture 26" descr="Description: MarcelKl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escription: MarcelKl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3A1C">
              <w:rPr>
                <w:szCs w:val="19"/>
              </w:rPr>
              <w:t xml:space="preserve">Datum   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16</w:t>
            </w:r>
            <w:r w:rsidRPr="00513A1C">
              <w:rPr>
                <w:szCs w:val="19"/>
              </w:rPr>
              <w:t>-0</w:t>
            </w:r>
            <w:r>
              <w:rPr>
                <w:szCs w:val="19"/>
              </w:rPr>
              <w:t>4</w:t>
            </w:r>
            <w:r w:rsidRPr="00513A1C">
              <w:rPr>
                <w:szCs w:val="19"/>
              </w:rPr>
              <w:t>-201</w:t>
            </w:r>
            <w:r>
              <w:rPr>
                <w:szCs w:val="19"/>
              </w:rPr>
              <w:t>3</w:t>
            </w:r>
            <w:r w:rsidRPr="00513A1C">
              <w:rPr>
                <w:szCs w:val="19"/>
              </w:rPr>
              <w:t>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Paraaf   </w:t>
            </w:r>
            <w:r w:rsidRPr="00513A1C">
              <w:rPr>
                <w:szCs w:val="19"/>
              </w:rPr>
              <w:tab/>
              <w:t>: ……………………..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Aanwezig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H</w:t>
            </w:r>
            <w:r w:rsidRPr="00513A1C">
              <w:rPr>
                <w:szCs w:val="19"/>
              </w:rPr>
              <w:t xml:space="preserve">. </w:t>
            </w:r>
            <w:r>
              <w:rPr>
                <w:szCs w:val="19"/>
              </w:rPr>
              <w:t>v. d. Graaf</w:t>
            </w:r>
            <w:r w:rsidRPr="00513A1C">
              <w:rPr>
                <w:szCs w:val="19"/>
              </w:rPr>
              <w:t xml:space="preserve"> ……..</w:t>
            </w:r>
          </w:p>
          <w:p w:rsidR="00B73ECB" w:rsidRPr="00513A1C" w:rsidRDefault="00B73ECB" w:rsidP="004D2424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AF0CC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AF0CCC" w:rsidRPr="00513A1C" w:rsidRDefault="00AF0CCC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Actie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AF0CCC" w:rsidRPr="00513A1C" w:rsidRDefault="00AF0CCC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Aandachtspunten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AF0CCC" w:rsidRPr="00513A1C" w:rsidRDefault="00AF0CCC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proofErr w:type="spellStart"/>
            <w:r w:rsidRPr="00513A1C">
              <w:rPr>
                <w:b/>
                <w:szCs w:val="19"/>
              </w:rPr>
              <w:t>Result</w:t>
            </w:r>
            <w:proofErr w:type="spellEnd"/>
          </w:p>
        </w:tc>
      </w:tr>
      <w:tr w:rsidR="00AF0CC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AF0CCC" w:rsidRPr="00513A1C" w:rsidRDefault="00AF0CC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debiet meting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AF0CCC" w:rsidRPr="00513A1C" w:rsidRDefault="00AF0CC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Debiet meting wordt op SCADA gepresenteerd</w:t>
            </w:r>
            <w:r w:rsidRPr="00513A1C">
              <w:rPr>
                <w:szCs w:val="19"/>
              </w:rPr>
              <w:t>.</w:t>
            </w:r>
            <w:r>
              <w:rPr>
                <w:szCs w:val="19"/>
              </w:rPr>
              <w:t xml:space="preserve"> Dit is een </w:t>
            </w:r>
            <w:proofErr w:type="spellStart"/>
            <w:r>
              <w:rPr>
                <w:szCs w:val="19"/>
              </w:rPr>
              <w:t>berekning</w:t>
            </w:r>
            <w:proofErr w:type="spellEnd"/>
            <w:r>
              <w:rPr>
                <w:szCs w:val="19"/>
              </w:rPr>
              <w:t xml:space="preserve"> uit pulsen, in bedrijf zijn winput en tijd.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AF0CC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AF0CCC" w:rsidRPr="00513A1C" w:rsidRDefault="00AF0CC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rapportage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AF0CCC" w:rsidRPr="00513A1C" w:rsidRDefault="00AF0CC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Totaal </w:t>
            </w:r>
            <w:r w:rsidR="00BA7B17">
              <w:rPr>
                <w:szCs w:val="19"/>
              </w:rPr>
              <w:t xml:space="preserve">telling </w:t>
            </w:r>
            <w:r>
              <w:rPr>
                <w:szCs w:val="19"/>
              </w:rPr>
              <w:t>van debietmeting is opgenomen in rapportage.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AF0CC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AF0CC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AF0CC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AF0CC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F0CCC" w:rsidRPr="00513A1C" w:rsidRDefault="00AF0CCC" w:rsidP="00D20AEF">
            <w:pPr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Opmerkingen:</w:t>
            </w:r>
          </w:p>
          <w:p w:rsidR="00AF0CCC" w:rsidRPr="00513A1C" w:rsidRDefault="00AF0CCC" w:rsidP="00D20AEF">
            <w:pPr>
              <w:rPr>
                <w:b/>
                <w:szCs w:val="19"/>
              </w:rPr>
            </w:pPr>
          </w:p>
          <w:p w:rsidR="00AF0CCC" w:rsidRPr="00513A1C" w:rsidRDefault="00AF0CCC" w:rsidP="00D20AEF">
            <w:pPr>
              <w:rPr>
                <w:b/>
                <w:szCs w:val="19"/>
              </w:rPr>
            </w:pPr>
          </w:p>
          <w:p w:rsidR="00AF0CCC" w:rsidRPr="00513A1C" w:rsidRDefault="00AF0CCC" w:rsidP="00D20AEF">
            <w:pPr>
              <w:spacing w:before="90" w:after="54"/>
              <w:rPr>
                <w:color w:val="339966"/>
                <w:szCs w:val="19"/>
              </w:rPr>
            </w:pPr>
          </w:p>
          <w:p w:rsidR="00AF0CCC" w:rsidRPr="00513A1C" w:rsidRDefault="00AF0CCC" w:rsidP="00D20AEF">
            <w:pPr>
              <w:spacing w:before="90" w:after="54"/>
              <w:rPr>
                <w:color w:val="339966"/>
                <w:szCs w:val="19"/>
              </w:rPr>
            </w:pPr>
          </w:p>
          <w:p w:rsidR="00AF0CCC" w:rsidRPr="00513A1C" w:rsidRDefault="00AF0CCC" w:rsidP="00D20AEF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</w:p>
        </w:tc>
        <w:tc>
          <w:tcPr>
            <w:tcW w:w="708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AF0CCC" w:rsidRPr="00513A1C" w:rsidRDefault="00AF0CCC" w:rsidP="00D20AEF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</w:rPr>
              <w:t xml:space="preserve"> </w:t>
            </w:r>
          </w:p>
        </w:tc>
      </w:tr>
    </w:tbl>
    <w:p w:rsidR="00AF0CCC" w:rsidRDefault="00AF0CCC" w:rsidP="00AF0CCC"/>
    <w:p w:rsidR="00A21639" w:rsidRDefault="00A21639">
      <w:pPr>
        <w:spacing w:line="240" w:lineRule="exact"/>
        <w:ind w:left="839" w:hanging="839"/>
      </w:pPr>
      <w:r>
        <w:br w:type="page"/>
      </w:r>
    </w:p>
    <w:p w:rsidR="00A21639" w:rsidRDefault="00A21639" w:rsidP="00A21639">
      <w:pPr>
        <w:pStyle w:val="Heading2"/>
      </w:pPr>
      <w:r>
        <w:lastRenderedPageBreak/>
        <w:t>Test FIT-104</w:t>
      </w:r>
    </w:p>
    <w:tbl>
      <w:tblPr>
        <w:tblW w:w="9639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  <w:gridCol w:w="850"/>
      </w:tblGrid>
      <w:tr w:rsidR="00A21639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A21639" w:rsidRPr="00513A1C" w:rsidRDefault="00A21639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Omschrijving/Doel van de test</w:t>
            </w:r>
          </w:p>
        </w:tc>
      </w:tr>
      <w:tr w:rsidR="00A21639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21639" w:rsidRPr="00513A1C" w:rsidRDefault="00A21639" w:rsidP="00D20AEF">
            <w:pPr>
              <w:rPr>
                <w:szCs w:val="19"/>
                <w:lang w:eastAsia="ar-SA"/>
              </w:rPr>
            </w:pPr>
          </w:p>
          <w:p w:rsidR="00A21639" w:rsidRPr="00513A1C" w:rsidRDefault="00A21639" w:rsidP="00A21639">
            <w:pPr>
              <w:suppressAutoHyphens/>
              <w:rPr>
                <w:szCs w:val="19"/>
                <w:lang w:eastAsia="ar-SA"/>
              </w:rPr>
            </w:pPr>
            <w:r>
              <w:rPr>
                <w:szCs w:val="19"/>
              </w:rPr>
              <w:t>Debietmeting in winput 104 functioneert</w:t>
            </w:r>
            <w:r w:rsidRPr="00513A1C">
              <w:rPr>
                <w:szCs w:val="19"/>
              </w:rPr>
              <w:t>.</w:t>
            </w:r>
          </w:p>
        </w:tc>
      </w:tr>
      <w:tr w:rsidR="00A21639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A21639" w:rsidRPr="00513A1C" w:rsidRDefault="00A21639" w:rsidP="00D20AEF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A21639" w:rsidRPr="00513A1C" w:rsidTr="00D20AEF">
        <w:trPr>
          <w:trHeight w:val="185"/>
        </w:trPr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A21639" w:rsidRPr="00513A1C" w:rsidRDefault="00A21639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/>
                <w:szCs w:val="19"/>
              </w:rPr>
              <w:t>Inputs</w:t>
            </w:r>
            <w:proofErr w:type="spellEnd"/>
            <w:r w:rsidRPr="00513A1C">
              <w:rPr>
                <w:b/>
                <w:color w:val="FFFFFF"/>
                <w:szCs w:val="19"/>
              </w:rPr>
              <w:t>/pre-condities</w:t>
            </w:r>
          </w:p>
        </w:tc>
      </w:tr>
      <w:tr w:rsidR="00A21639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21639" w:rsidRPr="00513A1C" w:rsidRDefault="00A21639" w:rsidP="00D20AEF">
            <w:pPr>
              <w:pStyle w:val="CommentText"/>
              <w:rPr>
                <w:rFonts w:cs="Arial"/>
                <w:sz w:val="19"/>
                <w:szCs w:val="19"/>
                <w:lang w:eastAsia="ar-SA"/>
              </w:rPr>
            </w:pPr>
          </w:p>
          <w:p w:rsidR="00A21639" w:rsidRPr="00513A1C" w:rsidRDefault="00A21639" w:rsidP="00D20AEF">
            <w:pPr>
              <w:pStyle w:val="CommentText"/>
              <w:rPr>
                <w:rFonts w:cs="Arial"/>
                <w:sz w:val="19"/>
                <w:szCs w:val="19"/>
              </w:rPr>
            </w:pPr>
          </w:p>
        </w:tc>
      </w:tr>
      <w:tr w:rsidR="00A21639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A21639" w:rsidRPr="00513A1C" w:rsidRDefault="00A21639" w:rsidP="00D20AEF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A21639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A21639" w:rsidRPr="00513A1C" w:rsidRDefault="00A21639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Uitvoering</w:t>
            </w:r>
          </w:p>
        </w:tc>
      </w:tr>
      <w:tr w:rsidR="00A21639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21639" w:rsidRPr="00513A1C" w:rsidRDefault="00A21639" w:rsidP="00D20AEF">
            <w:pPr>
              <w:rPr>
                <w:color w:val="339966"/>
                <w:szCs w:val="19"/>
                <w:lang w:eastAsia="ar-SA"/>
              </w:rPr>
            </w:pPr>
          </w:p>
          <w:p w:rsidR="00A21639" w:rsidRPr="00513A1C" w:rsidRDefault="00A21639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  <w:lang w:eastAsia="ar-SA"/>
              </w:rPr>
              <w:t xml:space="preserve">Controleer </w:t>
            </w:r>
            <w:r>
              <w:rPr>
                <w:color w:val="339966"/>
                <w:szCs w:val="19"/>
                <w:lang w:eastAsia="ar-SA"/>
              </w:rPr>
              <w:t>werking en presentatie van debietmeting in SCADA</w:t>
            </w:r>
            <w:r w:rsidRPr="00513A1C">
              <w:rPr>
                <w:color w:val="339966"/>
                <w:szCs w:val="19"/>
                <w:lang w:eastAsia="ar-SA"/>
              </w:rPr>
              <w:t>.</w:t>
            </w:r>
            <w:r>
              <w:rPr>
                <w:color w:val="339966"/>
                <w:szCs w:val="19"/>
                <w:lang w:eastAsia="ar-SA"/>
              </w:rPr>
              <w:t xml:space="preserve"> Bij correctie uitvoering in SCADA, is de PLC software ook correct.</w:t>
            </w:r>
          </w:p>
        </w:tc>
      </w:tr>
      <w:tr w:rsidR="00A21639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A21639" w:rsidRPr="00513A1C" w:rsidRDefault="00A21639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A21639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A21639" w:rsidRPr="00513A1C" w:rsidRDefault="00A21639" w:rsidP="00D20AEF">
            <w:pPr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Verwacht resultaat</w:t>
            </w:r>
          </w:p>
        </w:tc>
      </w:tr>
      <w:tr w:rsidR="00A21639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21639" w:rsidRPr="00513A1C" w:rsidRDefault="00A21639" w:rsidP="00D20AEF">
            <w:pPr>
              <w:rPr>
                <w:color w:val="339966"/>
                <w:szCs w:val="19"/>
                <w:lang w:eastAsia="ar-SA"/>
              </w:rPr>
            </w:pPr>
          </w:p>
          <w:p w:rsidR="00A21639" w:rsidRPr="00513A1C" w:rsidRDefault="00A21639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A21639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A21639" w:rsidRPr="00513A1C" w:rsidRDefault="00A21639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A21639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A21639" w:rsidRPr="00513A1C" w:rsidRDefault="00A21639" w:rsidP="00D20AEF">
            <w:pPr>
              <w:suppressAutoHyphens/>
              <w:rPr>
                <w:b/>
                <w:color w:val="FFFFFF" w:themeColor="background1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 w:themeColor="background1"/>
                <w:szCs w:val="19"/>
              </w:rPr>
              <w:t>Testlog</w:t>
            </w:r>
            <w:proofErr w:type="spellEnd"/>
            <w:r w:rsidRPr="00513A1C">
              <w:rPr>
                <w:b/>
                <w:color w:val="FFFFFF" w:themeColor="background1"/>
                <w:szCs w:val="19"/>
              </w:rPr>
              <w:t xml:space="preserve"> </w:t>
            </w:r>
          </w:p>
        </w:tc>
      </w:tr>
      <w:tr w:rsidR="00B73ECB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73ECB" w:rsidRPr="00513A1C" w:rsidRDefault="00B73ECB" w:rsidP="004D2424">
            <w:pPr>
              <w:rPr>
                <w:szCs w:val="19"/>
                <w:lang w:eastAsia="ar-SA"/>
              </w:rPr>
            </w:pP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>Tester</w:t>
            </w:r>
            <w:r w:rsidRPr="00513A1C">
              <w:rPr>
                <w:szCs w:val="19"/>
              </w:rPr>
              <w:tab/>
            </w:r>
            <w:r w:rsidRPr="00513A1C">
              <w:rPr>
                <w:szCs w:val="19"/>
              </w:rPr>
              <w:tab/>
              <w:t>: …M. Jordaan……..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noProof/>
                <w:szCs w:val="19"/>
              </w:rPr>
              <w:drawing>
                <wp:anchor distT="0" distB="0" distL="114300" distR="114300" simplePos="0" relativeHeight="251764736" behindDoc="0" locked="0" layoutInCell="1" allowOverlap="1" wp14:anchorId="39A709FC" wp14:editId="5836D1C0">
                  <wp:simplePos x="0" y="0"/>
                  <wp:positionH relativeFrom="column">
                    <wp:posOffset>984885</wp:posOffset>
                  </wp:positionH>
                  <wp:positionV relativeFrom="paragraph">
                    <wp:posOffset>37465</wp:posOffset>
                  </wp:positionV>
                  <wp:extent cx="352425" cy="304800"/>
                  <wp:effectExtent l="0" t="0" r="9525" b="0"/>
                  <wp:wrapNone/>
                  <wp:docPr id="28" name="Picture 28" descr="Description: MarcelKl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escription: MarcelKl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3A1C">
              <w:rPr>
                <w:szCs w:val="19"/>
              </w:rPr>
              <w:t xml:space="preserve">Datum   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16</w:t>
            </w:r>
            <w:r w:rsidRPr="00513A1C">
              <w:rPr>
                <w:szCs w:val="19"/>
              </w:rPr>
              <w:t>-0</w:t>
            </w:r>
            <w:r>
              <w:rPr>
                <w:szCs w:val="19"/>
              </w:rPr>
              <w:t>4</w:t>
            </w:r>
            <w:r w:rsidRPr="00513A1C">
              <w:rPr>
                <w:szCs w:val="19"/>
              </w:rPr>
              <w:t>-201</w:t>
            </w:r>
            <w:r>
              <w:rPr>
                <w:szCs w:val="19"/>
              </w:rPr>
              <w:t>3</w:t>
            </w:r>
            <w:r w:rsidRPr="00513A1C">
              <w:rPr>
                <w:szCs w:val="19"/>
              </w:rPr>
              <w:t>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Paraaf   </w:t>
            </w:r>
            <w:r w:rsidRPr="00513A1C">
              <w:rPr>
                <w:szCs w:val="19"/>
              </w:rPr>
              <w:tab/>
              <w:t>: ……………………..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Aanwezig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H</w:t>
            </w:r>
            <w:r w:rsidRPr="00513A1C">
              <w:rPr>
                <w:szCs w:val="19"/>
              </w:rPr>
              <w:t xml:space="preserve">. </w:t>
            </w:r>
            <w:r>
              <w:rPr>
                <w:szCs w:val="19"/>
              </w:rPr>
              <w:t>v. d. Graaf</w:t>
            </w:r>
            <w:r w:rsidRPr="00513A1C">
              <w:rPr>
                <w:szCs w:val="19"/>
              </w:rPr>
              <w:t xml:space="preserve"> ……..</w:t>
            </w:r>
          </w:p>
          <w:p w:rsidR="00B73ECB" w:rsidRPr="00513A1C" w:rsidRDefault="00B73ECB" w:rsidP="004D2424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A21639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A21639" w:rsidRPr="00513A1C" w:rsidRDefault="00A21639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Actie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A21639" w:rsidRPr="00513A1C" w:rsidRDefault="00A21639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Aandachtspunten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A21639" w:rsidRPr="00513A1C" w:rsidRDefault="00A21639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proofErr w:type="spellStart"/>
            <w:r w:rsidRPr="00513A1C">
              <w:rPr>
                <w:b/>
                <w:szCs w:val="19"/>
              </w:rPr>
              <w:t>Result</w:t>
            </w:r>
            <w:proofErr w:type="spellEnd"/>
          </w:p>
        </w:tc>
      </w:tr>
      <w:tr w:rsidR="00A21639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A21639" w:rsidRPr="00513A1C" w:rsidRDefault="00A21639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debiet meting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A21639" w:rsidRPr="00513A1C" w:rsidRDefault="00A21639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Debiet meting wordt op SCADA gepresenteerd</w:t>
            </w:r>
            <w:r w:rsidRPr="00513A1C">
              <w:rPr>
                <w:szCs w:val="19"/>
              </w:rPr>
              <w:t>.</w:t>
            </w:r>
            <w:r>
              <w:rPr>
                <w:szCs w:val="19"/>
              </w:rPr>
              <w:t xml:space="preserve"> Dit is een </w:t>
            </w:r>
            <w:proofErr w:type="spellStart"/>
            <w:r>
              <w:rPr>
                <w:szCs w:val="19"/>
              </w:rPr>
              <w:t>berekning</w:t>
            </w:r>
            <w:proofErr w:type="spellEnd"/>
            <w:r>
              <w:rPr>
                <w:szCs w:val="19"/>
              </w:rPr>
              <w:t xml:space="preserve"> uit pulsen, in bedrijf zijn winput en tijd.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21639" w:rsidRPr="00513A1C" w:rsidRDefault="00A21639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A21639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A21639" w:rsidRPr="00513A1C" w:rsidRDefault="00A21639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rapportage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A21639" w:rsidRPr="00513A1C" w:rsidRDefault="00A21639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Totaal </w:t>
            </w:r>
            <w:r w:rsidR="00BA7B17">
              <w:rPr>
                <w:szCs w:val="19"/>
              </w:rPr>
              <w:t xml:space="preserve">telling </w:t>
            </w:r>
            <w:r>
              <w:rPr>
                <w:szCs w:val="19"/>
              </w:rPr>
              <w:t>van debietmeting is opgenomen in rapportage.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21639" w:rsidRPr="00513A1C" w:rsidRDefault="00A21639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A21639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21639" w:rsidRPr="00513A1C" w:rsidRDefault="00A21639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21639" w:rsidRPr="00513A1C" w:rsidRDefault="00A21639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21639" w:rsidRPr="00513A1C" w:rsidRDefault="00A21639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A21639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21639" w:rsidRPr="00513A1C" w:rsidRDefault="00A21639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21639" w:rsidRPr="00513A1C" w:rsidRDefault="00A21639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21639" w:rsidRPr="00513A1C" w:rsidRDefault="00A21639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A21639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21639" w:rsidRPr="00513A1C" w:rsidRDefault="00A21639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21639" w:rsidRPr="00513A1C" w:rsidRDefault="00A21639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21639" w:rsidRPr="00513A1C" w:rsidRDefault="00A21639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A21639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A21639" w:rsidRPr="00513A1C" w:rsidRDefault="00A21639" w:rsidP="00D20AEF">
            <w:pPr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Opmerkingen:</w:t>
            </w:r>
          </w:p>
          <w:p w:rsidR="00A21639" w:rsidRPr="00513A1C" w:rsidRDefault="00A21639" w:rsidP="00D20AEF">
            <w:pPr>
              <w:rPr>
                <w:b/>
                <w:szCs w:val="19"/>
              </w:rPr>
            </w:pPr>
          </w:p>
          <w:p w:rsidR="00A21639" w:rsidRPr="00513A1C" w:rsidRDefault="00A21639" w:rsidP="00D20AEF">
            <w:pPr>
              <w:rPr>
                <w:b/>
                <w:szCs w:val="19"/>
              </w:rPr>
            </w:pPr>
          </w:p>
          <w:p w:rsidR="00A21639" w:rsidRPr="00513A1C" w:rsidRDefault="00A21639" w:rsidP="00D20AEF">
            <w:pPr>
              <w:spacing w:before="90" w:after="54"/>
              <w:rPr>
                <w:color w:val="339966"/>
                <w:szCs w:val="19"/>
              </w:rPr>
            </w:pPr>
          </w:p>
          <w:p w:rsidR="00A21639" w:rsidRPr="00513A1C" w:rsidRDefault="00A21639" w:rsidP="00D20AEF">
            <w:pPr>
              <w:spacing w:before="90" w:after="54"/>
              <w:rPr>
                <w:color w:val="339966"/>
                <w:szCs w:val="19"/>
              </w:rPr>
            </w:pPr>
          </w:p>
          <w:p w:rsidR="00A21639" w:rsidRPr="00513A1C" w:rsidRDefault="00A21639" w:rsidP="00D20AEF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</w:p>
        </w:tc>
        <w:tc>
          <w:tcPr>
            <w:tcW w:w="708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A21639" w:rsidRPr="00513A1C" w:rsidRDefault="00A21639" w:rsidP="00D20AEF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</w:rPr>
              <w:t xml:space="preserve"> </w:t>
            </w:r>
          </w:p>
        </w:tc>
      </w:tr>
    </w:tbl>
    <w:p w:rsidR="00A21639" w:rsidRDefault="00A21639" w:rsidP="00A21639"/>
    <w:p w:rsidR="00BA7B17" w:rsidRDefault="00BA7B17">
      <w:pPr>
        <w:spacing w:line="240" w:lineRule="exact"/>
        <w:ind w:left="839" w:hanging="839"/>
      </w:pPr>
      <w:r>
        <w:br w:type="page"/>
      </w:r>
    </w:p>
    <w:p w:rsidR="00BA7B17" w:rsidRDefault="00BA7B17" w:rsidP="00BA7B17">
      <w:pPr>
        <w:pStyle w:val="Heading2"/>
      </w:pPr>
      <w:r>
        <w:lastRenderedPageBreak/>
        <w:t>Test FIT-105</w:t>
      </w:r>
    </w:p>
    <w:tbl>
      <w:tblPr>
        <w:tblW w:w="9639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  <w:gridCol w:w="850"/>
      </w:tblGrid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BA7B17" w:rsidRPr="00513A1C" w:rsidRDefault="00BA7B17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Omschrijving/Doel van de test</w:t>
            </w: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rPr>
                <w:szCs w:val="19"/>
                <w:lang w:eastAsia="ar-SA"/>
              </w:rPr>
            </w:pPr>
          </w:p>
          <w:p w:rsidR="00BA7B17" w:rsidRPr="00513A1C" w:rsidRDefault="00BA7B17" w:rsidP="00D20AEF">
            <w:pPr>
              <w:suppressAutoHyphens/>
              <w:rPr>
                <w:szCs w:val="19"/>
                <w:lang w:eastAsia="ar-SA"/>
              </w:rPr>
            </w:pPr>
            <w:r>
              <w:rPr>
                <w:szCs w:val="19"/>
              </w:rPr>
              <w:t>Debietmeting in winput 105 functioneert</w:t>
            </w:r>
            <w:r w:rsidRPr="00513A1C">
              <w:rPr>
                <w:szCs w:val="19"/>
              </w:rPr>
              <w:t>.</w:t>
            </w: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BA7B17" w:rsidRPr="00513A1C" w:rsidRDefault="00BA7B17" w:rsidP="00D20AEF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BA7B17" w:rsidRPr="00513A1C" w:rsidTr="00D20AEF">
        <w:trPr>
          <w:trHeight w:val="185"/>
        </w:trPr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BA7B17" w:rsidRPr="00513A1C" w:rsidRDefault="00BA7B17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/>
                <w:szCs w:val="19"/>
              </w:rPr>
              <w:t>Inputs</w:t>
            </w:r>
            <w:proofErr w:type="spellEnd"/>
            <w:r w:rsidRPr="00513A1C">
              <w:rPr>
                <w:b/>
                <w:color w:val="FFFFFF"/>
                <w:szCs w:val="19"/>
              </w:rPr>
              <w:t>/pre-condities</w:t>
            </w: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pStyle w:val="CommentText"/>
              <w:rPr>
                <w:rFonts w:cs="Arial"/>
                <w:sz w:val="19"/>
                <w:szCs w:val="19"/>
                <w:lang w:eastAsia="ar-SA"/>
              </w:rPr>
            </w:pPr>
          </w:p>
          <w:p w:rsidR="00BA7B17" w:rsidRPr="00513A1C" w:rsidRDefault="00BA7B17" w:rsidP="00D20AEF">
            <w:pPr>
              <w:pStyle w:val="CommentText"/>
              <w:rPr>
                <w:rFonts w:cs="Arial"/>
                <w:sz w:val="19"/>
                <w:szCs w:val="19"/>
              </w:rPr>
            </w:pP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BA7B17" w:rsidRPr="00513A1C" w:rsidRDefault="00BA7B17" w:rsidP="00D20AEF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BA7B17" w:rsidRPr="00513A1C" w:rsidRDefault="00BA7B17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Uitvoering</w:t>
            </w: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rPr>
                <w:color w:val="339966"/>
                <w:szCs w:val="19"/>
                <w:lang w:eastAsia="ar-SA"/>
              </w:rPr>
            </w:pPr>
          </w:p>
          <w:p w:rsidR="00BA7B17" w:rsidRPr="00513A1C" w:rsidRDefault="00BA7B17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  <w:lang w:eastAsia="ar-SA"/>
              </w:rPr>
              <w:t xml:space="preserve">Controleer </w:t>
            </w:r>
            <w:r>
              <w:rPr>
                <w:color w:val="339966"/>
                <w:szCs w:val="19"/>
                <w:lang w:eastAsia="ar-SA"/>
              </w:rPr>
              <w:t>werking en presentatie van debietmeting in SCADA</w:t>
            </w:r>
            <w:r w:rsidRPr="00513A1C">
              <w:rPr>
                <w:color w:val="339966"/>
                <w:szCs w:val="19"/>
                <w:lang w:eastAsia="ar-SA"/>
              </w:rPr>
              <w:t>.</w:t>
            </w:r>
            <w:r>
              <w:rPr>
                <w:color w:val="339966"/>
                <w:szCs w:val="19"/>
                <w:lang w:eastAsia="ar-SA"/>
              </w:rPr>
              <w:t xml:space="preserve"> Bij correctie uitvoering in SCADA, is de PLC software ook correct.</w:t>
            </w: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BA7B17" w:rsidRPr="00513A1C" w:rsidRDefault="00BA7B17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BA7B17" w:rsidRPr="00513A1C" w:rsidRDefault="00BA7B17" w:rsidP="00D20AEF">
            <w:pPr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Verwacht resultaat</w:t>
            </w: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rPr>
                <w:color w:val="339966"/>
                <w:szCs w:val="19"/>
                <w:lang w:eastAsia="ar-SA"/>
              </w:rPr>
            </w:pPr>
          </w:p>
          <w:p w:rsidR="00BA7B17" w:rsidRPr="00513A1C" w:rsidRDefault="00BA7B17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BA7B17" w:rsidRPr="00513A1C" w:rsidRDefault="00BA7B17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BA7B17" w:rsidRPr="00513A1C" w:rsidRDefault="00BA7B17" w:rsidP="00D20AEF">
            <w:pPr>
              <w:suppressAutoHyphens/>
              <w:rPr>
                <w:b/>
                <w:color w:val="FFFFFF" w:themeColor="background1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 w:themeColor="background1"/>
                <w:szCs w:val="19"/>
              </w:rPr>
              <w:t>Testlog</w:t>
            </w:r>
            <w:proofErr w:type="spellEnd"/>
            <w:r w:rsidRPr="00513A1C">
              <w:rPr>
                <w:b/>
                <w:color w:val="FFFFFF" w:themeColor="background1"/>
                <w:szCs w:val="19"/>
              </w:rPr>
              <w:t xml:space="preserve"> </w:t>
            </w:r>
          </w:p>
        </w:tc>
      </w:tr>
      <w:tr w:rsidR="00B73ECB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73ECB" w:rsidRPr="00513A1C" w:rsidRDefault="00B73ECB" w:rsidP="004D2424">
            <w:pPr>
              <w:rPr>
                <w:szCs w:val="19"/>
                <w:lang w:eastAsia="ar-SA"/>
              </w:rPr>
            </w:pP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>Tester</w:t>
            </w:r>
            <w:r w:rsidRPr="00513A1C">
              <w:rPr>
                <w:szCs w:val="19"/>
              </w:rPr>
              <w:tab/>
            </w:r>
            <w:r w:rsidRPr="00513A1C">
              <w:rPr>
                <w:szCs w:val="19"/>
              </w:rPr>
              <w:tab/>
              <w:t>: …M. Jordaan……..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noProof/>
                <w:szCs w:val="19"/>
              </w:rPr>
              <w:drawing>
                <wp:anchor distT="0" distB="0" distL="114300" distR="114300" simplePos="0" relativeHeight="251766784" behindDoc="0" locked="0" layoutInCell="1" allowOverlap="1" wp14:anchorId="6D88BFD8" wp14:editId="3234B83B">
                  <wp:simplePos x="0" y="0"/>
                  <wp:positionH relativeFrom="column">
                    <wp:posOffset>984885</wp:posOffset>
                  </wp:positionH>
                  <wp:positionV relativeFrom="paragraph">
                    <wp:posOffset>37465</wp:posOffset>
                  </wp:positionV>
                  <wp:extent cx="352425" cy="304800"/>
                  <wp:effectExtent l="0" t="0" r="9525" b="0"/>
                  <wp:wrapNone/>
                  <wp:docPr id="30" name="Picture 30" descr="Description: MarcelKl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escription: MarcelKl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3A1C">
              <w:rPr>
                <w:szCs w:val="19"/>
              </w:rPr>
              <w:t xml:space="preserve">Datum   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16</w:t>
            </w:r>
            <w:r w:rsidRPr="00513A1C">
              <w:rPr>
                <w:szCs w:val="19"/>
              </w:rPr>
              <w:t>-0</w:t>
            </w:r>
            <w:r>
              <w:rPr>
                <w:szCs w:val="19"/>
              </w:rPr>
              <w:t>4</w:t>
            </w:r>
            <w:r w:rsidRPr="00513A1C">
              <w:rPr>
                <w:szCs w:val="19"/>
              </w:rPr>
              <w:t>-201</w:t>
            </w:r>
            <w:r>
              <w:rPr>
                <w:szCs w:val="19"/>
              </w:rPr>
              <w:t>3</w:t>
            </w:r>
            <w:r w:rsidRPr="00513A1C">
              <w:rPr>
                <w:szCs w:val="19"/>
              </w:rPr>
              <w:t>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Paraaf   </w:t>
            </w:r>
            <w:r w:rsidRPr="00513A1C">
              <w:rPr>
                <w:szCs w:val="19"/>
              </w:rPr>
              <w:tab/>
              <w:t>: ……………………..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Aanwezig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H</w:t>
            </w:r>
            <w:r w:rsidRPr="00513A1C">
              <w:rPr>
                <w:szCs w:val="19"/>
              </w:rPr>
              <w:t xml:space="preserve">. </w:t>
            </w:r>
            <w:r>
              <w:rPr>
                <w:szCs w:val="19"/>
              </w:rPr>
              <w:t>v. d. Graaf</w:t>
            </w:r>
            <w:r w:rsidRPr="00513A1C">
              <w:rPr>
                <w:szCs w:val="19"/>
              </w:rPr>
              <w:t xml:space="preserve"> ……..</w:t>
            </w:r>
          </w:p>
          <w:p w:rsidR="00B73ECB" w:rsidRPr="00513A1C" w:rsidRDefault="00B73ECB" w:rsidP="004D2424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BA7B17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BA7B17" w:rsidRPr="00513A1C" w:rsidRDefault="00BA7B17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Actie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BA7B17" w:rsidRPr="00513A1C" w:rsidRDefault="00BA7B17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Aandachtspunten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BA7B17" w:rsidRPr="00513A1C" w:rsidRDefault="00BA7B17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proofErr w:type="spellStart"/>
            <w:r w:rsidRPr="00513A1C">
              <w:rPr>
                <w:b/>
                <w:szCs w:val="19"/>
              </w:rPr>
              <w:t>Result</w:t>
            </w:r>
            <w:proofErr w:type="spellEnd"/>
          </w:p>
        </w:tc>
      </w:tr>
      <w:tr w:rsidR="00BA7B17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BA7B17" w:rsidRPr="00513A1C" w:rsidRDefault="00BA7B17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debiet meting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BA7B17" w:rsidRPr="00513A1C" w:rsidRDefault="00BA7B17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Debiet meting wordt op SCADA gepresenteerd</w:t>
            </w:r>
            <w:r w:rsidRPr="00513A1C">
              <w:rPr>
                <w:szCs w:val="19"/>
              </w:rPr>
              <w:t>.</w:t>
            </w:r>
            <w:r>
              <w:rPr>
                <w:szCs w:val="19"/>
              </w:rPr>
              <w:t xml:space="preserve"> Dit is een </w:t>
            </w:r>
            <w:proofErr w:type="spellStart"/>
            <w:r>
              <w:rPr>
                <w:szCs w:val="19"/>
              </w:rPr>
              <w:t>berekning</w:t>
            </w:r>
            <w:proofErr w:type="spellEnd"/>
            <w:r>
              <w:rPr>
                <w:szCs w:val="19"/>
              </w:rPr>
              <w:t xml:space="preserve"> uit pulsen, in bedrijf zijn winput en tijd.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BA7B17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BA7B17" w:rsidRPr="00513A1C" w:rsidRDefault="00BA7B17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rapportage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BA7B17" w:rsidRPr="00513A1C" w:rsidRDefault="00BA7B17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Totaal telling van debietmeting is opgenomen in rapportage.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BA7B17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BA7B17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BA7B17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BA7B17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Opmerkingen:</w:t>
            </w:r>
          </w:p>
          <w:p w:rsidR="00BA7B17" w:rsidRPr="00513A1C" w:rsidRDefault="00BA7B17" w:rsidP="00D20AEF">
            <w:pPr>
              <w:rPr>
                <w:b/>
                <w:szCs w:val="19"/>
              </w:rPr>
            </w:pPr>
          </w:p>
          <w:p w:rsidR="00BA7B17" w:rsidRPr="00513A1C" w:rsidRDefault="00BA7B17" w:rsidP="00D20AEF">
            <w:pPr>
              <w:rPr>
                <w:b/>
                <w:szCs w:val="19"/>
              </w:rPr>
            </w:pPr>
          </w:p>
          <w:p w:rsidR="00BA7B17" w:rsidRPr="00513A1C" w:rsidRDefault="00BA7B17" w:rsidP="00D20AEF">
            <w:pPr>
              <w:spacing w:before="90" w:after="54"/>
              <w:rPr>
                <w:color w:val="339966"/>
                <w:szCs w:val="19"/>
              </w:rPr>
            </w:pPr>
          </w:p>
          <w:p w:rsidR="00BA7B17" w:rsidRPr="00513A1C" w:rsidRDefault="00BA7B17" w:rsidP="00D20AEF">
            <w:pPr>
              <w:spacing w:before="90" w:after="54"/>
              <w:rPr>
                <w:color w:val="339966"/>
                <w:szCs w:val="19"/>
              </w:rPr>
            </w:pPr>
          </w:p>
          <w:p w:rsidR="00BA7B17" w:rsidRPr="00513A1C" w:rsidRDefault="00BA7B17" w:rsidP="00D20AEF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</w:p>
        </w:tc>
        <w:tc>
          <w:tcPr>
            <w:tcW w:w="708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BA7B17" w:rsidRPr="00513A1C" w:rsidRDefault="00BA7B17" w:rsidP="00D20AEF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</w:rPr>
              <w:t xml:space="preserve"> </w:t>
            </w:r>
          </w:p>
        </w:tc>
      </w:tr>
    </w:tbl>
    <w:p w:rsidR="00BA7B17" w:rsidRDefault="00BA7B17" w:rsidP="00BA7B17"/>
    <w:p w:rsidR="00BA7B17" w:rsidRDefault="00BA7B17">
      <w:pPr>
        <w:spacing w:line="240" w:lineRule="exact"/>
        <w:ind w:left="839" w:hanging="839"/>
      </w:pPr>
      <w:r>
        <w:br w:type="page"/>
      </w:r>
    </w:p>
    <w:p w:rsidR="00BA7B17" w:rsidRDefault="00BA7B17" w:rsidP="00BA7B17">
      <w:pPr>
        <w:pStyle w:val="Heading2"/>
      </w:pPr>
      <w:r>
        <w:lastRenderedPageBreak/>
        <w:t>Test FIT-106</w:t>
      </w:r>
    </w:p>
    <w:tbl>
      <w:tblPr>
        <w:tblW w:w="9639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  <w:gridCol w:w="850"/>
      </w:tblGrid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BA7B17" w:rsidRPr="00513A1C" w:rsidRDefault="00BA7B17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Omschrijving/Doel van de test</w:t>
            </w: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rPr>
                <w:szCs w:val="19"/>
                <w:lang w:eastAsia="ar-SA"/>
              </w:rPr>
            </w:pPr>
          </w:p>
          <w:p w:rsidR="00BA7B17" w:rsidRPr="00513A1C" w:rsidRDefault="00BA7B17" w:rsidP="00D20AEF">
            <w:pPr>
              <w:suppressAutoHyphens/>
              <w:rPr>
                <w:szCs w:val="19"/>
                <w:lang w:eastAsia="ar-SA"/>
              </w:rPr>
            </w:pPr>
            <w:r>
              <w:rPr>
                <w:szCs w:val="19"/>
              </w:rPr>
              <w:t>Debietmeting in winput 106 functioneert</w:t>
            </w:r>
            <w:r w:rsidRPr="00513A1C">
              <w:rPr>
                <w:szCs w:val="19"/>
              </w:rPr>
              <w:t>.</w:t>
            </w: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BA7B17" w:rsidRPr="00513A1C" w:rsidRDefault="00BA7B17" w:rsidP="00D20AEF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BA7B17" w:rsidRPr="00513A1C" w:rsidTr="00D20AEF">
        <w:trPr>
          <w:trHeight w:val="185"/>
        </w:trPr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BA7B17" w:rsidRPr="00513A1C" w:rsidRDefault="00BA7B17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/>
                <w:szCs w:val="19"/>
              </w:rPr>
              <w:t>Inputs</w:t>
            </w:r>
            <w:proofErr w:type="spellEnd"/>
            <w:r w:rsidRPr="00513A1C">
              <w:rPr>
                <w:b/>
                <w:color w:val="FFFFFF"/>
                <w:szCs w:val="19"/>
              </w:rPr>
              <w:t>/pre-condities</w:t>
            </w: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pStyle w:val="CommentText"/>
              <w:rPr>
                <w:rFonts w:cs="Arial"/>
                <w:sz w:val="19"/>
                <w:szCs w:val="19"/>
                <w:lang w:eastAsia="ar-SA"/>
              </w:rPr>
            </w:pPr>
          </w:p>
          <w:p w:rsidR="00BA7B17" w:rsidRPr="00513A1C" w:rsidRDefault="00BA7B17" w:rsidP="00D20AEF">
            <w:pPr>
              <w:pStyle w:val="CommentText"/>
              <w:rPr>
                <w:rFonts w:cs="Arial"/>
                <w:sz w:val="19"/>
                <w:szCs w:val="19"/>
              </w:rPr>
            </w:pP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BA7B17" w:rsidRPr="00513A1C" w:rsidRDefault="00BA7B17" w:rsidP="00D20AEF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BA7B17" w:rsidRPr="00513A1C" w:rsidRDefault="00BA7B17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Uitvoering</w:t>
            </w: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rPr>
                <w:color w:val="339966"/>
                <w:szCs w:val="19"/>
                <w:lang w:eastAsia="ar-SA"/>
              </w:rPr>
            </w:pPr>
          </w:p>
          <w:p w:rsidR="00BA7B17" w:rsidRPr="00513A1C" w:rsidRDefault="00BA7B17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  <w:lang w:eastAsia="ar-SA"/>
              </w:rPr>
              <w:t xml:space="preserve">Controleer </w:t>
            </w:r>
            <w:r>
              <w:rPr>
                <w:color w:val="339966"/>
                <w:szCs w:val="19"/>
                <w:lang w:eastAsia="ar-SA"/>
              </w:rPr>
              <w:t>werking en presentatie van debietmeting in SCADA</w:t>
            </w:r>
            <w:r w:rsidRPr="00513A1C">
              <w:rPr>
                <w:color w:val="339966"/>
                <w:szCs w:val="19"/>
                <w:lang w:eastAsia="ar-SA"/>
              </w:rPr>
              <w:t>.</w:t>
            </w:r>
            <w:r>
              <w:rPr>
                <w:color w:val="339966"/>
                <w:szCs w:val="19"/>
                <w:lang w:eastAsia="ar-SA"/>
              </w:rPr>
              <w:t xml:space="preserve"> Bij correctie uitvoering in SCADA, is de PLC software ook correct.</w:t>
            </w: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BA7B17" w:rsidRPr="00513A1C" w:rsidRDefault="00BA7B17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BA7B17" w:rsidRPr="00513A1C" w:rsidRDefault="00BA7B17" w:rsidP="00D20AEF">
            <w:pPr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Verwacht resultaat</w:t>
            </w: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rPr>
                <w:color w:val="339966"/>
                <w:szCs w:val="19"/>
                <w:lang w:eastAsia="ar-SA"/>
              </w:rPr>
            </w:pPr>
          </w:p>
          <w:p w:rsidR="00BA7B17" w:rsidRPr="00513A1C" w:rsidRDefault="00BA7B17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BA7B17" w:rsidRPr="00513A1C" w:rsidRDefault="00BA7B17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BA7B17" w:rsidRPr="00513A1C" w:rsidRDefault="00BA7B17" w:rsidP="00D20AEF">
            <w:pPr>
              <w:suppressAutoHyphens/>
              <w:rPr>
                <w:b/>
                <w:color w:val="FFFFFF" w:themeColor="background1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 w:themeColor="background1"/>
                <w:szCs w:val="19"/>
              </w:rPr>
              <w:t>Testlog</w:t>
            </w:r>
            <w:proofErr w:type="spellEnd"/>
            <w:r w:rsidRPr="00513A1C">
              <w:rPr>
                <w:b/>
                <w:color w:val="FFFFFF" w:themeColor="background1"/>
                <w:szCs w:val="19"/>
              </w:rPr>
              <w:t xml:space="preserve"> </w:t>
            </w:r>
          </w:p>
        </w:tc>
      </w:tr>
      <w:tr w:rsidR="00B73ECB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73ECB" w:rsidRPr="00513A1C" w:rsidRDefault="00B73ECB" w:rsidP="004D2424">
            <w:pPr>
              <w:rPr>
                <w:szCs w:val="19"/>
                <w:lang w:eastAsia="ar-SA"/>
              </w:rPr>
            </w:pP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>Tester</w:t>
            </w:r>
            <w:r w:rsidRPr="00513A1C">
              <w:rPr>
                <w:szCs w:val="19"/>
              </w:rPr>
              <w:tab/>
            </w:r>
            <w:r w:rsidRPr="00513A1C">
              <w:rPr>
                <w:szCs w:val="19"/>
              </w:rPr>
              <w:tab/>
              <w:t>: …M. Jordaan……..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noProof/>
                <w:szCs w:val="19"/>
              </w:rPr>
              <w:drawing>
                <wp:anchor distT="0" distB="0" distL="114300" distR="114300" simplePos="0" relativeHeight="251768832" behindDoc="0" locked="0" layoutInCell="1" allowOverlap="1" wp14:anchorId="14F8164E" wp14:editId="0C7C7AC4">
                  <wp:simplePos x="0" y="0"/>
                  <wp:positionH relativeFrom="column">
                    <wp:posOffset>984885</wp:posOffset>
                  </wp:positionH>
                  <wp:positionV relativeFrom="paragraph">
                    <wp:posOffset>37465</wp:posOffset>
                  </wp:positionV>
                  <wp:extent cx="352425" cy="304800"/>
                  <wp:effectExtent l="0" t="0" r="9525" b="0"/>
                  <wp:wrapNone/>
                  <wp:docPr id="31" name="Picture 31" descr="Description: MarcelKl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escription: MarcelKl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3A1C">
              <w:rPr>
                <w:szCs w:val="19"/>
              </w:rPr>
              <w:t xml:space="preserve">Datum   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16</w:t>
            </w:r>
            <w:r w:rsidRPr="00513A1C">
              <w:rPr>
                <w:szCs w:val="19"/>
              </w:rPr>
              <w:t>-0</w:t>
            </w:r>
            <w:r>
              <w:rPr>
                <w:szCs w:val="19"/>
              </w:rPr>
              <w:t>4</w:t>
            </w:r>
            <w:r w:rsidRPr="00513A1C">
              <w:rPr>
                <w:szCs w:val="19"/>
              </w:rPr>
              <w:t>-201</w:t>
            </w:r>
            <w:r>
              <w:rPr>
                <w:szCs w:val="19"/>
              </w:rPr>
              <w:t>3</w:t>
            </w:r>
            <w:r w:rsidRPr="00513A1C">
              <w:rPr>
                <w:szCs w:val="19"/>
              </w:rPr>
              <w:t>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Paraaf   </w:t>
            </w:r>
            <w:r w:rsidRPr="00513A1C">
              <w:rPr>
                <w:szCs w:val="19"/>
              </w:rPr>
              <w:tab/>
              <w:t>: ……………………..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Aanwezig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H</w:t>
            </w:r>
            <w:r w:rsidRPr="00513A1C">
              <w:rPr>
                <w:szCs w:val="19"/>
              </w:rPr>
              <w:t xml:space="preserve">. </w:t>
            </w:r>
            <w:r>
              <w:rPr>
                <w:szCs w:val="19"/>
              </w:rPr>
              <w:t>v. d. Graaf</w:t>
            </w:r>
            <w:r w:rsidRPr="00513A1C">
              <w:rPr>
                <w:szCs w:val="19"/>
              </w:rPr>
              <w:t xml:space="preserve"> ……..</w:t>
            </w:r>
          </w:p>
          <w:p w:rsidR="00B73ECB" w:rsidRPr="00513A1C" w:rsidRDefault="00B73ECB" w:rsidP="004D2424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BA7B17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BA7B17" w:rsidRPr="00513A1C" w:rsidRDefault="00BA7B17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Actie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BA7B17" w:rsidRPr="00513A1C" w:rsidRDefault="00BA7B17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Aandachtspunten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BA7B17" w:rsidRPr="00513A1C" w:rsidRDefault="00BA7B17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proofErr w:type="spellStart"/>
            <w:r w:rsidRPr="00513A1C">
              <w:rPr>
                <w:b/>
                <w:szCs w:val="19"/>
              </w:rPr>
              <w:t>Result</w:t>
            </w:r>
            <w:proofErr w:type="spellEnd"/>
          </w:p>
        </w:tc>
      </w:tr>
      <w:tr w:rsidR="00BA7B17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BA7B17" w:rsidRPr="00513A1C" w:rsidRDefault="00BA7B17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debiet meting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BA7B17" w:rsidRPr="00513A1C" w:rsidRDefault="00BA7B17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Debiet meting wordt op SCADA gepresenteerd</w:t>
            </w:r>
            <w:r w:rsidRPr="00513A1C">
              <w:rPr>
                <w:szCs w:val="19"/>
              </w:rPr>
              <w:t>.</w:t>
            </w:r>
            <w:r>
              <w:rPr>
                <w:szCs w:val="19"/>
              </w:rPr>
              <w:t xml:space="preserve"> Dit is een </w:t>
            </w:r>
            <w:proofErr w:type="spellStart"/>
            <w:r>
              <w:rPr>
                <w:szCs w:val="19"/>
              </w:rPr>
              <w:t>berekning</w:t>
            </w:r>
            <w:proofErr w:type="spellEnd"/>
            <w:r>
              <w:rPr>
                <w:szCs w:val="19"/>
              </w:rPr>
              <w:t xml:space="preserve"> uit pulsen, in bedrijf zijn winput en tijd.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BA7B17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BA7B17" w:rsidRPr="00513A1C" w:rsidRDefault="00BA7B17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rapportage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BA7B17" w:rsidRPr="00513A1C" w:rsidRDefault="00BA7B17" w:rsidP="00BA7B17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Totaal telling van debietmeting is opgenomen in rapportage.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BA7B17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BA7B17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BA7B17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BA7B17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Opmerkingen:</w:t>
            </w:r>
          </w:p>
          <w:p w:rsidR="00BA7B17" w:rsidRPr="00513A1C" w:rsidRDefault="00BA7B17" w:rsidP="00D20AEF">
            <w:pPr>
              <w:rPr>
                <w:b/>
                <w:szCs w:val="19"/>
              </w:rPr>
            </w:pPr>
          </w:p>
          <w:p w:rsidR="00BA7B17" w:rsidRPr="00513A1C" w:rsidRDefault="00BA7B17" w:rsidP="00D20AEF">
            <w:pPr>
              <w:rPr>
                <w:b/>
                <w:szCs w:val="19"/>
              </w:rPr>
            </w:pPr>
          </w:p>
          <w:p w:rsidR="00BA7B17" w:rsidRPr="00513A1C" w:rsidRDefault="00BA7B17" w:rsidP="00D20AEF">
            <w:pPr>
              <w:spacing w:before="90" w:after="54"/>
              <w:rPr>
                <w:color w:val="339966"/>
                <w:szCs w:val="19"/>
              </w:rPr>
            </w:pPr>
          </w:p>
          <w:p w:rsidR="00BA7B17" w:rsidRPr="00513A1C" w:rsidRDefault="00BA7B17" w:rsidP="00D20AEF">
            <w:pPr>
              <w:spacing w:before="90" w:after="54"/>
              <w:rPr>
                <w:color w:val="339966"/>
                <w:szCs w:val="19"/>
              </w:rPr>
            </w:pPr>
          </w:p>
          <w:p w:rsidR="00BA7B17" w:rsidRPr="00513A1C" w:rsidRDefault="00BA7B17" w:rsidP="00D20AEF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</w:p>
        </w:tc>
        <w:tc>
          <w:tcPr>
            <w:tcW w:w="708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BA7B17" w:rsidRPr="00513A1C" w:rsidRDefault="00BA7B17" w:rsidP="00D20AEF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</w:rPr>
              <w:t xml:space="preserve"> </w:t>
            </w:r>
          </w:p>
        </w:tc>
      </w:tr>
    </w:tbl>
    <w:p w:rsidR="00BA7B17" w:rsidRDefault="00BA7B17" w:rsidP="00BA7B17"/>
    <w:p w:rsidR="004017DC" w:rsidRDefault="004017DC">
      <w:pPr>
        <w:spacing w:line="240" w:lineRule="exact"/>
        <w:ind w:left="839" w:hanging="839"/>
        <w:rPr>
          <w:b/>
        </w:rPr>
      </w:pPr>
      <w:r>
        <w:br w:type="page"/>
      </w:r>
    </w:p>
    <w:p w:rsidR="004017DC" w:rsidRDefault="004017DC" w:rsidP="004017DC">
      <w:pPr>
        <w:pStyle w:val="Heading2"/>
      </w:pPr>
      <w:r>
        <w:lastRenderedPageBreak/>
        <w:t>Test PP-014</w:t>
      </w:r>
    </w:p>
    <w:tbl>
      <w:tblPr>
        <w:tblW w:w="9639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  <w:gridCol w:w="850"/>
      </w:tblGrid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4017DC" w:rsidRPr="00513A1C" w:rsidRDefault="004017DC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Omschrijving/Doel van de test</w:t>
            </w: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rPr>
                <w:szCs w:val="19"/>
                <w:lang w:eastAsia="ar-SA"/>
              </w:rPr>
            </w:pPr>
          </w:p>
          <w:p w:rsidR="004017DC" w:rsidRPr="00513A1C" w:rsidRDefault="004017DC" w:rsidP="00D20AEF">
            <w:pPr>
              <w:suppressAutoHyphens/>
              <w:rPr>
                <w:szCs w:val="19"/>
                <w:lang w:eastAsia="ar-SA"/>
              </w:rPr>
            </w:pPr>
            <w:r>
              <w:rPr>
                <w:szCs w:val="19"/>
              </w:rPr>
              <w:t>Pomp van winput 014 functioneert</w:t>
            </w:r>
            <w:r w:rsidRPr="00513A1C">
              <w:rPr>
                <w:szCs w:val="19"/>
              </w:rPr>
              <w:t>.</w:t>
            </w: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4017DC" w:rsidRPr="00513A1C" w:rsidRDefault="004017DC" w:rsidP="00D20AEF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4017DC" w:rsidRPr="00513A1C" w:rsidTr="00D20AEF">
        <w:trPr>
          <w:trHeight w:val="185"/>
        </w:trPr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4017DC" w:rsidRPr="00513A1C" w:rsidRDefault="004017DC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/>
                <w:szCs w:val="19"/>
              </w:rPr>
              <w:t>Inputs</w:t>
            </w:r>
            <w:proofErr w:type="spellEnd"/>
            <w:r w:rsidRPr="00513A1C">
              <w:rPr>
                <w:b/>
                <w:color w:val="FFFFFF"/>
                <w:szCs w:val="19"/>
              </w:rPr>
              <w:t>/pre-condities</w:t>
            </w: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rPr>
                <w:rFonts w:cs="Arial"/>
                <w:sz w:val="19"/>
                <w:szCs w:val="19"/>
                <w:lang w:eastAsia="ar-SA"/>
              </w:rPr>
            </w:pPr>
          </w:p>
          <w:p w:rsidR="004017DC" w:rsidRPr="00513A1C" w:rsidRDefault="004017DC" w:rsidP="00D20AEF">
            <w:pPr>
              <w:pStyle w:val="CommentText"/>
              <w:rPr>
                <w:rFonts w:cs="Arial"/>
                <w:sz w:val="19"/>
                <w:szCs w:val="19"/>
              </w:rPr>
            </w:pP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4017DC" w:rsidRPr="00513A1C" w:rsidRDefault="004017DC" w:rsidP="00D20AEF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4017DC" w:rsidRPr="00513A1C" w:rsidRDefault="004017DC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Uitvoering</w:t>
            </w: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rPr>
                <w:color w:val="339966"/>
                <w:szCs w:val="19"/>
                <w:lang w:eastAsia="ar-SA"/>
              </w:rPr>
            </w:pPr>
          </w:p>
          <w:p w:rsidR="004017DC" w:rsidRPr="00513A1C" w:rsidRDefault="004017DC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  <w:lang w:eastAsia="ar-SA"/>
              </w:rPr>
              <w:t xml:space="preserve">Controleer </w:t>
            </w:r>
            <w:r>
              <w:rPr>
                <w:color w:val="339966"/>
                <w:szCs w:val="19"/>
                <w:lang w:eastAsia="ar-SA"/>
              </w:rPr>
              <w:t>werking en presentatie van winput in SCADA</w:t>
            </w:r>
            <w:r w:rsidRPr="00513A1C">
              <w:rPr>
                <w:color w:val="339966"/>
                <w:szCs w:val="19"/>
                <w:lang w:eastAsia="ar-SA"/>
              </w:rPr>
              <w:t>.</w:t>
            </w: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4017DC" w:rsidRPr="00513A1C" w:rsidRDefault="004017DC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4017DC" w:rsidRPr="00513A1C" w:rsidRDefault="004017DC" w:rsidP="00D20AEF">
            <w:pPr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Verwacht resultaat</w:t>
            </w: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rPr>
                <w:color w:val="339966"/>
                <w:szCs w:val="19"/>
                <w:lang w:eastAsia="ar-SA"/>
              </w:rPr>
            </w:pPr>
          </w:p>
          <w:p w:rsidR="004017DC" w:rsidRPr="00513A1C" w:rsidRDefault="004017DC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4017DC" w:rsidRPr="00513A1C" w:rsidRDefault="004017DC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4017DC" w:rsidRPr="00513A1C" w:rsidRDefault="004017DC" w:rsidP="00D20AEF">
            <w:pPr>
              <w:suppressAutoHyphens/>
              <w:rPr>
                <w:b/>
                <w:color w:val="FFFFFF" w:themeColor="background1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 w:themeColor="background1"/>
                <w:szCs w:val="19"/>
              </w:rPr>
              <w:t>Testlog</w:t>
            </w:r>
            <w:proofErr w:type="spellEnd"/>
            <w:r w:rsidRPr="00513A1C">
              <w:rPr>
                <w:b/>
                <w:color w:val="FFFFFF" w:themeColor="background1"/>
                <w:szCs w:val="19"/>
              </w:rPr>
              <w:t xml:space="preserve"> </w:t>
            </w:r>
          </w:p>
        </w:tc>
      </w:tr>
      <w:tr w:rsidR="00B73ECB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73ECB" w:rsidRPr="00513A1C" w:rsidRDefault="00B73ECB" w:rsidP="004D2424">
            <w:pPr>
              <w:rPr>
                <w:szCs w:val="19"/>
                <w:lang w:eastAsia="ar-SA"/>
              </w:rPr>
            </w:pP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>Tester</w:t>
            </w:r>
            <w:r w:rsidRPr="00513A1C">
              <w:rPr>
                <w:szCs w:val="19"/>
              </w:rPr>
              <w:tab/>
            </w:r>
            <w:r w:rsidRPr="00513A1C">
              <w:rPr>
                <w:szCs w:val="19"/>
              </w:rPr>
              <w:tab/>
              <w:t>: …M. Jordaan……..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noProof/>
                <w:szCs w:val="19"/>
              </w:rPr>
              <w:drawing>
                <wp:anchor distT="0" distB="0" distL="114300" distR="114300" simplePos="0" relativeHeight="251770880" behindDoc="0" locked="0" layoutInCell="1" allowOverlap="1" wp14:anchorId="285B6616" wp14:editId="556828BE">
                  <wp:simplePos x="0" y="0"/>
                  <wp:positionH relativeFrom="column">
                    <wp:posOffset>984885</wp:posOffset>
                  </wp:positionH>
                  <wp:positionV relativeFrom="paragraph">
                    <wp:posOffset>37465</wp:posOffset>
                  </wp:positionV>
                  <wp:extent cx="352425" cy="304800"/>
                  <wp:effectExtent l="0" t="0" r="9525" b="0"/>
                  <wp:wrapNone/>
                  <wp:docPr id="32" name="Picture 32" descr="Description: MarcelKl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escription: MarcelKl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3A1C">
              <w:rPr>
                <w:szCs w:val="19"/>
              </w:rPr>
              <w:t xml:space="preserve">Datum   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16</w:t>
            </w:r>
            <w:r w:rsidRPr="00513A1C">
              <w:rPr>
                <w:szCs w:val="19"/>
              </w:rPr>
              <w:t>-0</w:t>
            </w:r>
            <w:r>
              <w:rPr>
                <w:szCs w:val="19"/>
              </w:rPr>
              <w:t>4</w:t>
            </w:r>
            <w:r w:rsidRPr="00513A1C">
              <w:rPr>
                <w:szCs w:val="19"/>
              </w:rPr>
              <w:t>-201</w:t>
            </w:r>
            <w:r>
              <w:rPr>
                <w:szCs w:val="19"/>
              </w:rPr>
              <w:t>3</w:t>
            </w:r>
            <w:r w:rsidRPr="00513A1C">
              <w:rPr>
                <w:szCs w:val="19"/>
              </w:rPr>
              <w:t>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Paraaf   </w:t>
            </w:r>
            <w:r w:rsidRPr="00513A1C">
              <w:rPr>
                <w:szCs w:val="19"/>
              </w:rPr>
              <w:tab/>
              <w:t>: ……………………..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Aanwezig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H</w:t>
            </w:r>
            <w:r w:rsidRPr="00513A1C">
              <w:rPr>
                <w:szCs w:val="19"/>
              </w:rPr>
              <w:t xml:space="preserve">. </w:t>
            </w:r>
            <w:r>
              <w:rPr>
                <w:szCs w:val="19"/>
              </w:rPr>
              <w:t>v. d. Graaf</w:t>
            </w:r>
            <w:r w:rsidRPr="00513A1C">
              <w:rPr>
                <w:szCs w:val="19"/>
              </w:rPr>
              <w:t xml:space="preserve"> ……..</w:t>
            </w:r>
          </w:p>
          <w:p w:rsidR="00B73ECB" w:rsidRPr="00513A1C" w:rsidRDefault="00B73ECB" w:rsidP="004D2424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Actie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Aandachtspunten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proofErr w:type="spellStart"/>
            <w:r w:rsidRPr="00513A1C">
              <w:rPr>
                <w:b/>
                <w:szCs w:val="19"/>
              </w:rPr>
              <w:t>Result</w:t>
            </w:r>
            <w:proofErr w:type="spellEnd"/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Winput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Winput is in SCADA opgenomen op pagina </w:t>
            </w:r>
            <w:proofErr w:type="spellStart"/>
            <w:r>
              <w:rPr>
                <w:szCs w:val="19"/>
              </w:rPr>
              <w:t>Aalsterweg</w:t>
            </w:r>
            <w:proofErr w:type="spellEnd"/>
            <w:r>
              <w:rPr>
                <w:szCs w:val="19"/>
              </w:rPr>
              <w:t xml:space="preserve"> Diep.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>
              <w:rPr>
                <w:szCs w:val="19"/>
              </w:rPr>
              <w:t>Popup</w:t>
            </w:r>
            <w:proofErr w:type="spellEnd"/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>
              <w:rPr>
                <w:szCs w:val="19"/>
              </w:rPr>
              <w:t>Popup</w:t>
            </w:r>
            <w:proofErr w:type="spellEnd"/>
            <w:r>
              <w:rPr>
                <w:szCs w:val="19"/>
              </w:rPr>
              <w:t xml:space="preserve"> voor winput opent en toont de juiste informatie (ook stroom en toerental).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Alarmering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Alarmering is bereikbaar via </w:t>
            </w:r>
            <w:proofErr w:type="spellStart"/>
            <w:r>
              <w:rPr>
                <w:szCs w:val="19"/>
              </w:rPr>
              <w:t>popup</w:t>
            </w:r>
            <w:proofErr w:type="spellEnd"/>
            <w:r>
              <w:rPr>
                <w:szCs w:val="19"/>
              </w:rPr>
              <w:t xml:space="preserve"> in SCADA, en alarmen kunnen op niveau en urgentie ingesteld worden</w:t>
            </w:r>
            <w:r w:rsidRPr="00513A1C">
              <w:rPr>
                <w:szCs w:val="19"/>
              </w:rPr>
              <w:t>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>
              <w:rPr>
                <w:szCs w:val="19"/>
                <w:lang w:eastAsia="ar-SA"/>
              </w:rPr>
              <w:t>putinfo</w:t>
            </w:r>
            <w:proofErr w:type="spellEnd"/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 xml:space="preserve">Winput is </w:t>
            </w:r>
            <w:proofErr w:type="spellStart"/>
            <w:r>
              <w:rPr>
                <w:szCs w:val="19"/>
                <w:lang w:eastAsia="ar-SA"/>
              </w:rPr>
              <w:t>opgenoemn</w:t>
            </w:r>
            <w:proofErr w:type="spellEnd"/>
            <w:r>
              <w:rPr>
                <w:szCs w:val="19"/>
                <w:lang w:eastAsia="ar-SA"/>
              </w:rPr>
              <w:t xml:space="preserve"> in put info scherm en geeft hier de juiste info weer.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schakeltabel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Winput is opgenomen in schakeltabel en informatie is juist.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rapportage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Totaal telling van bedrijfsuren is opgenomen in rapportage.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Opmerkingen:</w:t>
            </w:r>
          </w:p>
          <w:p w:rsidR="004017DC" w:rsidRPr="00513A1C" w:rsidRDefault="004017DC" w:rsidP="00D20AEF">
            <w:pPr>
              <w:rPr>
                <w:b/>
                <w:szCs w:val="19"/>
              </w:rPr>
            </w:pPr>
          </w:p>
          <w:p w:rsidR="004017DC" w:rsidRPr="00513A1C" w:rsidRDefault="004017DC" w:rsidP="00D20AEF">
            <w:pPr>
              <w:rPr>
                <w:b/>
                <w:szCs w:val="19"/>
              </w:rPr>
            </w:pPr>
          </w:p>
          <w:p w:rsidR="004017DC" w:rsidRPr="00513A1C" w:rsidRDefault="004017DC" w:rsidP="00D20AEF">
            <w:pPr>
              <w:spacing w:before="90" w:after="54"/>
              <w:rPr>
                <w:color w:val="339966"/>
                <w:szCs w:val="19"/>
              </w:rPr>
            </w:pPr>
          </w:p>
          <w:p w:rsidR="004017DC" w:rsidRPr="00513A1C" w:rsidRDefault="004017DC" w:rsidP="00D20AEF">
            <w:pPr>
              <w:spacing w:before="90" w:after="54"/>
              <w:rPr>
                <w:color w:val="339966"/>
                <w:szCs w:val="19"/>
              </w:rPr>
            </w:pPr>
          </w:p>
          <w:p w:rsidR="004017DC" w:rsidRPr="00513A1C" w:rsidRDefault="004017DC" w:rsidP="00D20AEF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</w:p>
        </w:tc>
        <w:tc>
          <w:tcPr>
            <w:tcW w:w="708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</w:rPr>
              <w:t xml:space="preserve"> </w:t>
            </w:r>
          </w:p>
        </w:tc>
      </w:tr>
    </w:tbl>
    <w:p w:rsidR="004017DC" w:rsidRDefault="004017DC" w:rsidP="004017DC"/>
    <w:p w:rsidR="004017DC" w:rsidRDefault="004017DC">
      <w:pPr>
        <w:spacing w:line="240" w:lineRule="exact"/>
        <w:ind w:left="839" w:hanging="839"/>
      </w:pPr>
      <w:r>
        <w:br w:type="page"/>
      </w:r>
    </w:p>
    <w:p w:rsidR="004017DC" w:rsidRDefault="004017DC" w:rsidP="004017DC">
      <w:pPr>
        <w:pStyle w:val="Heading2"/>
      </w:pPr>
      <w:r>
        <w:lastRenderedPageBreak/>
        <w:t>Test PP-015</w:t>
      </w:r>
    </w:p>
    <w:tbl>
      <w:tblPr>
        <w:tblW w:w="9639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  <w:gridCol w:w="850"/>
      </w:tblGrid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4017DC" w:rsidRPr="00513A1C" w:rsidRDefault="004017DC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Omschrijving/Doel van de test</w:t>
            </w: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rPr>
                <w:szCs w:val="19"/>
                <w:lang w:eastAsia="ar-SA"/>
              </w:rPr>
            </w:pPr>
          </w:p>
          <w:p w:rsidR="004017DC" w:rsidRPr="00513A1C" w:rsidRDefault="004017DC" w:rsidP="00D20AEF">
            <w:pPr>
              <w:suppressAutoHyphens/>
              <w:rPr>
                <w:szCs w:val="19"/>
                <w:lang w:eastAsia="ar-SA"/>
              </w:rPr>
            </w:pPr>
            <w:r>
              <w:rPr>
                <w:szCs w:val="19"/>
              </w:rPr>
              <w:t>Pomp van winput 015 functioneert</w:t>
            </w:r>
            <w:r w:rsidRPr="00513A1C">
              <w:rPr>
                <w:szCs w:val="19"/>
              </w:rPr>
              <w:t>.</w:t>
            </w: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4017DC" w:rsidRPr="00513A1C" w:rsidRDefault="004017DC" w:rsidP="00D20AEF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4017DC" w:rsidRPr="00513A1C" w:rsidTr="00D20AEF">
        <w:trPr>
          <w:trHeight w:val="185"/>
        </w:trPr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4017DC" w:rsidRPr="00513A1C" w:rsidRDefault="004017DC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/>
                <w:szCs w:val="19"/>
              </w:rPr>
              <w:t>Inputs</w:t>
            </w:r>
            <w:proofErr w:type="spellEnd"/>
            <w:r w:rsidRPr="00513A1C">
              <w:rPr>
                <w:b/>
                <w:color w:val="FFFFFF"/>
                <w:szCs w:val="19"/>
              </w:rPr>
              <w:t>/pre-condities</w:t>
            </w: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rPr>
                <w:rFonts w:cs="Arial"/>
                <w:sz w:val="19"/>
                <w:szCs w:val="19"/>
                <w:lang w:eastAsia="ar-SA"/>
              </w:rPr>
            </w:pPr>
          </w:p>
          <w:p w:rsidR="004017DC" w:rsidRPr="00513A1C" w:rsidRDefault="004017DC" w:rsidP="00D20AEF">
            <w:pPr>
              <w:pStyle w:val="CommentText"/>
              <w:rPr>
                <w:rFonts w:cs="Arial"/>
                <w:sz w:val="19"/>
                <w:szCs w:val="19"/>
              </w:rPr>
            </w:pP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4017DC" w:rsidRPr="00513A1C" w:rsidRDefault="004017DC" w:rsidP="00D20AEF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4017DC" w:rsidRPr="00513A1C" w:rsidRDefault="004017DC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Uitvoering</w:t>
            </w: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rPr>
                <w:color w:val="339966"/>
                <w:szCs w:val="19"/>
                <w:lang w:eastAsia="ar-SA"/>
              </w:rPr>
            </w:pPr>
          </w:p>
          <w:p w:rsidR="004017DC" w:rsidRPr="00513A1C" w:rsidRDefault="004017DC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  <w:lang w:eastAsia="ar-SA"/>
              </w:rPr>
              <w:t xml:space="preserve">Controleer </w:t>
            </w:r>
            <w:r>
              <w:rPr>
                <w:color w:val="339966"/>
                <w:szCs w:val="19"/>
                <w:lang w:eastAsia="ar-SA"/>
              </w:rPr>
              <w:t>werking en presentatie van winput in SCADA</w:t>
            </w:r>
            <w:r w:rsidRPr="00513A1C">
              <w:rPr>
                <w:color w:val="339966"/>
                <w:szCs w:val="19"/>
                <w:lang w:eastAsia="ar-SA"/>
              </w:rPr>
              <w:t>.</w:t>
            </w: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4017DC" w:rsidRPr="00513A1C" w:rsidRDefault="004017DC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4017DC" w:rsidRPr="00513A1C" w:rsidRDefault="004017DC" w:rsidP="00D20AEF">
            <w:pPr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Verwacht resultaat</w:t>
            </w: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rPr>
                <w:color w:val="339966"/>
                <w:szCs w:val="19"/>
                <w:lang w:eastAsia="ar-SA"/>
              </w:rPr>
            </w:pPr>
          </w:p>
          <w:p w:rsidR="004017DC" w:rsidRPr="00513A1C" w:rsidRDefault="004017DC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4017DC" w:rsidRPr="00513A1C" w:rsidRDefault="004017DC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4017DC" w:rsidRPr="00513A1C" w:rsidRDefault="004017DC" w:rsidP="00D20AEF">
            <w:pPr>
              <w:suppressAutoHyphens/>
              <w:rPr>
                <w:b/>
                <w:color w:val="FFFFFF" w:themeColor="background1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 w:themeColor="background1"/>
                <w:szCs w:val="19"/>
              </w:rPr>
              <w:t>Testlog</w:t>
            </w:r>
            <w:proofErr w:type="spellEnd"/>
            <w:r w:rsidRPr="00513A1C">
              <w:rPr>
                <w:b/>
                <w:color w:val="FFFFFF" w:themeColor="background1"/>
                <w:szCs w:val="19"/>
              </w:rPr>
              <w:t xml:space="preserve"> </w:t>
            </w:r>
          </w:p>
        </w:tc>
      </w:tr>
      <w:tr w:rsidR="00B73ECB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73ECB" w:rsidRPr="00513A1C" w:rsidRDefault="00B73ECB" w:rsidP="004D2424">
            <w:pPr>
              <w:rPr>
                <w:szCs w:val="19"/>
                <w:lang w:eastAsia="ar-SA"/>
              </w:rPr>
            </w:pP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>Tester</w:t>
            </w:r>
            <w:r w:rsidRPr="00513A1C">
              <w:rPr>
                <w:szCs w:val="19"/>
              </w:rPr>
              <w:tab/>
            </w:r>
            <w:r w:rsidRPr="00513A1C">
              <w:rPr>
                <w:szCs w:val="19"/>
              </w:rPr>
              <w:tab/>
              <w:t>: …M. Jordaan……..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noProof/>
                <w:szCs w:val="19"/>
              </w:rPr>
              <w:drawing>
                <wp:anchor distT="0" distB="0" distL="114300" distR="114300" simplePos="0" relativeHeight="251772928" behindDoc="0" locked="0" layoutInCell="1" allowOverlap="1" wp14:anchorId="14506E4F" wp14:editId="6CA48472">
                  <wp:simplePos x="0" y="0"/>
                  <wp:positionH relativeFrom="column">
                    <wp:posOffset>984885</wp:posOffset>
                  </wp:positionH>
                  <wp:positionV relativeFrom="paragraph">
                    <wp:posOffset>37465</wp:posOffset>
                  </wp:positionV>
                  <wp:extent cx="352425" cy="304800"/>
                  <wp:effectExtent l="0" t="0" r="9525" b="0"/>
                  <wp:wrapNone/>
                  <wp:docPr id="35" name="Picture 35" descr="Description: MarcelKl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escription: MarcelKl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3A1C">
              <w:rPr>
                <w:szCs w:val="19"/>
              </w:rPr>
              <w:t xml:space="preserve">Datum   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16</w:t>
            </w:r>
            <w:r w:rsidRPr="00513A1C">
              <w:rPr>
                <w:szCs w:val="19"/>
              </w:rPr>
              <w:t>-0</w:t>
            </w:r>
            <w:r>
              <w:rPr>
                <w:szCs w:val="19"/>
              </w:rPr>
              <w:t>4</w:t>
            </w:r>
            <w:r w:rsidRPr="00513A1C">
              <w:rPr>
                <w:szCs w:val="19"/>
              </w:rPr>
              <w:t>-201</w:t>
            </w:r>
            <w:r>
              <w:rPr>
                <w:szCs w:val="19"/>
              </w:rPr>
              <w:t>3</w:t>
            </w:r>
            <w:r w:rsidRPr="00513A1C">
              <w:rPr>
                <w:szCs w:val="19"/>
              </w:rPr>
              <w:t>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Paraaf   </w:t>
            </w:r>
            <w:r w:rsidRPr="00513A1C">
              <w:rPr>
                <w:szCs w:val="19"/>
              </w:rPr>
              <w:tab/>
              <w:t>: ……………………..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Aanwezig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H</w:t>
            </w:r>
            <w:r w:rsidRPr="00513A1C">
              <w:rPr>
                <w:szCs w:val="19"/>
              </w:rPr>
              <w:t xml:space="preserve">. </w:t>
            </w:r>
            <w:r>
              <w:rPr>
                <w:szCs w:val="19"/>
              </w:rPr>
              <w:t>v. d. Graaf</w:t>
            </w:r>
            <w:r w:rsidRPr="00513A1C">
              <w:rPr>
                <w:szCs w:val="19"/>
              </w:rPr>
              <w:t xml:space="preserve"> ……..</w:t>
            </w:r>
          </w:p>
          <w:p w:rsidR="00B73ECB" w:rsidRPr="00513A1C" w:rsidRDefault="00B73ECB" w:rsidP="004D2424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Actie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Aandachtspunten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proofErr w:type="spellStart"/>
            <w:r w:rsidRPr="00513A1C">
              <w:rPr>
                <w:b/>
                <w:szCs w:val="19"/>
              </w:rPr>
              <w:t>Result</w:t>
            </w:r>
            <w:proofErr w:type="spellEnd"/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Winput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Winput is in SCADA opgenomen op pagina </w:t>
            </w:r>
            <w:proofErr w:type="spellStart"/>
            <w:r>
              <w:rPr>
                <w:szCs w:val="19"/>
              </w:rPr>
              <w:t>Aalsterweg</w:t>
            </w:r>
            <w:proofErr w:type="spellEnd"/>
            <w:r>
              <w:rPr>
                <w:szCs w:val="19"/>
              </w:rPr>
              <w:t xml:space="preserve"> Diep.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>
              <w:rPr>
                <w:szCs w:val="19"/>
              </w:rPr>
              <w:t>Popup</w:t>
            </w:r>
            <w:proofErr w:type="spellEnd"/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>
              <w:rPr>
                <w:szCs w:val="19"/>
              </w:rPr>
              <w:t>Popup</w:t>
            </w:r>
            <w:proofErr w:type="spellEnd"/>
            <w:r>
              <w:rPr>
                <w:szCs w:val="19"/>
              </w:rPr>
              <w:t xml:space="preserve"> voor winput opent en toont de juiste informatie (ook stroom en toerental).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Alarmering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Alarmering is bereikbaar via </w:t>
            </w:r>
            <w:proofErr w:type="spellStart"/>
            <w:r>
              <w:rPr>
                <w:szCs w:val="19"/>
              </w:rPr>
              <w:t>popup</w:t>
            </w:r>
            <w:proofErr w:type="spellEnd"/>
            <w:r>
              <w:rPr>
                <w:szCs w:val="19"/>
              </w:rPr>
              <w:t xml:space="preserve"> in SCADA, en alarmen kunnen op niveau en urgentie ingesteld worden</w:t>
            </w:r>
            <w:r w:rsidRPr="00513A1C">
              <w:rPr>
                <w:szCs w:val="19"/>
              </w:rPr>
              <w:t>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>
              <w:rPr>
                <w:szCs w:val="19"/>
                <w:lang w:eastAsia="ar-SA"/>
              </w:rPr>
              <w:t>putinfo</w:t>
            </w:r>
            <w:proofErr w:type="spellEnd"/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 xml:space="preserve">Winput is </w:t>
            </w:r>
            <w:proofErr w:type="spellStart"/>
            <w:r>
              <w:rPr>
                <w:szCs w:val="19"/>
                <w:lang w:eastAsia="ar-SA"/>
              </w:rPr>
              <w:t>opgenoemn</w:t>
            </w:r>
            <w:proofErr w:type="spellEnd"/>
            <w:r>
              <w:rPr>
                <w:szCs w:val="19"/>
                <w:lang w:eastAsia="ar-SA"/>
              </w:rPr>
              <w:t xml:space="preserve"> in put info scherm en geeft hier de juiste info weer.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schakeltabel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Winput is opgenomen in schakeltabel en informatie is juist.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rapportage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Totaal telling van bedrijfsuren is opgenomen in rapportage.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Opmerkingen:</w:t>
            </w:r>
          </w:p>
          <w:p w:rsidR="004017DC" w:rsidRPr="00513A1C" w:rsidRDefault="004017DC" w:rsidP="00D20AEF">
            <w:pPr>
              <w:rPr>
                <w:b/>
                <w:szCs w:val="19"/>
              </w:rPr>
            </w:pPr>
          </w:p>
          <w:p w:rsidR="004017DC" w:rsidRPr="00513A1C" w:rsidRDefault="004017DC" w:rsidP="00D20AEF">
            <w:pPr>
              <w:rPr>
                <w:b/>
                <w:szCs w:val="19"/>
              </w:rPr>
            </w:pPr>
          </w:p>
          <w:p w:rsidR="004017DC" w:rsidRPr="00513A1C" w:rsidRDefault="004017DC" w:rsidP="00D20AEF">
            <w:pPr>
              <w:spacing w:before="90" w:after="54"/>
              <w:rPr>
                <w:color w:val="339966"/>
                <w:szCs w:val="19"/>
              </w:rPr>
            </w:pPr>
          </w:p>
          <w:p w:rsidR="004017DC" w:rsidRPr="00513A1C" w:rsidRDefault="004017DC" w:rsidP="00D20AEF">
            <w:pPr>
              <w:spacing w:before="90" w:after="54"/>
              <w:rPr>
                <w:color w:val="339966"/>
                <w:szCs w:val="19"/>
              </w:rPr>
            </w:pPr>
          </w:p>
          <w:p w:rsidR="004017DC" w:rsidRPr="00513A1C" w:rsidRDefault="004017DC" w:rsidP="00D20AEF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</w:p>
        </w:tc>
        <w:tc>
          <w:tcPr>
            <w:tcW w:w="708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</w:rPr>
              <w:t xml:space="preserve"> </w:t>
            </w:r>
          </w:p>
        </w:tc>
      </w:tr>
    </w:tbl>
    <w:p w:rsidR="004017DC" w:rsidRDefault="004017DC" w:rsidP="004017DC"/>
    <w:p w:rsidR="004017DC" w:rsidRDefault="004017DC" w:rsidP="00BA7B17"/>
    <w:p w:rsidR="0015069A" w:rsidRDefault="0015069A">
      <w:pPr>
        <w:spacing w:line="240" w:lineRule="exact"/>
        <w:ind w:left="839" w:hanging="839"/>
      </w:pPr>
      <w:r>
        <w:br w:type="page"/>
      </w:r>
    </w:p>
    <w:p w:rsidR="0015069A" w:rsidRDefault="0015069A" w:rsidP="0015069A">
      <w:pPr>
        <w:pStyle w:val="Heading2"/>
      </w:pPr>
      <w:r>
        <w:lastRenderedPageBreak/>
        <w:t>Test PP-016</w:t>
      </w:r>
    </w:p>
    <w:tbl>
      <w:tblPr>
        <w:tblW w:w="9639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  <w:gridCol w:w="850"/>
      </w:tblGrid>
      <w:tr w:rsidR="0015069A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15069A" w:rsidRPr="00513A1C" w:rsidRDefault="0015069A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Omschrijving/Doel van de test</w:t>
            </w:r>
          </w:p>
        </w:tc>
      </w:tr>
      <w:tr w:rsidR="0015069A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rPr>
                <w:szCs w:val="19"/>
                <w:lang w:eastAsia="ar-SA"/>
              </w:rPr>
            </w:pPr>
          </w:p>
          <w:p w:rsidR="0015069A" w:rsidRPr="00513A1C" w:rsidRDefault="0015069A" w:rsidP="0015069A">
            <w:pPr>
              <w:suppressAutoHyphens/>
              <w:rPr>
                <w:szCs w:val="19"/>
                <w:lang w:eastAsia="ar-SA"/>
              </w:rPr>
            </w:pPr>
            <w:r>
              <w:rPr>
                <w:szCs w:val="19"/>
              </w:rPr>
              <w:t>Pomp van winput 016 functioneert</w:t>
            </w:r>
            <w:r w:rsidRPr="00513A1C">
              <w:rPr>
                <w:szCs w:val="19"/>
              </w:rPr>
              <w:t>.</w:t>
            </w:r>
          </w:p>
        </w:tc>
      </w:tr>
      <w:tr w:rsidR="0015069A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15069A" w:rsidRPr="00513A1C" w:rsidRDefault="0015069A" w:rsidP="00D20AEF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15069A" w:rsidRPr="00513A1C" w:rsidTr="00D20AEF">
        <w:trPr>
          <w:trHeight w:val="185"/>
        </w:trPr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15069A" w:rsidRPr="00513A1C" w:rsidRDefault="0015069A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/>
                <w:szCs w:val="19"/>
              </w:rPr>
              <w:t>Inputs</w:t>
            </w:r>
            <w:proofErr w:type="spellEnd"/>
            <w:r w:rsidRPr="00513A1C">
              <w:rPr>
                <w:b/>
                <w:color w:val="FFFFFF"/>
                <w:szCs w:val="19"/>
              </w:rPr>
              <w:t>/pre-condities</w:t>
            </w:r>
          </w:p>
        </w:tc>
      </w:tr>
      <w:tr w:rsidR="0015069A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pStyle w:val="CommentText"/>
              <w:rPr>
                <w:rFonts w:cs="Arial"/>
                <w:sz w:val="19"/>
                <w:szCs w:val="19"/>
                <w:lang w:eastAsia="ar-SA"/>
              </w:rPr>
            </w:pPr>
          </w:p>
          <w:p w:rsidR="0015069A" w:rsidRPr="00513A1C" w:rsidRDefault="0015069A" w:rsidP="00D20AEF">
            <w:pPr>
              <w:pStyle w:val="CommentText"/>
              <w:rPr>
                <w:rFonts w:cs="Arial"/>
                <w:sz w:val="19"/>
                <w:szCs w:val="19"/>
              </w:rPr>
            </w:pPr>
          </w:p>
        </w:tc>
      </w:tr>
      <w:tr w:rsidR="0015069A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15069A" w:rsidRPr="00513A1C" w:rsidRDefault="0015069A" w:rsidP="00D20AEF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15069A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15069A" w:rsidRPr="00513A1C" w:rsidRDefault="0015069A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Uitvoering</w:t>
            </w:r>
          </w:p>
        </w:tc>
      </w:tr>
      <w:tr w:rsidR="0015069A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rPr>
                <w:color w:val="339966"/>
                <w:szCs w:val="19"/>
                <w:lang w:eastAsia="ar-SA"/>
              </w:rPr>
            </w:pPr>
          </w:p>
          <w:p w:rsidR="0015069A" w:rsidRPr="00513A1C" w:rsidRDefault="0015069A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  <w:lang w:eastAsia="ar-SA"/>
              </w:rPr>
              <w:t xml:space="preserve">Controleer </w:t>
            </w:r>
            <w:r>
              <w:rPr>
                <w:color w:val="339966"/>
                <w:szCs w:val="19"/>
                <w:lang w:eastAsia="ar-SA"/>
              </w:rPr>
              <w:t>werking en presentatie van winput in SCADA</w:t>
            </w:r>
            <w:r w:rsidRPr="00513A1C">
              <w:rPr>
                <w:color w:val="339966"/>
                <w:szCs w:val="19"/>
                <w:lang w:eastAsia="ar-SA"/>
              </w:rPr>
              <w:t>.</w:t>
            </w:r>
          </w:p>
        </w:tc>
      </w:tr>
      <w:tr w:rsidR="0015069A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15069A" w:rsidRPr="00513A1C" w:rsidRDefault="0015069A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15069A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15069A" w:rsidRPr="00513A1C" w:rsidRDefault="0015069A" w:rsidP="00D20AEF">
            <w:pPr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Verwacht resultaat</w:t>
            </w:r>
          </w:p>
        </w:tc>
      </w:tr>
      <w:tr w:rsidR="0015069A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rPr>
                <w:color w:val="339966"/>
                <w:szCs w:val="19"/>
                <w:lang w:eastAsia="ar-SA"/>
              </w:rPr>
            </w:pPr>
          </w:p>
          <w:p w:rsidR="0015069A" w:rsidRPr="00513A1C" w:rsidRDefault="0015069A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15069A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15069A" w:rsidRPr="00513A1C" w:rsidRDefault="0015069A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15069A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15069A" w:rsidRPr="00513A1C" w:rsidRDefault="0015069A" w:rsidP="00D20AEF">
            <w:pPr>
              <w:suppressAutoHyphens/>
              <w:rPr>
                <w:b/>
                <w:color w:val="FFFFFF" w:themeColor="background1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 w:themeColor="background1"/>
                <w:szCs w:val="19"/>
              </w:rPr>
              <w:t>Testlog</w:t>
            </w:r>
            <w:proofErr w:type="spellEnd"/>
            <w:r w:rsidRPr="00513A1C">
              <w:rPr>
                <w:b/>
                <w:color w:val="FFFFFF" w:themeColor="background1"/>
                <w:szCs w:val="19"/>
              </w:rPr>
              <w:t xml:space="preserve"> </w:t>
            </w:r>
          </w:p>
        </w:tc>
      </w:tr>
      <w:tr w:rsidR="00B73ECB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73ECB" w:rsidRPr="00513A1C" w:rsidRDefault="00B73ECB" w:rsidP="004D2424">
            <w:pPr>
              <w:rPr>
                <w:szCs w:val="19"/>
                <w:lang w:eastAsia="ar-SA"/>
              </w:rPr>
            </w:pP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>Tester</w:t>
            </w:r>
            <w:r w:rsidRPr="00513A1C">
              <w:rPr>
                <w:szCs w:val="19"/>
              </w:rPr>
              <w:tab/>
            </w:r>
            <w:r w:rsidRPr="00513A1C">
              <w:rPr>
                <w:szCs w:val="19"/>
              </w:rPr>
              <w:tab/>
              <w:t>: …M. Jordaan……..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noProof/>
                <w:szCs w:val="19"/>
              </w:rPr>
              <w:drawing>
                <wp:anchor distT="0" distB="0" distL="114300" distR="114300" simplePos="0" relativeHeight="251774976" behindDoc="0" locked="0" layoutInCell="1" allowOverlap="1" wp14:anchorId="16C13534" wp14:editId="0D22C1C4">
                  <wp:simplePos x="0" y="0"/>
                  <wp:positionH relativeFrom="column">
                    <wp:posOffset>984885</wp:posOffset>
                  </wp:positionH>
                  <wp:positionV relativeFrom="paragraph">
                    <wp:posOffset>37465</wp:posOffset>
                  </wp:positionV>
                  <wp:extent cx="352425" cy="304800"/>
                  <wp:effectExtent l="0" t="0" r="9525" b="0"/>
                  <wp:wrapNone/>
                  <wp:docPr id="36" name="Picture 36" descr="Description: MarcelKl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escription: MarcelKl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3A1C">
              <w:rPr>
                <w:szCs w:val="19"/>
              </w:rPr>
              <w:t xml:space="preserve">Datum   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16</w:t>
            </w:r>
            <w:r w:rsidRPr="00513A1C">
              <w:rPr>
                <w:szCs w:val="19"/>
              </w:rPr>
              <w:t>-0</w:t>
            </w:r>
            <w:r>
              <w:rPr>
                <w:szCs w:val="19"/>
              </w:rPr>
              <w:t>4</w:t>
            </w:r>
            <w:r w:rsidRPr="00513A1C">
              <w:rPr>
                <w:szCs w:val="19"/>
              </w:rPr>
              <w:t>-201</w:t>
            </w:r>
            <w:r>
              <w:rPr>
                <w:szCs w:val="19"/>
              </w:rPr>
              <w:t>3</w:t>
            </w:r>
            <w:r w:rsidRPr="00513A1C">
              <w:rPr>
                <w:szCs w:val="19"/>
              </w:rPr>
              <w:t>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Paraaf   </w:t>
            </w:r>
            <w:r w:rsidRPr="00513A1C">
              <w:rPr>
                <w:szCs w:val="19"/>
              </w:rPr>
              <w:tab/>
              <w:t>: ……………………..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Aanwezig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H</w:t>
            </w:r>
            <w:r w:rsidRPr="00513A1C">
              <w:rPr>
                <w:szCs w:val="19"/>
              </w:rPr>
              <w:t xml:space="preserve">. </w:t>
            </w:r>
            <w:r>
              <w:rPr>
                <w:szCs w:val="19"/>
              </w:rPr>
              <w:t>v. d. Graaf</w:t>
            </w:r>
            <w:r w:rsidRPr="00513A1C">
              <w:rPr>
                <w:szCs w:val="19"/>
              </w:rPr>
              <w:t xml:space="preserve"> ……..</w:t>
            </w:r>
          </w:p>
          <w:p w:rsidR="00B73ECB" w:rsidRPr="00513A1C" w:rsidRDefault="00B73ECB" w:rsidP="004D2424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15069A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15069A" w:rsidRPr="00513A1C" w:rsidRDefault="0015069A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Actie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15069A" w:rsidRPr="00513A1C" w:rsidRDefault="0015069A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Aandachtspunten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15069A" w:rsidRPr="00513A1C" w:rsidRDefault="0015069A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proofErr w:type="spellStart"/>
            <w:r w:rsidRPr="00513A1C">
              <w:rPr>
                <w:b/>
                <w:szCs w:val="19"/>
              </w:rPr>
              <w:t>Result</w:t>
            </w:r>
            <w:proofErr w:type="spellEnd"/>
          </w:p>
        </w:tc>
      </w:tr>
      <w:tr w:rsidR="0015069A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15069A" w:rsidRPr="00513A1C" w:rsidRDefault="0015069A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Winput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15069A" w:rsidRPr="00513A1C" w:rsidRDefault="0015069A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Winput is in SCADA opgenomen op pagina </w:t>
            </w:r>
            <w:proofErr w:type="spellStart"/>
            <w:r>
              <w:rPr>
                <w:szCs w:val="19"/>
              </w:rPr>
              <w:t>Aalsterweg</w:t>
            </w:r>
            <w:proofErr w:type="spellEnd"/>
            <w:r>
              <w:rPr>
                <w:szCs w:val="19"/>
              </w:rPr>
              <w:t xml:space="preserve"> Diep.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15069A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15069A" w:rsidRPr="00513A1C" w:rsidRDefault="0015069A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>
              <w:rPr>
                <w:szCs w:val="19"/>
              </w:rPr>
              <w:t>Popup</w:t>
            </w:r>
            <w:proofErr w:type="spellEnd"/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15069A" w:rsidRPr="00513A1C" w:rsidRDefault="0015069A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>
              <w:rPr>
                <w:szCs w:val="19"/>
              </w:rPr>
              <w:t>Popup</w:t>
            </w:r>
            <w:proofErr w:type="spellEnd"/>
            <w:r>
              <w:rPr>
                <w:szCs w:val="19"/>
              </w:rPr>
              <w:t xml:space="preserve"> voor winput opent en toont de juiste informatie (ook stroom en toerental).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15069A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Alarmering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Alarmering is bereikbaar via </w:t>
            </w:r>
            <w:proofErr w:type="spellStart"/>
            <w:r>
              <w:rPr>
                <w:szCs w:val="19"/>
              </w:rPr>
              <w:t>popup</w:t>
            </w:r>
            <w:proofErr w:type="spellEnd"/>
            <w:r>
              <w:rPr>
                <w:szCs w:val="19"/>
              </w:rPr>
              <w:t xml:space="preserve"> in SCADA, en alarmen kunnen op niveau en urgentie ingesteld worden</w:t>
            </w:r>
            <w:r w:rsidRPr="00513A1C">
              <w:rPr>
                <w:szCs w:val="19"/>
              </w:rPr>
              <w:t>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15069A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>
              <w:rPr>
                <w:szCs w:val="19"/>
                <w:lang w:eastAsia="ar-SA"/>
              </w:rPr>
              <w:t>putinfo</w:t>
            </w:r>
            <w:proofErr w:type="spellEnd"/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 xml:space="preserve">Winput is </w:t>
            </w:r>
            <w:proofErr w:type="spellStart"/>
            <w:r>
              <w:rPr>
                <w:szCs w:val="19"/>
                <w:lang w:eastAsia="ar-SA"/>
              </w:rPr>
              <w:t>opgenoemn</w:t>
            </w:r>
            <w:proofErr w:type="spellEnd"/>
            <w:r>
              <w:rPr>
                <w:szCs w:val="19"/>
                <w:lang w:eastAsia="ar-SA"/>
              </w:rPr>
              <w:t xml:space="preserve"> in put info scherm en geeft hier de juiste info weer.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15069A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schakeltabel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Winput is opgenomen in schakeltabel en informatie is juist.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15069A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rapportage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Totaal telling van bedrijfsuren is opgenomen in rapportage.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15069A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Regelpomp instelling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Winput is opgenomen in regelpomp instellingen scherm, en de juiste instellingen kunnen gemaakt worden.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15069A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15069A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15069A" w:rsidRPr="00513A1C" w:rsidRDefault="0015069A" w:rsidP="00D20AEF">
            <w:pPr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Opmerkingen:</w:t>
            </w:r>
          </w:p>
          <w:p w:rsidR="0015069A" w:rsidRPr="00513A1C" w:rsidRDefault="0015069A" w:rsidP="00D20AEF">
            <w:pPr>
              <w:rPr>
                <w:b/>
                <w:szCs w:val="19"/>
              </w:rPr>
            </w:pPr>
          </w:p>
          <w:p w:rsidR="0015069A" w:rsidRPr="00513A1C" w:rsidRDefault="0015069A" w:rsidP="00D20AEF">
            <w:pPr>
              <w:rPr>
                <w:b/>
                <w:szCs w:val="19"/>
              </w:rPr>
            </w:pPr>
          </w:p>
          <w:p w:rsidR="0015069A" w:rsidRPr="00513A1C" w:rsidRDefault="0015069A" w:rsidP="00D20AEF">
            <w:pPr>
              <w:spacing w:before="90" w:after="54"/>
              <w:rPr>
                <w:color w:val="339966"/>
                <w:szCs w:val="19"/>
              </w:rPr>
            </w:pPr>
          </w:p>
          <w:p w:rsidR="0015069A" w:rsidRPr="00513A1C" w:rsidRDefault="0015069A" w:rsidP="00D20AEF">
            <w:pPr>
              <w:spacing w:before="90" w:after="54"/>
              <w:rPr>
                <w:color w:val="339966"/>
                <w:szCs w:val="19"/>
              </w:rPr>
            </w:pPr>
          </w:p>
          <w:p w:rsidR="0015069A" w:rsidRPr="00513A1C" w:rsidRDefault="0015069A" w:rsidP="00D20AEF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</w:p>
        </w:tc>
        <w:tc>
          <w:tcPr>
            <w:tcW w:w="708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15069A" w:rsidRPr="00513A1C" w:rsidRDefault="0015069A" w:rsidP="00D20AEF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</w:rPr>
              <w:t xml:space="preserve"> </w:t>
            </w:r>
          </w:p>
        </w:tc>
      </w:tr>
    </w:tbl>
    <w:p w:rsidR="0015069A" w:rsidRDefault="0015069A" w:rsidP="0015069A"/>
    <w:p w:rsidR="004017DC" w:rsidRDefault="004017DC">
      <w:pPr>
        <w:spacing w:line="240" w:lineRule="exact"/>
        <w:ind w:left="839" w:hanging="839"/>
      </w:pPr>
      <w:r>
        <w:br w:type="page"/>
      </w:r>
    </w:p>
    <w:p w:rsidR="004017DC" w:rsidRDefault="004017DC" w:rsidP="004017DC">
      <w:pPr>
        <w:pStyle w:val="Heading2"/>
      </w:pPr>
      <w:r>
        <w:lastRenderedPageBreak/>
        <w:t>Test PP-104</w:t>
      </w:r>
    </w:p>
    <w:tbl>
      <w:tblPr>
        <w:tblW w:w="9639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  <w:gridCol w:w="850"/>
      </w:tblGrid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4017DC" w:rsidRPr="00513A1C" w:rsidRDefault="004017DC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Omschrijving/Doel van de test</w:t>
            </w: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rPr>
                <w:szCs w:val="19"/>
                <w:lang w:eastAsia="ar-SA"/>
              </w:rPr>
            </w:pPr>
          </w:p>
          <w:p w:rsidR="004017DC" w:rsidRPr="00513A1C" w:rsidRDefault="004017DC" w:rsidP="00D20AEF">
            <w:pPr>
              <w:suppressAutoHyphens/>
              <w:rPr>
                <w:szCs w:val="19"/>
                <w:lang w:eastAsia="ar-SA"/>
              </w:rPr>
            </w:pPr>
            <w:r>
              <w:rPr>
                <w:szCs w:val="19"/>
              </w:rPr>
              <w:t>Pomp van winput 104 functioneert</w:t>
            </w:r>
            <w:r w:rsidRPr="00513A1C">
              <w:rPr>
                <w:szCs w:val="19"/>
              </w:rPr>
              <w:t>.</w:t>
            </w: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4017DC" w:rsidRPr="00513A1C" w:rsidRDefault="004017DC" w:rsidP="00D20AEF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4017DC" w:rsidRPr="00513A1C" w:rsidTr="00D20AEF">
        <w:trPr>
          <w:trHeight w:val="185"/>
        </w:trPr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4017DC" w:rsidRPr="00513A1C" w:rsidRDefault="004017DC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/>
                <w:szCs w:val="19"/>
              </w:rPr>
              <w:t>Inputs</w:t>
            </w:r>
            <w:proofErr w:type="spellEnd"/>
            <w:r w:rsidRPr="00513A1C">
              <w:rPr>
                <w:b/>
                <w:color w:val="FFFFFF"/>
                <w:szCs w:val="19"/>
              </w:rPr>
              <w:t>/pre-condities</w:t>
            </w: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rPr>
                <w:rFonts w:cs="Arial"/>
                <w:sz w:val="19"/>
                <w:szCs w:val="19"/>
                <w:lang w:eastAsia="ar-SA"/>
              </w:rPr>
            </w:pPr>
          </w:p>
          <w:p w:rsidR="004017DC" w:rsidRPr="00513A1C" w:rsidRDefault="004017DC" w:rsidP="00D20AEF">
            <w:pPr>
              <w:pStyle w:val="CommentText"/>
              <w:rPr>
                <w:rFonts w:cs="Arial"/>
                <w:sz w:val="19"/>
                <w:szCs w:val="19"/>
              </w:rPr>
            </w:pP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4017DC" w:rsidRPr="00513A1C" w:rsidRDefault="004017DC" w:rsidP="00D20AEF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4017DC" w:rsidRPr="00513A1C" w:rsidRDefault="004017DC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Uitvoering</w:t>
            </w: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rPr>
                <w:color w:val="339966"/>
                <w:szCs w:val="19"/>
                <w:lang w:eastAsia="ar-SA"/>
              </w:rPr>
            </w:pPr>
          </w:p>
          <w:p w:rsidR="004017DC" w:rsidRPr="00513A1C" w:rsidRDefault="004017DC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  <w:lang w:eastAsia="ar-SA"/>
              </w:rPr>
              <w:t xml:space="preserve">Controleer </w:t>
            </w:r>
            <w:r>
              <w:rPr>
                <w:color w:val="339966"/>
                <w:szCs w:val="19"/>
                <w:lang w:eastAsia="ar-SA"/>
              </w:rPr>
              <w:t>werking en presentatie van winput in SCADA</w:t>
            </w:r>
            <w:r w:rsidRPr="00513A1C">
              <w:rPr>
                <w:color w:val="339966"/>
                <w:szCs w:val="19"/>
                <w:lang w:eastAsia="ar-SA"/>
              </w:rPr>
              <w:t>.</w:t>
            </w: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4017DC" w:rsidRPr="00513A1C" w:rsidRDefault="004017DC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4017DC" w:rsidRPr="00513A1C" w:rsidRDefault="004017DC" w:rsidP="00D20AEF">
            <w:pPr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Verwacht resultaat</w:t>
            </w: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rPr>
                <w:color w:val="339966"/>
                <w:szCs w:val="19"/>
                <w:lang w:eastAsia="ar-SA"/>
              </w:rPr>
            </w:pPr>
          </w:p>
          <w:p w:rsidR="004017DC" w:rsidRPr="00513A1C" w:rsidRDefault="004017DC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4017DC" w:rsidRPr="00513A1C" w:rsidRDefault="004017DC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4017DC" w:rsidRPr="00513A1C" w:rsidRDefault="004017DC" w:rsidP="00D20AEF">
            <w:pPr>
              <w:suppressAutoHyphens/>
              <w:rPr>
                <w:b/>
                <w:color w:val="FFFFFF" w:themeColor="background1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 w:themeColor="background1"/>
                <w:szCs w:val="19"/>
              </w:rPr>
              <w:t>Testlog</w:t>
            </w:r>
            <w:proofErr w:type="spellEnd"/>
            <w:r w:rsidRPr="00513A1C">
              <w:rPr>
                <w:b/>
                <w:color w:val="FFFFFF" w:themeColor="background1"/>
                <w:szCs w:val="19"/>
              </w:rPr>
              <w:t xml:space="preserve"> </w:t>
            </w:r>
          </w:p>
        </w:tc>
      </w:tr>
      <w:tr w:rsidR="00B73ECB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73ECB" w:rsidRPr="00513A1C" w:rsidRDefault="00B73ECB" w:rsidP="004D2424">
            <w:pPr>
              <w:rPr>
                <w:szCs w:val="19"/>
                <w:lang w:eastAsia="ar-SA"/>
              </w:rPr>
            </w:pP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>Tester</w:t>
            </w:r>
            <w:r w:rsidRPr="00513A1C">
              <w:rPr>
                <w:szCs w:val="19"/>
              </w:rPr>
              <w:tab/>
            </w:r>
            <w:r w:rsidRPr="00513A1C">
              <w:rPr>
                <w:szCs w:val="19"/>
              </w:rPr>
              <w:tab/>
              <w:t>: …M. Jordaan……..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noProof/>
                <w:szCs w:val="19"/>
              </w:rPr>
              <w:drawing>
                <wp:anchor distT="0" distB="0" distL="114300" distR="114300" simplePos="0" relativeHeight="251777024" behindDoc="0" locked="0" layoutInCell="1" allowOverlap="1" wp14:anchorId="7E4EFDF8" wp14:editId="377201EA">
                  <wp:simplePos x="0" y="0"/>
                  <wp:positionH relativeFrom="column">
                    <wp:posOffset>984885</wp:posOffset>
                  </wp:positionH>
                  <wp:positionV relativeFrom="paragraph">
                    <wp:posOffset>37465</wp:posOffset>
                  </wp:positionV>
                  <wp:extent cx="352425" cy="304800"/>
                  <wp:effectExtent l="0" t="0" r="9525" b="0"/>
                  <wp:wrapNone/>
                  <wp:docPr id="37" name="Picture 37" descr="Description: MarcelKl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escription: MarcelKl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3A1C">
              <w:rPr>
                <w:szCs w:val="19"/>
              </w:rPr>
              <w:t xml:space="preserve">Datum   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16</w:t>
            </w:r>
            <w:r w:rsidRPr="00513A1C">
              <w:rPr>
                <w:szCs w:val="19"/>
              </w:rPr>
              <w:t>-0</w:t>
            </w:r>
            <w:r>
              <w:rPr>
                <w:szCs w:val="19"/>
              </w:rPr>
              <w:t>4</w:t>
            </w:r>
            <w:r w:rsidRPr="00513A1C">
              <w:rPr>
                <w:szCs w:val="19"/>
              </w:rPr>
              <w:t>-201</w:t>
            </w:r>
            <w:r>
              <w:rPr>
                <w:szCs w:val="19"/>
              </w:rPr>
              <w:t>3</w:t>
            </w:r>
            <w:r w:rsidRPr="00513A1C">
              <w:rPr>
                <w:szCs w:val="19"/>
              </w:rPr>
              <w:t>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Paraaf   </w:t>
            </w:r>
            <w:r w:rsidRPr="00513A1C">
              <w:rPr>
                <w:szCs w:val="19"/>
              </w:rPr>
              <w:tab/>
              <w:t>: ……………………..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Aanwezig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H</w:t>
            </w:r>
            <w:r w:rsidRPr="00513A1C">
              <w:rPr>
                <w:szCs w:val="19"/>
              </w:rPr>
              <w:t xml:space="preserve">. </w:t>
            </w:r>
            <w:r>
              <w:rPr>
                <w:szCs w:val="19"/>
              </w:rPr>
              <w:t>v. d. Graaf</w:t>
            </w:r>
            <w:r w:rsidRPr="00513A1C">
              <w:rPr>
                <w:szCs w:val="19"/>
              </w:rPr>
              <w:t xml:space="preserve"> ……..</w:t>
            </w:r>
          </w:p>
          <w:p w:rsidR="00B73ECB" w:rsidRPr="00513A1C" w:rsidRDefault="00B73ECB" w:rsidP="004D2424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Actie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Aandachtspunten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proofErr w:type="spellStart"/>
            <w:r w:rsidRPr="00513A1C">
              <w:rPr>
                <w:b/>
                <w:szCs w:val="19"/>
              </w:rPr>
              <w:t>Result</w:t>
            </w:r>
            <w:proofErr w:type="spellEnd"/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Winput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Winput is in SCADA opgenomen op pagina </w:t>
            </w:r>
            <w:proofErr w:type="spellStart"/>
            <w:r>
              <w:rPr>
                <w:szCs w:val="19"/>
              </w:rPr>
              <w:t>Aalsterweg</w:t>
            </w:r>
            <w:proofErr w:type="spellEnd"/>
            <w:r>
              <w:rPr>
                <w:szCs w:val="19"/>
              </w:rPr>
              <w:t xml:space="preserve"> Diep.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>
              <w:rPr>
                <w:szCs w:val="19"/>
              </w:rPr>
              <w:t>Popup</w:t>
            </w:r>
            <w:proofErr w:type="spellEnd"/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>
              <w:rPr>
                <w:szCs w:val="19"/>
              </w:rPr>
              <w:t>Popup</w:t>
            </w:r>
            <w:proofErr w:type="spellEnd"/>
            <w:r>
              <w:rPr>
                <w:szCs w:val="19"/>
              </w:rPr>
              <w:t xml:space="preserve"> voor winput opent en toont de juiste informatie (ook stroom en toerental).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Alarmering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Alarmering is bereikbaar via </w:t>
            </w:r>
            <w:proofErr w:type="spellStart"/>
            <w:r>
              <w:rPr>
                <w:szCs w:val="19"/>
              </w:rPr>
              <w:t>popup</w:t>
            </w:r>
            <w:proofErr w:type="spellEnd"/>
            <w:r>
              <w:rPr>
                <w:szCs w:val="19"/>
              </w:rPr>
              <w:t xml:space="preserve"> in SCADA, en alarmen kunnen op niveau en urgentie ingesteld worden</w:t>
            </w:r>
            <w:r w:rsidRPr="00513A1C">
              <w:rPr>
                <w:szCs w:val="19"/>
              </w:rPr>
              <w:t>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>
              <w:rPr>
                <w:szCs w:val="19"/>
                <w:lang w:eastAsia="ar-SA"/>
              </w:rPr>
              <w:t>putinfo</w:t>
            </w:r>
            <w:proofErr w:type="spellEnd"/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 xml:space="preserve">Winput is </w:t>
            </w:r>
            <w:proofErr w:type="spellStart"/>
            <w:r>
              <w:rPr>
                <w:szCs w:val="19"/>
                <w:lang w:eastAsia="ar-SA"/>
              </w:rPr>
              <w:t>opgenoemn</w:t>
            </w:r>
            <w:proofErr w:type="spellEnd"/>
            <w:r>
              <w:rPr>
                <w:szCs w:val="19"/>
                <w:lang w:eastAsia="ar-SA"/>
              </w:rPr>
              <w:t xml:space="preserve"> in put info scherm en geeft hier de juiste info weer.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schakeltabel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Winput is opgenomen in schakeltabel en informatie is juist.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rapportage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Totaal telling van bedrijfsuren is opgenomen in rapportage.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Opmerkingen:</w:t>
            </w:r>
          </w:p>
          <w:p w:rsidR="004017DC" w:rsidRPr="00513A1C" w:rsidRDefault="004017DC" w:rsidP="00D20AEF">
            <w:pPr>
              <w:rPr>
                <w:b/>
                <w:szCs w:val="19"/>
              </w:rPr>
            </w:pPr>
          </w:p>
          <w:p w:rsidR="004017DC" w:rsidRPr="00513A1C" w:rsidRDefault="004017DC" w:rsidP="00D20AEF">
            <w:pPr>
              <w:rPr>
                <w:b/>
                <w:szCs w:val="19"/>
              </w:rPr>
            </w:pPr>
          </w:p>
          <w:p w:rsidR="004017DC" w:rsidRPr="00513A1C" w:rsidRDefault="004017DC" w:rsidP="00D20AEF">
            <w:pPr>
              <w:spacing w:before="90" w:after="54"/>
              <w:rPr>
                <w:color w:val="339966"/>
                <w:szCs w:val="19"/>
              </w:rPr>
            </w:pPr>
          </w:p>
          <w:p w:rsidR="004017DC" w:rsidRPr="00513A1C" w:rsidRDefault="004017DC" w:rsidP="00D20AEF">
            <w:pPr>
              <w:spacing w:before="90" w:after="54"/>
              <w:rPr>
                <w:color w:val="339966"/>
                <w:szCs w:val="19"/>
              </w:rPr>
            </w:pPr>
          </w:p>
          <w:p w:rsidR="004017DC" w:rsidRPr="00513A1C" w:rsidRDefault="004017DC" w:rsidP="00D20AEF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</w:p>
        </w:tc>
        <w:tc>
          <w:tcPr>
            <w:tcW w:w="708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</w:rPr>
              <w:t xml:space="preserve"> </w:t>
            </w:r>
          </w:p>
        </w:tc>
      </w:tr>
    </w:tbl>
    <w:p w:rsidR="004017DC" w:rsidRDefault="004017DC" w:rsidP="004017DC"/>
    <w:p w:rsidR="004017DC" w:rsidRDefault="004017DC">
      <w:pPr>
        <w:spacing w:line="240" w:lineRule="exact"/>
        <w:ind w:left="839" w:hanging="839"/>
      </w:pPr>
      <w:r>
        <w:br w:type="page"/>
      </w:r>
    </w:p>
    <w:p w:rsidR="004017DC" w:rsidRDefault="004017DC" w:rsidP="004017DC">
      <w:pPr>
        <w:pStyle w:val="Heading2"/>
      </w:pPr>
      <w:r>
        <w:lastRenderedPageBreak/>
        <w:t>Test PP-105</w:t>
      </w:r>
    </w:p>
    <w:tbl>
      <w:tblPr>
        <w:tblW w:w="9639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  <w:gridCol w:w="850"/>
      </w:tblGrid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4017DC" w:rsidRPr="00513A1C" w:rsidRDefault="004017DC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Omschrijving/Doel van de test</w:t>
            </w: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rPr>
                <w:szCs w:val="19"/>
                <w:lang w:eastAsia="ar-SA"/>
              </w:rPr>
            </w:pPr>
          </w:p>
          <w:p w:rsidR="004017DC" w:rsidRPr="00513A1C" w:rsidRDefault="004017DC" w:rsidP="00D20AEF">
            <w:pPr>
              <w:suppressAutoHyphens/>
              <w:rPr>
                <w:szCs w:val="19"/>
                <w:lang w:eastAsia="ar-SA"/>
              </w:rPr>
            </w:pPr>
            <w:r>
              <w:rPr>
                <w:szCs w:val="19"/>
              </w:rPr>
              <w:t>Pomp van winput 105 functioneert</w:t>
            </w:r>
            <w:r w:rsidRPr="00513A1C">
              <w:rPr>
                <w:szCs w:val="19"/>
              </w:rPr>
              <w:t>.</w:t>
            </w: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4017DC" w:rsidRPr="00513A1C" w:rsidRDefault="004017DC" w:rsidP="00D20AEF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4017DC" w:rsidRPr="00513A1C" w:rsidTr="00D20AEF">
        <w:trPr>
          <w:trHeight w:val="185"/>
        </w:trPr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4017DC" w:rsidRPr="00513A1C" w:rsidRDefault="004017DC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/>
                <w:szCs w:val="19"/>
              </w:rPr>
              <w:t>Inputs</w:t>
            </w:r>
            <w:proofErr w:type="spellEnd"/>
            <w:r w:rsidRPr="00513A1C">
              <w:rPr>
                <w:b/>
                <w:color w:val="FFFFFF"/>
                <w:szCs w:val="19"/>
              </w:rPr>
              <w:t>/pre-condities</w:t>
            </w: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rPr>
                <w:rFonts w:cs="Arial"/>
                <w:sz w:val="19"/>
                <w:szCs w:val="19"/>
                <w:lang w:eastAsia="ar-SA"/>
              </w:rPr>
            </w:pPr>
          </w:p>
          <w:p w:rsidR="004017DC" w:rsidRPr="00513A1C" w:rsidRDefault="004017DC" w:rsidP="00D20AEF">
            <w:pPr>
              <w:pStyle w:val="CommentText"/>
              <w:rPr>
                <w:rFonts w:cs="Arial"/>
                <w:sz w:val="19"/>
                <w:szCs w:val="19"/>
              </w:rPr>
            </w:pP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4017DC" w:rsidRPr="00513A1C" w:rsidRDefault="004017DC" w:rsidP="00D20AEF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4017DC" w:rsidRPr="00513A1C" w:rsidRDefault="004017DC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Uitvoering</w:t>
            </w: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rPr>
                <w:color w:val="339966"/>
                <w:szCs w:val="19"/>
                <w:lang w:eastAsia="ar-SA"/>
              </w:rPr>
            </w:pPr>
          </w:p>
          <w:p w:rsidR="004017DC" w:rsidRPr="00513A1C" w:rsidRDefault="004017DC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  <w:lang w:eastAsia="ar-SA"/>
              </w:rPr>
              <w:t xml:space="preserve">Controleer </w:t>
            </w:r>
            <w:r>
              <w:rPr>
                <w:color w:val="339966"/>
                <w:szCs w:val="19"/>
                <w:lang w:eastAsia="ar-SA"/>
              </w:rPr>
              <w:t>werking en presentatie van winput in SCADA</w:t>
            </w:r>
            <w:r w:rsidRPr="00513A1C">
              <w:rPr>
                <w:color w:val="339966"/>
                <w:szCs w:val="19"/>
                <w:lang w:eastAsia="ar-SA"/>
              </w:rPr>
              <w:t>.</w:t>
            </w: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4017DC" w:rsidRPr="00513A1C" w:rsidRDefault="004017DC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4017DC" w:rsidRPr="00513A1C" w:rsidRDefault="004017DC" w:rsidP="00D20AEF">
            <w:pPr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Verwacht resultaat</w:t>
            </w: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rPr>
                <w:color w:val="339966"/>
                <w:szCs w:val="19"/>
                <w:lang w:eastAsia="ar-SA"/>
              </w:rPr>
            </w:pPr>
          </w:p>
          <w:p w:rsidR="004017DC" w:rsidRPr="00513A1C" w:rsidRDefault="004017DC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4017DC" w:rsidRPr="00513A1C" w:rsidRDefault="004017DC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4017DC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4017DC" w:rsidRPr="00513A1C" w:rsidRDefault="004017DC" w:rsidP="00D20AEF">
            <w:pPr>
              <w:suppressAutoHyphens/>
              <w:rPr>
                <w:b/>
                <w:color w:val="FFFFFF" w:themeColor="background1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 w:themeColor="background1"/>
                <w:szCs w:val="19"/>
              </w:rPr>
              <w:t>Testlog</w:t>
            </w:r>
            <w:proofErr w:type="spellEnd"/>
            <w:r w:rsidRPr="00513A1C">
              <w:rPr>
                <w:b/>
                <w:color w:val="FFFFFF" w:themeColor="background1"/>
                <w:szCs w:val="19"/>
              </w:rPr>
              <w:t xml:space="preserve"> </w:t>
            </w:r>
          </w:p>
        </w:tc>
      </w:tr>
      <w:tr w:rsidR="00B73ECB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73ECB" w:rsidRPr="00513A1C" w:rsidRDefault="00B73ECB" w:rsidP="004D2424">
            <w:pPr>
              <w:rPr>
                <w:szCs w:val="19"/>
                <w:lang w:eastAsia="ar-SA"/>
              </w:rPr>
            </w:pP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>Tester</w:t>
            </w:r>
            <w:r w:rsidRPr="00513A1C">
              <w:rPr>
                <w:szCs w:val="19"/>
              </w:rPr>
              <w:tab/>
            </w:r>
            <w:r w:rsidRPr="00513A1C">
              <w:rPr>
                <w:szCs w:val="19"/>
              </w:rPr>
              <w:tab/>
              <w:t>: …M. Jordaan……..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noProof/>
                <w:szCs w:val="19"/>
              </w:rPr>
              <w:drawing>
                <wp:anchor distT="0" distB="0" distL="114300" distR="114300" simplePos="0" relativeHeight="251779072" behindDoc="0" locked="0" layoutInCell="1" allowOverlap="1" wp14:anchorId="65A2F522" wp14:editId="37A3168F">
                  <wp:simplePos x="0" y="0"/>
                  <wp:positionH relativeFrom="column">
                    <wp:posOffset>984885</wp:posOffset>
                  </wp:positionH>
                  <wp:positionV relativeFrom="paragraph">
                    <wp:posOffset>37465</wp:posOffset>
                  </wp:positionV>
                  <wp:extent cx="352425" cy="304800"/>
                  <wp:effectExtent l="0" t="0" r="9525" b="0"/>
                  <wp:wrapNone/>
                  <wp:docPr id="44" name="Picture 44" descr="Description: MarcelKl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escription: MarcelKl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3A1C">
              <w:rPr>
                <w:szCs w:val="19"/>
              </w:rPr>
              <w:t xml:space="preserve">Datum   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16</w:t>
            </w:r>
            <w:r w:rsidRPr="00513A1C">
              <w:rPr>
                <w:szCs w:val="19"/>
              </w:rPr>
              <w:t>-0</w:t>
            </w:r>
            <w:r>
              <w:rPr>
                <w:szCs w:val="19"/>
              </w:rPr>
              <w:t>4</w:t>
            </w:r>
            <w:r w:rsidRPr="00513A1C">
              <w:rPr>
                <w:szCs w:val="19"/>
              </w:rPr>
              <w:t>-201</w:t>
            </w:r>
            <w:r>
              <w:rPr>
                <w:szCs w:val="19"/>
              </w:rPr>
              <w:t>3</w:t>
            </w:r>
            <w:r w:rsidRPr="00513A1C">
              <w:rPr>
                <w:szCs w:val="19"/>
              </w:rPr>
              <w:t>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Paraaf   </w:t>
            </w:r>
            <w:r w:rsidRPr="00513A1C">
              <w:rPr>
                <w:szCs w:val="19"/>
              </w:rPr>
              <w:tab/>
              <w:t>: ……………………..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Aanwezig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H</w:t>
            </w:r>
            <w:r w:rsidRPr="00513A1C">
              <w:rPr>
                <w:szCs w:val="19"/>
              </w:rPr>
              <w:t xml:space="preserve">. </w:t>
            </w:r>
            <w:r>
              <w:rPr>
                <w:szCs w:val="19"/>
              </w:rPr>
              <w:t>v. d. Graaf</w:t>
            </w:r>
            <w:r w:rsidRPr="00513A1C">
              <w:rPr>
                <w:szCs w:val="19"/>
              </w:rPr>
              <w:t xml:space="preserve"> ……..</w:t>
            </w:r>
          </w:p>
          <w:p w:rsidR="00B73ECB" w:rsidRPr="00513A1C" w:rsidRDefault="00B73ECB" w:rsidP="004D2424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Actie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Aandachtspunten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proofErr w:type="spellStart"/>
            <w:r w:rsidRPr="00513A1C">
              <w:rPr>
                <w:b/>
                <w:szCs w:val="19"/>
              </w:rPr>
              <w:t>Result</w:t>
            </w:r>
            <w:proofErr w:type="spellEnd"/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Winput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Winput is in SCADA opgenomen op pagina </w:t>
            </w:r>
            <w:proofErr w:type="spellStart"/>
            <w:r>
              <w:rPr>
                <w:szCs w:val="19"/>
              </w:rPr>
              <w:t>Aalsterweg</w:t>
            </w:r>
            <w:proofErr w:type="spellEnd"/>
            <w:r>
              <w:rPr>
                <w:szCs w:val="19"/>
              </w:rPr>
              <w:t xml:space="preserve"> Diep.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>
              <w:rPr>
                <w:szCs w:val="19"/>
              </w:rPr>
              <w:t>Popup</w:t>
            </w:r>
            <w:proofErr w:type="spellEnd"/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>
              <w:rPr>
                <w:szCs w:val="19"/>
              </w:rPr>
              <w:t>Popup</w:t>
            </w:r>
            <w:proofErr w:type="spellEnd"/>
            <w:r>
              <w:rPr>
                <w:szCs w:val="19"/>
              </w:rPr>
              <w:t xml:space="preserve"> voor winput opent en toont de juiste informatie (ook stroom en toerental).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Alarmering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Alarmering is bereikbaar via </w:t>
            </w:r>
            <w:proofErr w:type="spellStart"/>
            <w:r>
              <w:rPr>
                <w:szCs w:val="19"/>
              </w:rPr>
              <w:t>popup</w:t>
            </w:r>
            <w:proofErr w:type="spellEnd"/>
            <w:r>
              <w:rPr>
                <w:szCs w:val="19"/>
              </w:rPr>
              <w:t xml:space="preserve"> in SCADA, en alarmen kunnen op niveau en urgentie ingesteld worden</w:t>
            </w:r>
            <w:r w:rsidRPr="00513A1C">
              <w:rPr>
                <w:szCs w:val="19"/>
              </w:rPr>
              <w:t>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>
              <w:rPr>
                <w:szCs w:val="19"/>
                <w:lang w:eastAsia="ar-SA"/>
              </w:rPr>
              <w:t>putinfo</w:t>
            </w:r>
            <w:proofErr w:type="spellEnd"/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 xml:space="preserve">Winput is </w:t>
            </w:r>
            <w:proofErr w:type="spellStart"/>
            <w:r>
              <w:rPr>
                <w:szCs w:val="19"/>
                <w:lang w:eastAsia="ar-SA"/>
              </w:rPr>
              <w:t>opgenoemn</w:t>
            </w:r>
            <w:proofErr w:type="spellEnd"/>
            <w:r>
              <w:rPr>
                <w:szCs w:val="19"/>
                <w:lang w:eastAsia="ar-SA"/>
              </w:rPr>
              <w:t xml:space="preserve"> in put info scherm en geeft hier de juiste info weer.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schakeltabel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Winput is opgenomen in schakeltabel en informatie is juist.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rapportage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Totaal telling van bedrijfsuren is opgenomen in rapportage.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4017DC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017DC" w:rsidRPr="00513A1C" w:rsidRDefault="004017DC" w:rsidP="00D20AEF">
            <w:pPr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Opmerkingen:</w:t>
            </w:r>
          </w:p>
          <w:p w:rsidR="004017DC" w:rsidRPr="00513A1C" w:rsidRDefault="004017DC" w:rsidP="00D20AEF">
            <w:pPr>
              <w:rPr>
                <w:b/>
                <w:szCs w:val="19"/>
              </w:rPr>
            </w:pPr>
          </w:p>
          <w:p w:rsidR="004017DC" w:rsidRPr="00513A1C" w:rsidRDefault="004017DC" w:rsidP="00D20AEF">
            <w:pPr>
              <w:rPr>
                <w:b/>
                <w:szCs w:val="19"/>
              </w:rPr>
            </w:pPr>
          </w:p>
          <w:p w:rsidR="004017DC" w:rsidRPr="00513A1C" w:rsidRDefault="004017DC" w:rsidP="00D20AEF">
            <w:pPr>
              <w:spacing w:before="90" w:after="54"/>
              <w:rPr>
                <w:color w:val="339966"/>
                <w:szCs w:val="19"/>
              </w:rPr>
            </w:pPr>
          </w:p>
          <w:p w:rsidR="004017DC" w:rsidRPr="00513A1C" w:rsidRDefault="004017DC" w:rsidP="00D20AEF">
            <w:pPr>
              <w:spacing w:before="90" w:after="54"/>
              <w:rPr>
                <w:color w:val="339966"/>
                <w:szCs w:val="19"/>
              </w:rPr>
            </w:pPr>
          </w:p>
          <w:p w:rsidR="004017DC" w:rsidRPr="00513A1C" w:rsidRDefault="004017DC" w:rsidP="00D20AEF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</w:p>
        </w:tc>
        <w:tc>
          <w:tcPr>
            <w:tcW w:w="708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017DC" w:rsidRPr="00513A1C" w:rsidRDefault="004017DC" w:rsidP="00D20AEF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</w:rPr>
              <w:t xml:space="preserve"> </w:t>
            </w:r>
          </w:p>
        </w:tc>
      </w:tr>
    </w:tbl>
    <w:p w:rsidR="004017DC" w:rsidRDefault="004017DC" w:rsidP="004017DC"/>
    <w:p w:rsidR="0015069A" w:rsidRDefault="0015069A" w:rsidP="00BA7B17"/>
    <w:p w:rsidR="00BA7B17" w:rsidRDefault="00BA7B17">
      <w:pPr>
        <w:spacing w:line="240" w:lineRule="exact"/>
        <w:ind w:left="839" w:hanging="839"/>
      </w:pPr>
      <w:r>
        <w:br w:type="page"/>
      </w:r>
    </w:p>
    <w:p w:rsidR="00BA7B17" w:rsidRDefault="00BA7B17" w:rsidP="00BA7B17">
      <w:pPr>
        <w:pStyle w:val="Heading2"/>
      </w:pPr>
      <w:r>
        <w:lastRenderedPageBreak/>
        <w:t>Test PP-106</w:t>
      </w:r>
    </w:p>
    <w:tbl>
      <w:tblPr>
        <w:tblW w:w="9639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  <w:gridCol w:w="850"/>
      </w:tblGrid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BA7B17" w:rsidRPr="00513A1C" w:rsidRDefault="00BA7B17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Omschrijving/Doel van de test</w:t>
            </w: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rPr>
                <w:szCs w:val="19"/>
                <w:lang w:eastAsia="ar-SA"/>
              </w:rPr>
            </w:pPr>
          </w:p>
          <w:p w:rsidR="00BA7B17" w:rsidRPr="00513A1C" w:rsidRDefault="00BA7B17" w:rsidP="00BA7B17">
            <w:pPr>
              <w:suppressAutoHyphens/>
              <w:rPr>
                <w:szCs w:val="19"/>
                <w:lang w:eastAsia="ar-SA"/>
              </w:rPr>
            </w:pPr>
            <w:r>
              <w:rPr>
                <w:szCs w:val="19"/>
              </w:rPr>
              <w:t>Pomp van winput 106 functioneert</w:t>
            </w:r>
            <w:r w:rsidRPr="00513A1C">
              <w:rPr>
                <w:szCs w:val="19"/>
              </w:rPr>
              <w:t>.</w:t>
            </w: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BA7B17" w:rsidRPr="00513A1C" w:rsidRDefault="00BA7B17" w:rsidP="00D20AEF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BA7B17" w:rsidRPr="00513A1C" w:rsidTr="00D20AEF">
        <w:trPr>
          <w:trHeight w:val="185"/>
        </w:trPr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BA7B17" w:rsidRPr="00513A1C" w:rsidRDefault="00BA7B17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/>
                <w:szCs w:val="19"/>
              </w:rPr>
              <w:t>Inputs</w:t>
            </w:r>
            <w:proofErr w:type="spellEnd"/>
            <w:r w:rsidRPr="00513A1C">
              <w:rPr>
                <w:b/>
                <w:color w:val="FFFFFF"/>
                <w:szCs w:val="19"/>
              </w:rPr>
              <w:t>/pre-condities</w:t>
            </w: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pStyle w:val="CommentText"/>
              <w:rPr>
                <w:rFonts w:cs="Arial"/>
                <w:sz w:val="19"/>
                <w:szCs w:val="19"/>
                <w:lang w:eastAsia="ar-SA"/>
              </w:rPr>
            </w:pPr>
          </w:p>
          <w:p w:rsidR="00BA7B17" w:rsidRPr="00513A1C" w:rsidRDefault="00BA7B17" w:rsidP="00D20AEF">
            <w:pPr>
              <w:pStyle w:val="CommentText"/>
              <w:rPr>
                <w:rFonts w:cs="Arial"/>
                <w:sz w:val="19"/>
                <w:szCs w:val="19"/>
              </w:rPr>
            </w:pP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BA7B17" w:rsidRPr="00513A1C" w:rsidRDefault="00BA7B17" w:rsidP="00D20AEF">
            <w:pPr>
              <w:suppressAutoHyphens/>
              <w:rPr>
                <w:szCs w:val="19"/>
                <w:lang w:eastAsia="ar-SA"/>
              </w:rPr>
            </w:pP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BA7B17" w:rsidRPr="00513A1C" w:rsidRDefault="00BA7B17" w:rsidP="00D20AEF">
            <w:pPr>
              <w:widowControl w:val="0"/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Uitvoering</w:t>
            </w: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rPr>
                <w:color w:val="339966"/>
                <w:szCs w:val="19"/>
                <w:lang w:eastAsia="ar-SA"/>
              </w:rPr>
            </w:pPr>
          </w:p>
          <w:p w:rsidR="00BA7B17" w:rsidRPr="00513A1C" w:rsidRDefault="00BA7B17" w:rsidP="00BA7B17">
            <w:pPr>
              <w:suppressAutoHyphens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  <w:lang w:eastAsia="ar-SA"/>
              </w:rPr>
              <w:t xml:space="preserve">Controleer </w:t>
            </w:r>
            <w:r>
              <w:rPr>
                <w:color w:val="339966"/>
                <w:szCs w:val="19"/>
                <w:lang w:eastAsia="ar-SA"/>
              </w:rPr>
              <w:t>werking en presentatie van winput in SCADA</w:t>
            </w:r>
            <w:r w:rsidRPr="00513A1C">
              <w:rPr>
                <w:color w:val="339966"/>
                <w:szCs w:val="19"/>
                <w:lang w:eastAsia="ar-SA"/>
              </w:rPr>
              <w:t>.</w:t>
            </w: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BA7B17" w:rsidRPr="00513A1C" w:rsidRDefault="00BA7B17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BA7B17" w:rsidRPr="00513A1C" w:rsidRDefault="00BA7B17" w:rsidP="00D20AEF">
            <w:pPr>
              <w:suppressAutoHyphens/>
              <w:rPr>
                <w:b/>
                <w:color w:val="FFFFFF"/>
                <w:szCs w:val="19"/>
                <w:lang w:eastAsia="ar-SA"/>
              </w:rPr>
            </w:pPr>
            <w:r w:rsidRPr="00513A1C">
              <w:rPr>
                <w:b/>
                <w:color w:val="FFFFFF"/>
                <w:szCs w:val="19"/>
              </w:rPr>
              <w:t>Verwacht resultaat</w:t>
            </w: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rPr>
                <w:color w:val="339966"/>
                <w:szCs w:val="19"/>
                <w:lang w:eastAsia="ar-SA"/>
              </w:rPr>
            </w:pPr>
          </w:p>
          <w:p w:rsidR="00BA7B17" w:rsidRPr="00513A1C" w:rsidRDefault="00BA7B17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nil"/>
              <w:bottom w:val="single" w:sz="6" w:space="0" w:color="808080"/>
              <w:right w:val="nil"/>
            </w:tcBorders>
          </w:tcPr>
          <w:p w:rsidR="00BA7B17" w:rsidRPr="00513A1C" w:rsidRDefault="00BA7B17" w:rsidP="00D20AEF">
            <w:pPr>
              <w:suppressAutoHyphens/>
              <w:rPr>
                <w:color w:val="339966"/>
                <w:szCs w:val="19"/>
                <w:lang w:eastAsia="ar-SA"/>
              </w:rPr>
            </w:pPr>
          </w:p>
        </w:tc>
      </w:tr>
      <w:tr w:rsidR="00BA7B17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60" w:color="000000" w:fill="FFFFFF"/>
            <w:hideMark/>
          </w:tcPr>
          <w:p w:rsidR="00BA7B17" w:rsidRPr="00513A1C" w:rsidRDefault="00BA7B17" w:rsidP="00D20AEF">
            <w:pPr>
              <w:suppressAutoHyphens/>
              <w:rPr>
                <w:b/>
                <w:color w:val="FFFFFF" w:themeColor="background1"/>
                <w:szCs w:val="19"/>
                <w:lang w:eastAsia="ar-SA"/>
              </w:rPr>
            </w:pPr>
            <w:proofErr w:type="spellStart"/>
            <w:r w:rsidRPr="00513A1C">
              <w:rPr>
                <w:b/>
                <w:color w:val="FFFFFF" w:themeColor="background1"/>
                <w:szCs w:val="19"/>
              </w:rPr>
              <w:t>Testlog</w:t>
            </w:r>
            <w:proofErr w:type="spellEnd"/>
            <w:r w:rsidRPr="00513A1C">
              <w:rPr>
                <w:b/>
                <w:color w:val="FFFFFF" w:themeColor="background1"/>
                <w:szCs w:val="19"/>
              </w:rPr>
              <w:t xml:space="preserve"> </w:t>
            </w:r>
          </w:p>
        </w:tc>
      </w:tr>
      <w:tr w:rsidR="00B73ECB" w:rsidRPr="00513A1C" w:rsidTr="00D20AEF">
        <w:tc>
          <w:tcPr>
            <w:tcW w:w="9639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73ECB" w:rsidRPr="00513A1C" w:rsidRDefault="00B73ECB" w:rsidP="004D2424">
            <w:pPr>
              <w:rPr>
                <w:szCs w:val="19"/>
                <w:lang w:eastAsia="ar-SA"/>
              </w:rPr>
            </w:pPr>
            <w:bookmarkStart w:id="23" w:name="_GoBack" w:colFirst="0" w:colLast="0"/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>Tester</w:t>
            </w:r>
            <w:r w:rsidRPr="00513A1C">
              <w:rPr>
                <w:szCs w:val="19"/>
              </w:rPr>
              <w:tab/>
            </w:r>
            <w:r w:rsidRPr="00513A1C">
              <w:rPr>
                <w:szCs w:val="19"/>
              </w:rPr>
              <w:tab/>
              <w:t>: …M. Jordaan……..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noProof/>
                <w:szCs w:val="19"/>
              </w:rPr>
              <w:drawing>
                <wp:anchor distT="0" distB="0" distL="114300" distR="114300" simplePos="0" relativeHeight="251781120" behindDoc="0" locked="0" layoutInCell="1" allowOverlap="1" wp14:anchorId="2C191236" wp14:editId="58DC5CCF">
                  <wp:simplePos x="0" y="0"/>
                  <wp:positionH relativeFrom="column">
                    <wp:posOffset>984885</wp:posOffset>
                  </wp:positionH>
                  <wp:positionV relativeFrom="paragraph">
                    <wp:posOffset>37465</wp:posOffset>
                  </wp:positionV>
                  <wp:extent cx="352425" cy="304800"/>
                  <wp:effectExtent l="0" t="0" r="9525" b="0"/>
                  <wp:wrapNone/>
                  <wp:docPr id="45" name="Picture 45" descr="Description: MarcelKl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escription: MarcelKl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13A1C">
              <w:rPr>
                <w:szCs w:val="19"/>
              </w:rPr>
              <w:t xml:space="preserve">Datum   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16</w:t>
            </w:r>
            <w:r w:rsidRPr="00513A1C">
              <w:rPr>
                <w:szCs w:val="19"/>
              </w:rPr>
              <w:t>-0</w:t>
            </w:r>
            <w:r>
              <w:rPr>
                <w:szCs w:val="19"/>
              </w:rPr>
              <w:t>4</w:t>
            </w:r>
            <w:r w:rsidRPr="00513A1C">
              <w:rPr>
                <w:szCs w:val="19"/>
              </w:rPr>
              <w:t>-201</w:t>
            </w:r>
            <w:r>
              <w:rPr>
                <w:szCs w:val="19"/>
              </w:rPr>
              <w:t>3</w:t>
            </w:r>
            <w:r w:rsidRPr="00513A1C">
              <w:rPr>
                <w:szCs w:val="19"/>
              </w:rPr>
              <w:t>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Paraaf   </w:t>
            </w:r>
            <w:r w:rsidRPr="00513A1C">
              <w:rPr>
                <w:szCs w:val="19"/>
              </w:rPr>
              <w:tab/>
              <w:t>: ……………………..</w:t>
            </w:r>
          </w:p>
          <w:p w:rsidR="00B73ECB" w:rsidRPr="00513A1C" w:rsidRDefault="00B73ECB" w:rsidP="004D2424">
            <w:pPr>
              <w:rPr>
                <w:szCs w:val="19"/>
              </w:rPr>
            </w:pPr>
            <w:r w:rsidRPr="00513A1C">
              <w:rPr>
                <w:szCs w:val="19"/>
              </w:rPr>
              <w:t xml:space="preserve">Aanwezig  </w:t>
            </w:r>
            <w:r w:rsidRPr="00513A1C">
              <w:rPr>
                <w:szCs w:val="19"/>
              </w:rPr>
              <w:tab/>
              <w:t>: …</w:t>
            </w:r>
            <w:r>
              <w:rPr>
                <w:szCs w:val="19"/>
              </w:rPr>
              <w:t>H</w:t>
            </w:r>
            <w:r w:rsidRPr="00513A1C">
              <w:rPr>
                <w:szCs w:val="19"/>
              </w:rPr>
              <w:t xml:space="preserve">. </w:t>
            </w:r>
            <w:r>
              <w:rPr>
                <w:szCs w:val="19"/>
              </w:rPr>
              <w:t>v. d. Graaf</w:t>
            </w:r>
            <w:r w:rsidRPr="00513A1C">
              <w:rPr>
                <w:szCs w:val="19"/>
              </w:rPr>
              <w:t xml:space="preserve"> ……..</w:t>
            </w:r>
          </w:p>
          <w:p w:rsidR="00B73ECB" w:rsidRPr="00513A1C" w:rsidRDefault="00B73ECB" w:rsidP="004D2424">
            <w:pPr>
              <w:suppressAutoHyphens/>
              <w:rPr>
                <w:szCs w:val="19"/>
                <w:lang w:eastAsia="ar-SA"/>
              </w:rPr>
            </w:pPr>
          </w:p>
        </w:tc>
      </w:tr>
      <w:bookmarkEnd w:id="23"/>
      <w:tr w:rsidR="00BA7B17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BA7B17" w:rsidRPr="00513A1C" w:rsidRDefault="00BA7B17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Actie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BA7B17" w:rsidRPr="00513A1C" w:rsidRDefault="00BA7B17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Aandachtspunten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pct10" w:color="auto" w:fill="FFFFFF"/>
            <w:hideMark/>
          </w:tcPr>
          <w:p w:rsidR="00BA7B17" w:rsidRPr="00513A1C" w:rsidRDefault="00BA7B17" w:rsidP="00D20AEF">
            <w:pPr>
              <w:suppressAutoHyphens/>
              <w:spacing w:before="90" w:after="54"/>
              <w:rPr>
                <w:b/>
                <w:szCs w:val="19"/>
                <w:lang w:eastAsia="ar-SA"/>
              </w:rPr>
            </w:pPr>
            <w:proofErr w:type="spellStart"/>
            <w:r w:rsidRPr="00513A1C">
              <w:rPr>
                <w:b/>
                <w:szCs w:val="19"/>
              </w:rPr>
              <w:t>Result</w:t>
            </w:r>
            <w:proofErr w:type="spellEnd"/>
          </w:p>
        </w:tc>
      </w:tr>
      <w:tr w:rsidR="00BA7B17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BA7B17" w:rsidRPr="00513A1C" w:rsidRDefault="00BA7B17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Winput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BA7B17" w:rsidRPr="00513A1C" w:rsidRDefault="00BA7B17" w:rsidP="00BA7B17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Winput is in SCADA opgenomen op pagina </w:t>
            </w:r>
            <w:proofErr w:type="spellStart"/>
            <w:r>
              <w:rPr>
                <w:szCs w:val="19"/>
              </w:rPr>
              <w:t>Aalsterweg</w:t>
            </w:r>
            <w:proofErr w:type="spellEnd"/>
            <w:r>
              <w:rPr>
                <w:szCs w:val="19"/>
              </w:rPr>
              <w:t xml:space="preserve"> Diep.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BA7B17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BA7B17" w:rsidRPr="00513A1C" w:rsidRDefault="00BA7B17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>
              <w:rPr>
                <w:szCs w:val="19"/>
              </w:rPr>
              <w:t>Popup</w:t>
            </w:r>
            <w:proofErr w:type="spellEnd"/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BA7B17" w:rsidRPr="00513A1C" w:rsidRDefault="00BA7B17" w:rsidP="00BA7B17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>
              <w:rPr>
                <w:szCs w:val="19"/>
              </w:rPr>
              <w:t>Popup</w:t>
            </w:r>
            <w:proofErr w:type="spellEnd"/>
            <w:r>
              <w:rPr>
                <w:szCs w:val="19"/>
              </w:rPr>
              <w:t xml:space="preserve"> voor winput opent en toont de juiste informatie (ook stroom en toerental).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BA7B17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>Alarmering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</w:rPr>
              <w:t xml:space="preserve">Alarmering is bereikbaar via </w:t>
            </w:r>
            <w:proofErr w:type="spellStart"/>
            <w:r>
              <w:rPr>
                <w:szCs w:val="19"/>
              </w:rPr>
              <w:t>popup</w:t>
            </w:r>
            <w:proofErr w:type="spellEnd"/>
            <w:r>
              <w:rPr>
                <w:szCs w:val="19"/>
              </w:rPr>
              <w:t xml:space="preserve"> in SCADA, en alarmen kunnen op niveau en urgentie ingesteld worden</w:t>
            </w:r>
            <w:r w:rsidRPr="00513A1C">
              <w:rPr>
                <w:szCs w:val="19"/>
              </w:rPr>
              <w:t>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BA7B17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proofErr w:type="spellStart"/>
            <w:r>
              <w:rPr>
                <w:szCs w:val="19"/>
                <w:lang w:eastAsia="ar-SA"/>
              </w:rPr>
              <w:t>putinfo</w:t>
            </w:r>
            <w:proofErr w:type="spellEnd"/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BA7B17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 xml:space="preserve">Winput is </w:t>
            </w:r>
            <w:proofErr w:type="spellStart"/>
            <w:r>
              <w:rPr>
                <w:szCs w:val="19"/>
                <w:lang w:eastAsia="ar-SA"/>
              </w:rPr>
              <w:t>opgenoemn</w:t>
            </w:r>
            <w:proofErr w:type="spellEnd"/>
            <w:r>
              <w:rPr>
                <w:szCs w:val="19"/>
                <w:lang w:eastAsia="ar-SA"/>
              </w:rPr>
              <w:t xml:space="preserve"> in put info scherm en geeft hier de juiste info weer.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BA7B17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BA7B17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schakeltabel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Winput is opgenomen in schakeltabel en informatie is juist.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BA7B17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15069A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rapportage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15069A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Totaal telling van bedrijfsuren is opgenomen in rapportage.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BA7B17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15069A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Regelpomp instelling</w:t>
            </w: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15069A" w:rsidP="0015069A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  <w:r>
              <w:rPr>
                <w:szCs w:val="19"/>
                <w:lang w:eastAsia="ar-SA"/>
              </w:rPr>
              <w:t>Winput is opgenomen in regelpomp instellingen scherm, en de juiste instellingen kunnen gemaakt worden.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BA7B17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62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tabs>
                <w:tab w:val="right" w:pos="5748"/>
              </w:tabs>
              <w:suppressAutoHyphens/>
              <w:spacing w:before="90" w:after="54"/>
              <w:rPr>
                <w:szCs w:val="19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pStyle w:val="CommentText"/>
              <w:spacing w:before="90" w:after="54"/>
              <w:rPr>
                <w:rFonts w:cs="Arial"/>
                <w:color w:val="000080"/>
                <w:sz w:val="19"/>
                <w:szCs w:val="19"/>
              </w:rPr>
            </w:pPr>
          </w:p>
        </w:tc>
      </w:tr>
      <w:tr w:rsidR="00BA7B17" w:rsidRPr="00513A1C" w:rsidTr="00D20AEF">
        <w:trPr>
          <w:cantSplit/>
        </w:trPr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A7B17" w:rsidRPr="00513A1C" w:rsidRDefault="00BA7B17" w:rsidP="00D20AEF">
            <w:pPr>
              <w:rPr>
                <w:b/>
                <w:szCs w:val="19"/>
                <w:lang w:eastAsia="ar-SA"/>
              </w:rPr>
            </w:pPr>
            <w:r w:rsidRPr="00513A1C">
              <w:rPr>
                <w:b/>
                <w:szCs w:val="19"/>
              </w:rPr>
              <w:t>Opmerkingen:</w:t>
            </w:r>
          </w:p>
          <w:p w:rsidR="00BA7B17" w:rsidRPr="00513A1C" w:rsidRDefault="00BA7B17" w:rsidP="00D20AEF">
            <w:pPr>
              <w:rPr>
                <w:b/>
                <w:szCs w:val="19"/>
              </w:rPr>
            </w:pPr>
          </w:p>
          <w:p w:rsidR="00BA7B17" w:rsidRPr="00513A1C" w:rsidRDefault="00BA7B17" w:rsidP="00D20AEF">
            <w:pPr>
              <w:rPr>
                <w:b/>
                <w:szCs w:val="19"/>
              </w:rPr>
            </w:pPr>
          </w:p>
          <w:p w:rsidR="00BA7B17" w:rsidRPr="00513A1C" w:rsidRDefault="00BA7B17" w:rsidP="00D20AEF">
            <w:pPr>
              <w:spacing w:before="90" w:after="54"/>
              <w:rPr>
                <w:color w:val="339966"/>
                <w:szCs w:val="19"/>
              </w:rPr>
            </w:pPr>
          </w:p>
          <w:p w:rsidR="00BA7B17" w:rsidRPr="00513A1C" w:rsidRDefault="00BA7B17" w:rsidP="00D20AEF">
            <w:pPr>
              <w:spacing w:before="90" w:after="54"/>
              <w:rPr>
                <w:color w:val="339966"/>
                <w:szCs w:val="19"/>
              </w:rPr>
            </w:pPr>
          </w:p>
          <w:p w:rsidR="00BA7B17" w:rsidRPr="00513A1C" w:rsidRDefault="00BA7B17" w:rsidP="00D20AEF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</w:p>
        </w:tc>
        <w:tc>
          <w:tcPr>
            <w:tcW w:w="7087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BA7B17" w:rsidRPr="00513A1C" w:rsidRDefault="00BA7B17" w:rsidP="00D20AEF">
            <w:pPr>
              <w:suppressAutoHyphens/>
              <w:spacing w:before="90" w:after="54"/>
              <w:rPr>
                <w:color w:val="339966"/>
                <w:szCs w:val="19"/>
                <w:lang w:eastAsia="ar-SA"/>
              </w:rPr>
            </w:pPr>
            <w:r w:rsidRPr="00513A1C">
              <w:rPr>
                <w:color w:val="339966"/>
                <w:szCs w:val="19"/>
              </w:rPr>
              <w:t xml:space="preserve"> </w:t>
            </w:r>
          </w:p>
        </w:tc>
      </w:tr>
    </w:tbl>
    <w:p w:rsidR="00BA7B17" w:rsidRDefault="00BA7B17" w:rsidP="00BA7B17"/>
    <w:p w:rsidR="00BA7B17" w:rsidRDefault="00BA7B17" w:rsidP="00BA7B17"/>
    <w:p w:rsidR="00BA7B17" w:rsidRDefault="00BA7B17" w:rsidP="00A21639"/>
    <w:p w:rsidR="009107F6" w:rsidRDefault="009107F6" w:rsidP="00546D9A"/>
    <w:p w:rsidR="00AF0CCC" w:rsidRDefault="00AF0CCC" w:rsidP="00546D9A"/>
    <w:p w:rsidR="009107F6" w:rsidRDefault="009107F6" w:rsidP="00546D9A"/>
    <w:p w:rsidR="009107F6" w:rsidRDefault="009107F6" w:rsidP="00546D9A"/>
    <w:p w:rsidR="001C752B" w:rsidRPr="008A2521" w:rsidRDefault="001C752B" w:rsidP="008A2521">
      <w:pPr>
        <w:spacing w:line="240" w:lineRule="exact"/>
        <w:ind w:left="839" w:hanging="839"/>
        <w:rPr>
          <w:b/>
        </w:rPr>
      </w:pPr>
    </w:p>
    <w:p w:rsidR="00106F6D" w:rsidRDefault="009962A7">
      <w:bookmarkStart w:id="24" w:name="_Toc36606374"/>
      <w:r>
        <w:br w:type="page"/>
      </w:r>
      <w:bookmarkEnd w:id="24"/>
    </w:p>
    <w:p w:rsidR="00106F6D" w:rsidRDefault="009962A7" w:rsidP="00BF1926">
      <w:pPr>
        <w:pStyle w:val="Heading1"/>
      </w:pPr>
      <w:bookmarkStart w:id="25" w:name="_Toc36606403"/>
      <w:bookmarkStart w:id="26" w:name="_Toc353094770"/>
      <w:r>
        <w:lastRenderedPageBreak/>
        <w:t>Bijlagen</w:t>
      </w:r>
      <w:bookmarkEnd w:id="25"/>
      <w:bookmarkEnd w:id="26"/>
    </w:p>
    <w:p w:rsidR="00A42AEF" w:rsidRPr="00A42AEF" w:rsidRDefault="00760323" w:rsidP="00A42AEF">
      <w:pPr>
        <w:pStyle w:val="Heading2"/>
      </w:pPr>
      <w:bookmarkStart w:id="27" w:name="_Toc353094771"/>
      <w:r>
        <w:t>Overzicht bijlagen</w:t>
      </w:r>
      <w:bookmarkEnd w:id="27"/>
    </w:p>
    <w:tbl>
      <w:tblPr>
        <w:tblW w:w="9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"/>
        <w:gridCol w:w="4275"/>
        <w:gridCol w:w="887"/>
        <w:gridCol w:w="1501"/>
        <w:gridCol w:w="1501"/>
      </w:tblGrid>
      <w:tr w:rsidR="0030505A" w:rsidRPr="0030505A">
        <w:tc>
          <w:tcPr>
            <w:tcW w:w="925" w:type="dxa"/>
          </w:tcPr>
          <w:p w:rsidR="00106F6D" w:rsidRPr="0030505A" w:rsidRDefault="009962A7">
            <w:pPr>
              <w:jc w:val="center"/>
            </w:pPr>
            <w:r w:rsidRPr="0030505A">
              <w:t>Bijlage</w:t>
            </w:r>
          </w:p>
        </w:tc>
        <w:tc>
          <w:tcPr>
            <w:tcW w:w="4275" w:type="dxa"/>
          </w:tcPr>
          <w:p w:rsidR="00106F6D" w:rsidRPr="0030505A" w:rsidRDefault="009962A7">
            <w:r w:rsidRPr="0030505A">
              <w:t>Titel</w:t>
            </w:r>
          </w:p>
        </w:tc>
        <w:tc>
          <w:tcPr>
            <w:tcW w:w="887" w:type="dxa"/>
          </w:tcPr>
          <w:p w:rsidR="00106F6D" w:rsidRPr="0030505A" w:rsidRDefault="009962A7">
            <w:pPr>
              <w:jc w:val="center"/>
            </w:pPr>
            <w:r w:rsidRPr="0030505A">
              <w:t>Versie</w:t>
            </w:r>
          </w:p>
        </w:tc>
        <w:tc>
          <w:tcPr>
            <w:tcW w:w="1501" w:type="dxa"/>
          </w:tcPr>
          <w:p w:rsidR="00106F6D" w:rsidRPr="0030505A" w:rsidRDefault="009962A7">
            <w:r w:rsidRPr="0030505A">
              <w:t>Versiedatum</w:t>
            </w:r>
          </w:p>
        </w:tc>
        <w:tc>
          <w:tcPr>
            <w:tcW w:w="1501" w:type="dxa"/>
          </w:tcPr>
          <w:p w:rsidR="00106F6D" w:rsidRPr="0030505A" w:rsidRDefault="009962A7">
            <w:r w:rsidRPr="0030505A">
              <w:t>Status</w:t>
            </w:r>
          </w:p>
        </w:tc>
      </w:tr>
      <w:tr w:rsidR="0030505A" w:rsidRPr="0030505A">
        <w:tc>
          <w:tcPr>
            <w:tcW w:w="925" w:type="dxa"/>
          </w:tcPr>
          <w:p w:rsidR="00106F6D" w:rsidRDefault="00106F6D"/>
          <w:p w:rsidR="007A26F1" w:rsidRDefault="007A26F1"/>
          <w:p w:rsidR="007A26F1" w:rsidRDefault="007A26F1"/>
          <w:p w:rsidR="007A26F1" w:rsidRPr="0030505A" w:rsidRDefault="007A26F1"/>
        </w:tc>
        <w:tc>
          <w:tcPr>
            <w:tcW w:w="4275" w:type="dxa"/>
          </w:tcPr>
          <w:p w:rsidR="0039234F" w:rsidRPr="0030505A" w:rsidRDefault="0039234F" w:rsidP="001518BC"/>
        </w:tc>
        <w:tc>
          <w:tcPr>
            <w:tcW w:w="887" w:type="dxa"/>
          </w:tcPr>
          <w:p w:rsidR="00106F6D" w:rsidRPr="0030505A" w:rsidRDefault="00106F6D">
            <w:pPr>
              <w:jc w:val="center"/>
            </w:pPr>
          </w:p>
        </w:tc>
        <w:tc>
          <w:tcPr>
            <w:tcW w:w="1501" w:type="dxa"/>
          </w:tcPr>
          <w:p w:rsidR="00106F6D" w:rsidRPr="0030505A" w:rsidRDefault="00106F6D"/>
        </w:tc>
        <w:tc>
          <w:tcPr>
            <w:tcW w:w="1501" w:type="dxa"/>
          </w:tcPr>
          <w:p w:rsidR="00106F6D" w:rsidRPr="0030505A" w:rsidRDefault="00106F6D"/>
        </w:tc>
      </w:tr>
      <w:tr w:rsidR="0030505A" w:rsidRPr="0030505A">
        <w:tc>
          <w:tcPr>
            <w:tcW w:w="925" w:type="dxa"/>
          </w:tcPr>
          <w:p w:rsidR="00106F6D" w:rsidRPr="007A3E94" w:rsidRDefault="00106F6D"/>
        </w:tc>
        <w:tc>
          <w:tcPr>
            <w:tcW w:w="4275" w:type="dxa"/>
          </w:tcPr>
          <w:p w:rsidR="00106F6D" w:rsidRDefault="00106F6D"/>
          <w:p w:rsidR="0039234F" w:rsidRDefault="0039234F"/>
          <w:p w:rsidR="0039234F" w:rsidRDefault="0039234F"/>
          <w:p w:rsidR="0039234F" w:rsidRPr="00D114F7" w:rsidRDefault="0039234F"/>
        </w:tc>
        <w:tc>
          <w:tcPr>
            <w:tcW w:w="887" w:type="dxa"/>
          </w:tcPr>
          <w:p w:rsidR="00106F6D" w:rsidRPr="00D114F7" w:rsidRDefault="00106F6D">
            <w:pPr>
              <w:jc w:val="center"/>
            </w:pPr>
          </w:p>
        </w:tc>
        <w:tc>
          <w:tcPr>
            <w:tcW w:w="1501" w:type="dxa"/>
          </w:tcPr>
          <w:p w:rsidR="00106F6D" w:rsidRPr="007A3E94" w:rsidRDefault="00106F6D"/>
        </w:tc>
        <w:tc>
          <w:tcPr>
            <w:tcW w:w="1501" w:type="dxa"/>
          </w:tcPr>
          <w:p w:rsidR="00106F6D" w:rsidRPr="007A3E94" w:rsidRDefault="00106F6D"/>
        </w:tc>
      </w:tr>
      <w:tr w:rsidR="0030505A" w:rsidRPr="0030505A">
        <w:tc>
          <w:tcPr>
            <w:tcW w:w="925" w:type="dxa"/>
          </w:tcPr>
          <w:p w:rsidR="00106F6D" w:rsidRPr="007A3E94" w:rsidRDefault="00106F6D"/>
        </w:tc>
        <w:tc>
          <w:tcPr>
            <w:tcW w:w="4275" w:type="dxa"/>
          </w:tcPr>
          <w:p w:rsidR="00106F6D" w:rsidRPr="007A3E94" w:rsidRDefault="00106F6D"/>
          <w:p w:rsidR="0039234F" w:rsidRPr="007A3E94" w:rsidRDefault="0039234F"/>
          <w:p w:rsidR="0039234F" w:rsidRPr="007A3E94" w:rsidRDefault="0039234F"/>
          <w:p w:rsidR="0039234F" w:rsidRPr="007A3E94" w:rsidRDefault="0039234F"/>
        </w:tc>
        <w:tc>
          <w:tcPr>
            <w:tcW w:w="887" w:type="dxa"/>
          </w:tcPr>
          <w:p w:rsidR="00106F6D" w:rsidRPr="007A3E94" w:rsidRDefault="00106F6D">
            <w:pPr>
              <w:jc w:val="center"/>
            </w:pPr>
          </w:p>
        </w:tc>
        <w:tc>
          <w:tcPr>
            <w:tcW w:w="1501" w:type="dxa"/>
          </w:tcPr>
          <w:p w:rsidR="00106F6D" w:rsidRPr="007A3E94" w:rsidRDefault="00106F6D"/>
        </w:tc>
        <w:tc>
          <w:tcPr>
            <w:tcW w:w="1501" w:type="dxa"/>
          </w:tcPr>
          <w:p w:rsidR="00106F6D" w:rsidRPr="007A3E94" w:rsidRDefault="00106F6D"/>
        </w:tc>
      </w:tr>
      <w:tr w:rsidR="0030505A" w:rsidRPr="0030505A">
        <w:tc>
          <w:tcPr>
            <w:tcW w:w="925" w:type="dxa"/>
          </w:tcPr>
          <w:p w:rsidR="00106F6D" w:rsidRPr="007A3E94" w:rsidRDefault="00106F6D"/>
        </w:tc>
        <w:tc>
          <w:tcPr>
            <w:tcW w:w="4275" w:type="dxa"/>
          </w:tcPr>
          <w:p w:rsidR="00106F6D" w:rsidRDefault="00106F6D"/>
          <w:p w:rsidR="0039234F" w:rsidRDefault="0039234F"/>
          <w:p w:rsidR="0039234F" w:rsidRDefault="0039234F"/>
          <w:p w:rsidR="0039234F" w:rsidRPr="00D114F7" w:rsidRDefault="0039234F"/>
        </w:tc>
        <w:tc>
          <w:tcPr>
            <w:tcW w:w="887" w:type="dxa"/>
          </w:tcPr>
          <w:p w:rsidR="00106F6D" w:rsidRPr="007A3E94" w:rsidRDefault="00106F6D">
            <w:pPr>
              <w:jc w:val="center"/>
            </w:pPr>
          </w:p>
        </w:tc>
        <w:tc>
          <w:tcPr>
            <w:tcW w:w="1501" w:type="dxa"/>
          </w:tcPr>
          <w:p w:rsidR="00106F6D" w:rsidRPr="007A3E94" w:rsidRDefault="00106F6D"/>
        </w:tc>
        <w:tc>
          <w:tcPr>
            <w:tcW w:w="1501" w:type="dxa"/>
          </w:tcPr>
          <w:p w:rsidR="00106F6D" w:rsidRPr="007A3E94" w:rsidRDefault="00106F6D"/>
        </w:tc>
      </w:tr>
      <w:tr w:rsidR="00FB29F4" w:rsidRPr="0030505A">
        <w:tc>
          <w:tcPr>
            <w:tcW w:w="925" w:type="dxa"/>
          </w:tcPr>
          <w:p w:rsidR="00FB29F4" w:rsidRPr="007A3E94" w:rsidRDefault="00FB29F4"/>
        </w:tc>
        <w:tc>
          <w:tcPr>
            <w:tcW w:w="4275" w:type="dxa"/>
          </w:tcPr>
          <w:p w:rsidR="00FB29F4" w:rsidRPr="007A3E94" w:rsidRDefault="00FB29F4"/>
          <w:p w:rsidR="0039234F" w:rsidRPr="007A3E94" w:rsidRDefault="0039234F"/>
          <w:p w:rsidR="0039234F" w:rsidRPr="007A3E94" w:rsidRDefault="0039234F"/>
          <w:p w:rsidR="0039234F" w:rsidRPr="007A3E94" w:rsidRDefault="0039234F"/>
        </w:tc>
        <w:tc>
          <w:tcPr>
            <w:tcW w:w="887" w:type="dxa"/>
          </w:tcPr>
          <w:p w:rsidR="00FB29F4" w:rsidRPr="007A3E94" w:rsidRDefault="00FB29F4">
            <w:pPr>
              <w:jc w:val="center"/>
            </w:pPr>
          </w:p>
        </w:tc>
        <w:tc>
          <w:tcPr>
            <w:tcW w:w="1501" w:type="dxa"/>
          </w:tcPr>
          <w:p w:rsidR="00FB29F4" w:rsidRPr="007A3E94" w:rsidRDefault="00FB29F4" w:rsidP="005A4BF5"/>
        </w:tc>
        <w:tc>
          <w:tcPr>
            <w:tcW w:w="1501" w:type="dxa"/>
          </w:tcPr>
          <w:p w:rsidR="00FB29F4" w:rsidRPr="007A3E94" w:rsidRDefault="00FB29F4"/>
        </w:tc>
      </w:tr>
      <w:tr w:rsidR="00A00ABD" w:rsidRPr="0030505A">
        <w:tc>
          <w:tcPr>
            <w:tcW w:w="925" w:type="dxa"/>
          </w:tcPr>
          <w:p w:rsidR="00A00ABD" w:rsidRPr="007A3E94" w:rsidRDefault="00A00ABD"/>
        </w:tc>
        <w:tc>
          <w:tcPr>
            <w:tcW w:w="4275" w:type="dxa"/>
          </w:tcPr>
          <w:p w:rsidR="00A00ABD" w:rsidRPr="007A3E94" w:rsidRDefault="00A00ABD"/>
          <w:p w:rsidR="0039234F" w:rsidRPr="007A3E94" w:rsidRDefault="0039234F"/>
          <w:p w:rsidR="0039234F" w:rsidRPr="007A3E94" w:rsidRDefault="0039234F"/>
          <w:p w:rsidR="0039234F" w:rsidRPr="007A3E94" w:rsidRDefault="0039234F"/>
          <w:p w:rsidR="0039234F" w:rsidRPr="007A3E94" w:rsidRDefault="0039234F"/>
        </w:tc>
        <w:tc>
          <w:tcPr>
            <w:tcW w:w="887" w:type="dxa"/>
          </w:tcPr>
          <w:p w:rsidR="00A00ABD" w:rsidRPr="007A3E94" w:rsidRDefault="00A00ABD">
            <w:pPr>
              <w:jc w:val="center"/>
            </w:pPr>
          </w:p>
        </w:tc>
        <w:tc>
          <w:tcPr>
            <w:tcW w:w="1501" w:type="dxa"/>
          </w:tcPr>
          <w:p w:rsidR="00A00ABD" w:rsidRPr="007A3E94" w:rsidRDefault="00A00ABD" w:rsidP="005A4BF5"/>
        </w:tc>
        <w:tc>
          <w:tcPr>
            <w:tcW w:w="1501" w:type="dxa"/>
          </w:tcPr>
          <w:p w:rsidR="00A00ABD" w:rsidRPr="007A3E94" w:rsidRDefault="00A00ABD"/>
        </w:tc>
      </w:tr>
    </w:tbl>
    <w:p w:rsidR="00106F6D" w:rsidRPr="007A3E94" w:rsidRDefault="00106F6D">
      <w:pPr>
        <w:rPr>
          <w:color w:val="A6A6A6" w:themeColor="background1" w:themeShade="A6"/>
        </w:rPr>
      </w:pPr>
    </w:p>
    <w:p w:rsidR="0042337D" w:rsidRDefault="0042337D">
      <w:r w:rsidRPr="0030505A">
        <w:t>Bestek = onderdeel bestek en niet aan wijziging onderhevig</w:t>
      </w:r>
    </w:p>
    <w:p w:rsidR="00A00ABD" w:rsidRPr="0030505A" w:rsidRDefault="00A00ABD">
      <w:r>
        <w:t>SPA = Standaard Proces Automatisering en binnen dit document niet aan wijziging onderhevig</w:t>
      </w:r>
    </w:p>
    <w:p w:rsidR="00106F6D" w:rsidRPr="0030505A" w:rsidRDefault="009962A7">
      <w:r w:rsidRPr="0030505A">
        <w:t>Volgt = wordt opgezet en volgt</w:t>
      </w:r>
    </w:p>
    <w:p w:rsidR="00106F6D" w:rsidRPr="0030505A" w:rsidRDefault="009962A7">
      <w:r w:rsidRPr="0030505A">
        <w:t>Vervallen = Bijlage is vervallen</w:t>
      </w:r>
    </w:p>
    <w:p w:rsidR="00106F6D" w:rsidRPr="0030505A" w:rsidRDefault="009962A7">
      <w:r w:rsidRPr="0030505A">
        <w:t>Toegevoegd = is bijgevoegd (kan nog aan wijzigingen onderhevig zijn).</w:t>
      </w:r>
    </w:p>
    <w:bookmarkEnd w:id="5"/>
    <w:p w:rsidR="009962A7" w:rsidRPr="0030505A" w:rsidRDefault="009962A7">
      <w:r w:rsidRPr="0030505A">
        <w:t>As Built = status na inbedrijf name.</w:t>
      </w:r>
    </w:p>
    <w:sectPr w:rsidR="009962A7" w:rsidRPr="0030505A" w:rsidSect="00BF1926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2099" w:right="1275" w:bottom="419" w:left="1500" w:header="240" w:footer="161" w:gutter="0"/>
      <w:paperSrc w:first="258" w:other="25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6A5" w:rsidRDefault="005C16A5">
      <w:r>
        <w:separator/>
      </w:r>
    </w:p>
  </w:endnote>
  <w:endnote w:type="continuationSeparator" w:id="0">
    <w:p w:rsidR="005C16A5" w:rsidRDefault="005C1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55 Roman">
    <w:altName w:val="Impact"/>
    <w:charset w:val="00"/>
    <w:family w:val="swiss"/>
    <w:pitch w:val="variable"/>
    <w:sig w:usb0="00000003" w:usb1="00000000" w:usb2="00000000" w:usb3="00000000" w:csb0="00000001" w:csb1="00000000"/>
  </w:font>
  <w:font w:name="Frutiger">
    <w:altName w:val="Arial Narrow"/>
    <w:charset w:val="00"/>
    <w:family w:val="swiss"/>
    <w:pitch w:val="variable"/>
    <w:sig w:usb0="80000027" w:usb1="00000000" w:usb2="00000000" w:usb3="00000000" w:csb0="00000001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ourier (W1)">
    <w:charset w:val="00"/>
    <w:family w:val="modern"/>
    <w:pitch w:val="fixed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B55" w:rsidRDefault="00D27B55">
    <w:pPr>
      <w:pStyle w:val="Footer"/>
    </w:pPr>
  </w:p>
  <w:p w:rsidR="00D27B55" w:rsidRDefault="00D27B55">
    <w:pPr>
      <w:pStyle w:val="Footer"/>
    </w:pPr>
  </w:p>
  <w:p w:rsidR="00D27B55" w:rsidRDefault="00D27B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B55" w:rsidRDefault="00D27B55">
    <w:pPr>
      <w:jc w:val="center"/>
      <w:rPr>
        <w:rStyle w:val="Huisstijl-Sjabloonnaam"/>
        <w:b w:val="0"/>
        <w:sz w:val="20"/>
      </w:rPr>
    </w:pPr>
  </w:p>
  <w:p w:rsidR="00D27B55" w:rsidRDefault="00D27B55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1" layoutInCell="0" allowOverlap="1" wp14:anchorId="4DF770E2" wp14:editId="28B27701">
              <wp:simplePos x="0" y="0"/>
              <wp:positionH relativeFrom="page">
                <wp:posOffset>5715000</wp:posOffset>
              </wp:positionH>
              <wp:positionV relativeFrom="page">
                <wp:posOffset>9372600</wp:posOffset>
              </wp:positionV>
              <wp:extent cx="1676400" cy="1066800"/>
              <wp:effectExtent l="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0" cy="1066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400"/>
                          </w:tblGrid>
                          <w:tr w:rsidR="00D27B55">
                            <w:trPr>
                              <w:cantSplit/>
                            </w:trPr>
                            <w:tc>
                              <w:tcPr>
                                <w:tcW w:w="2400" w:type="dxa"/>
                                <w:vAlign w:val="bottom"/>
                              </w:tcPr>
                              <w:p w:rsidR="00D27B55" w:rsidRDefault="00D27B55">
                                <w:pPr>
                                  <w:spacing w:line="160" w:lineRule="exact"/>
                                  <w:rPr>
                                    <w:rStyle w:val="Huisstijl-Kopje"/>
                                  </w:rPr>
                                </w:pPr>
                                <w:bookmarkStart w:id="42" w:name="tblAkkoord1"/>
                              </w:p>
                            </w:tc>
                          </w:tr>
                          <w:tr w:rsidR="00D27B55">
                            <w:trPr>
                              <w:cantSplit/>
                            </w:trPr>
                            <w:tc>
                              <w:tcPr>
                                <w:tcW w:w="2400" w:type="dxa"/>
                                <w:vAlign w:val="bottom"/>
                              </w:tcPr>
                              <w:p w:rsidR="00D27B55" w:rsidRDefault="00D27B55">
                                <w:pPr>
                                  <w:spacing w:line="560" w:lineRule="exact"/>
                                </w:pPr>
                              </w:p>
                            </w:tc>
                          </w:tr>
                          <w:tr w:rsidR="00D27B55">
                            <w:trPr>
                              <w:cantSplit/>
                            </w:trPr>
                            <w:tc>
                              <w:tcPr>
                                <w:tcW w:w="2400" w:type="dxa"/>
                                <w:vAlign w:val="bottom"/>
                              </w:tcPr>
                              <w:p w:rsidR="00D27B55" w:rsidRDefault="00D27B55">
                                <w:pPr>
                                  <w:spacing w:line="160" w:lineRule="exact"/>
                                  <w:rPr>
                                    <w:rStyle w:val="Huisstijl-Kopje"/>
                                  </w:rPr>
                                </w:pPr>
                              </w:p>
                            </w:tc>
                          </w:tr>
                          <w:tr w:rsidR="00D27B55">
                            <w:trPr>
                              <w:cantSplit/>
                            </w:trPr>
                            <w:tc>
                              <w:tcPr>
                                <w:tcW w:w="2400" w:type="dxa"/>
                                <w:vAlign w:val="bottom"/>
                              </w:tcPr>
                              <w:p w:rsidR="00D27B55" w:rsidRDefault="00D27B55">
                                <w:pPr>
                                  <w:spacing w:line="560" w:lineRule="exact"/>
                                </w:pPr>
                              </w:p>
                            </w:tc>
                          </w:tr>
                          <w:bookmarkEnd w:id="42"/>
                        </w:tbl>
                        <w:p w:rsidR="00D27B55" w:rsidRDefault="00D27B55"/>
                        <w:p w:rsidR="00D27B55" w:rsidRDefault="00D27B5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1" type="#_x0000_t202" style="position:absolute;margin-left:450pt;margin-top:738pt;width:132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" o:allowincell="f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400"/>
                    </w:tblGrid>
                    <w:tr w:rsidR="00D27B55">
                      <w:trPr>
                        <w:cantSplit/>
                      </w:trPr>
                      <w:tc>
                        <w:tcPr>
                          <w:tcW w:w="2400" w:type="dxa"/>
                          <w:vAlign w:val="bottom"/>
                        </w:tcPr>
                        <w:p w:rsidR="00D27B55" w:rsidRDefault="00D27B55">
                          <w:pPr>
                            <w:spacing w:line="160" w:lineRule="exact"/>
                            <w:rPr>
                              <w:rStyle w:val="Huisstijl-Kopje"/>
                            </w:rPr>
                          </w:pPr>
                          <w:bookmarkStart w:id="43" w:name="tblAkkoord1"/>
                        </w:p>
                      </w:tc>
                    </w:tr>
                    <w:tr w:rsidR="00D27B55">
                      <w:trPr>
                        <w:cantSplit/>
                      </w:trPr>
                      <w:tc>
                        <w:tcPr>
                          <w:tcW w:w="2400" w:type="dxa"/>
                          <w:vAlign w:val="bottom"/>
                        </w:tcPr>
                        <w:p w:rsidR="00D27B55" w:rsidRDefault="00D27B55">
                          <w:pPr>
                            <w:spacing w:line="560" w:lineRule="exact"/>
                          </w:pPr>
                        </w:p>
                      </w:tc>
                    </w:tr>
                    <w:tr w:rsidR="00D27B55">
                      <w:trPr>
                        <w:cantSplit/>
                      </w:trPr>
                      <w:tc>
                        <w:tcPr>
                          <w:tcW w:w="2400" w:type="dxa"/>
                          <w:vAlign w:val="bottom"/>
                        </w:tcPr>
                        <w:p w:rsidR="00D27B55" w:rsidRDefault="00D27B55">
                          <w:pPr>
                            <w:spacing w:line="160" w:lineRule="exact"/>
                            <w:rPr>
                              <w:rStyle w:val="Huisstijl-Kopje"/>
                            </w:rPr>
                          </w:pPr>
                        </w:p>
                      </w:tc>
                    </w:tr>
                    <w:tr w:rsidR="00D27B55">
                      <w:trPr>
                        <w:cantSplit/>
                      </w:trPr>
                      <w:tc>
                        <w:tcPr>
                          <w:tcW w:w="2400" w:type="dxa"/>
                          <w:vAlign w:val="bottom"/>
                        </w:tcPr>
                        <w:p w:rsidR="00D27B55" w:rsidRDefault="00D27B55">
                          <w:pPr>
                            <w:spacing w:line="560" w:lineRule="exact"/>
                          </w:pPr>
                        </w:p>
                      </w:tc>
                    </w:tr>
                    <w:bookmarkEnd w:id="43"/>
                  </w:tbl>
                  <w:p w:rsidR="00D27B55" w:rsidRDefault="00D27B55"/>
                  <w:p w:rsidR="00D27B55" w:rsidRDefault="00D27B55"/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6A5" w:rsidRDefault="005C16A5">
      <w:r>
        <w:separator/>
      </w:r>
    </w:p>
  </w:footnote>
  <w:footnote w:type="continuationSeparator" w:id="0">
    <w:p w:rsidR="005C16A5" w:rsidRDefault="005C16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B55" w:rsidRDefault="00D27B55">
    <w:pPr>
      <w:rPr>
        <w:color w:val="FFFFFF"/>
      </w:rPr>
    </w:pPr>
    <w:r>
      <w:rPr>
        <w:color w:val="FFFFFF"/>
      </w:rPr>
      <w:fldChar w:fldCharType="begin"/>
    </w:r>
    <w:r>
      <w:rPr>
        <w:color w:val="FFFFFF"/>
      </w:rPr>
      <w:instrText xml:space="preserve"> NUMPAGES  \* MERGEFORMAT </w:instrText>
    </w:r>
    <w:r>
      <w:rPr>
        <w:color w:val="FFFFFF"/>
      </w:rPr>
      <w:fldChar w:fldCharType="separate"/>
    </w:r>
    <w:r w:rsidR="00B73ECB">
      <w:rPr>
        <w:noProof/>
        <w:color w:val="FFFFFF"/>
      </w:rPr>
      <w:t>23</w:t>
    </w:r>
    <w:r>
      <w:rPr>
        <w:color w:val="FFFFFF"/>
      </w:rPr>
      <w:fldChar w:fldCharType="end"/>
    </w:r>
    <w:r>
      <w:rPr>
        <w:noProof/>
        <w:color w:val="FFFFFF"/>
        <w:sz w:val="20"/>
      </w:rPr>
      <mc:AlternateContent>
        <mc:Choice Requires="wps">
          <w:drawing>
            <wp:anchor distT="0" distB="0" distL="114300" distR="114300" simplePos="0" relativeHeight="251661312" behindDoc="0" locked="1" layoutInCell="0" allowOverlap="1" wp14:anchorId="7318ADAB" wp14:editId="14CB743B">
              <wp:simplePos x="0" y="0"/>
              <wp:positionH relativeFrom="page">
                <wp:posOffset>5105400</wp:posOffset>
              </wp:positionH>
              <wp:positionV relativeFrom="page">
                <wp:posOffset>352425</wp:posOffset>
              </wp:positionV>
              <wp:extent cx="2124075" cy="977900"/>
              <wp:effectExtent l="0" t="0" r="9525" b="1270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4075" cy="977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3261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985"/>
                            <w:gridCol w:w="1276"/>
                          </w:tblGrid>
                          <w:tr w:rsidR="00D27B55" w:rsidTr="008A5629">
                            <w:trPr>
                              <w:trHeight w:val="240"/>
                            </w:trPr>
                            <w:tc>
                              <w:tcPr>
                                <w:tcW w:w="1985" w:type="dxa"/>
                              </w:tcPr>
                              <w:p w:rsidR="00D27B55" w:rsidRDefault="00D27B55">
                                <w:pPr>
                                  <w:rPr>
                                    <w:rStyle w:val="Huisstijl-Kopje"/>
                                  </w:rPr>
                                </w:pPr>
                                <w:bookmarkStart w:id="28" w:name="bmGegevens2" w:colFirst="0" w:colLast="0"/>
                                <w:r>
                                  <w:rPr>
                                    <w:rStyle w:val="Huisstijl-Kopje"/>
                                  </w:rPr>
                                  <w:t>Datum opgesteld</w:t>
                                </w:r>
                              </w:p>
                              <w:p w:rsidR="00D27B55" w:rsidRDefault="00D27B55">
                                <w:pPr>
                                  <w:rPr>
                                    <w:rStyle w:val="Huisstijl-Gegeven"/>
                                  </w:rPr>
                                </w:pPr>
                                <w:r>
                                  <w:rPr>
                                    <w:rStyle w:val="Huisstijl-Gegeven"/>
                                  </w:rPr>
                                  <w:t>19 april 2012</w:t>
                                </w:r>
                              </w:p>
                              <w:p w:rsidR="00D27B55" w:rsidRDefault="00D27B55">
                                <w:pPr>
                                  <w:rPr>
                                    <w:rStyle w:val="Huisstijl-Kopje"/>
                                  </w:rPr>
                                </w:pPr>
                                <w:r>
                                  <w:rPr>
                                    <w:rStyle w:val="Huisstijl-Kopje"/>
                                  </w:rPr>
                                  <w:t>Datum gewijzigd</w:t>
                                </w:r>
                              </w:p>
                              <w:p w:rsidR="00D27B55" w:rsidRDefault="00D27B55" w:rsidP="002F3BC7">
                                <w:pPr>
                                  <w:rPr>
                                    <w:rStyle w:val="Huisstijl-Gegeven"/>
                                  </w:rPr>
                                </w:pPr>
                                <w:r>
                                  <w:rPr>
                                    <w:rStyle w:val="Huisstijl-Gegeven"/>
                                  </w:rPr>
                                  <w:t>19 april 2012</w:t>
                                </w:r>
                              </w:p>
                              <w:p w:rsidR="00D27B55" w:rsidRDefault="00D27B55">
                                <w:pPr>
                                  <w:rPr>
                                    <w:rStyle w:val="Huisstijl-Gegeven"/>
                                  </w:rPr>
                                </w:pPr>
                              </w:p>
                              <w:p w:rsidR="00D27B55" w:rsidRDefault="00D27B55">
                                <w:pPr>
                                  <w:rPr>
                                    <w:rStyle w:val="Huisstijl-Gegeven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76" w:type="dxa"/>
                              </w:tcPr>
                              <w:p w:rsidR="00D27B55" w:rsidRPr="00D114F7" w:rsidRDefault="00D27B55" w:rsidP="003A2A11">
                                <w:pPr>
                                  <w:rPr>
                                    <w:rStyle w:val="Huisstijl-Kopje"/>
                                  </w:rPr>
                                </w:pPr>
                                <w:r w:rsidRPr="00D114F7">
                                  <w:rPr>
                                    <w:rStyle w:val="Huisstijl-Kopje"/>
                                  </w:rPr>
                                  <w:t>Versie</w:t>
                                </w:r>
                              </w:p>
                              <w:p w:rsidR="00D27B55" w:rsidRPr="00D114F7" w:rsidRDefault="00D27B55" w:rsidP="003A2A11">
                                <w:pPr>
                                  <w:rPr>
                                    <w:rStyle w:val="Huisstijl-Gegeven"/>
                                  </w:rPr>
                                </w:pPr>
                                <w:r w:rsidRPr="00D114F7">
                                  <w:rPr>
                                    <w:rStyle w:val="Huisstijl-Gegeven"/>
                                  </w:rPr>
                                  <w:t>1.0</w:t>
                                </w:r>
                              </w:p>
                              <w:p w:rsidR="00D27B55" w:rsidRPr="00D114F7" w:rsidRDefault="00D27B55" w:rsidP="003A2A11">
                                <w:pPr>
                                  <w:rPr>
                                    <w:rStyle w:val="Huisstijl-Kopje"/>
                                  </w:rPr>
                                </w:pPr>
                                <w:r w:rsidRPr="00D114F7">
                                  <w:rPr>
                                    <w:rStyle w:val="Huisstijl-Kopje"/>
                                  </w:rPr>
                                  <w:t>Status</w:t>
                                </w:r>
                              </w:p>
                              <w:p w:rsidR="00D27B55" w:rsidRPr="00D114F7" w:rsidRDefault="00D27B55" w:rsidP="003A2A11">
                                <w:pPr>
                                  <w:rPr>
                                    <w:rStyle w:val="Huisstijl-Gegeven"/>
                                  </w:rPr>
                                </w:pPr>
                                <w:r>
                                  <w:rPr>
                                    <w:rStyle w:val="Huisstijl-Gegeven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Huisstijl-Gegeven"/>
                                  </w:rPr>
                                  <w:instrText xml:space="preserve"> DOCPROPERTY  status  \* MERGEFORMAT </w:instrText>
                                </w:r>
                                <w:r>
                                  <w:rPr>
                                    <w:rStyle w:val="Huisstijl-Gegeven"/>
                                  </w:rPr>
                                  <w:fldChar w:fldCharType="separate"/>
                                </w:r>
                                <w:r>
                                  <w:rPr>
                                    <w:rStyle w:val="Huisstijl-Gegeven"/>
                                  </w:rPr>
                                  <w:t>Design</w:t>
                                </w:r>
                                <w:r>
                                  <w:rPr>
                                    <w:rStyle w:val="Huisstijl-Gegeven"/>
                                  </w:rPr>
                                  <w:fldChar w:fldCharType="end"/>
                                </w:r>
                              </w:p>
                              <w:p w:rsidR="00D27B55" w:rsidRDefault="00D27B55" w:rsidP="003A2A11">
                                <w:pPr>
                                  <w:rPr>
                                    <w:rStyle w:val="Huisstijl-Kopje"/>
                                  </w:rPr>
                                </w:pPr>
                                <w:r>
                                  <w:rPr>
                                    <w:rStyle w:val="Huisstijl-Kopje"/>
                                  </w:rPr>
                                  <w:t>Blad</w:t>
                                </w:r>
                              </w:p>
                              <w:p w:rsidR="00D27B55" w:rsidRDefault="00D27B55" w:rsidP="003D6EB3">
                                <w:pPr>
                                  <w:rPr>
                                    <w:rStyle w:val="Huisstijl-Kopje"/>
                                  </w:rPr>
                                </w:pPr>
                                <w:r>
                                  <w:rPr>
                                    <w:rStyle w:val="Huisstijl-Gegeven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Huisstijl-Gegeven"/>
                                  </w:rPr>
                                  <w:instrText xml:space="preserve"> PAGE  \* MERGEFORMAT </w:instrText>
                                </w:r>
                                <w:r>
                                  <w:rPr>
                                    <w:rStyle w:val="Huisstijl-Gegeven"/>
                                  </w:rPr>
                                  <w:fldChar w:fldCharType="separate"/>
                                </w:r>
                                <w:r w:rsidR="00B73ECB">
                                  <w:rPr>
                                    <w:rStyle w:val="Huisstijl-Gegeven"/>
                                  </w:rPr>
                                  <w:t>23</w:t>
                                </w:r>
                                <w:r>
                                  <w:rPr>
                                    <w:rStyle w:val="Huisstijl-Gegeven"/>
                                  </w:rPr>
                                  <w:fldChar w:fldCharType="end"/>
                                </w:r>
                                <w:r>
                                  <w:rPr>
                                    <w:rStyle w:val="Huisstijl-Gegeven"/>
                                  </w:rPr>
                                  <w:t xml:space="preserve"> van </w:t>
                                </w:r>
                                <w:r>
                                  <w:rPr>
                                    <w:rStyle w:val="Huisstijl-Gegeven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Huisstijl-Gegeven"/>
                                  </w:rPr>
                                  <w:instrText xml:space="preserve"> REF MijnPaginas \h </w:instrText>
                                </w:r>
                                <w:r>
                                  <w:rPr>
                                    <w:rStyle w:val="Huisstijl-Gegeven"/>
                                  </w:rPr>
                                </w:r>
                                <w:r>
                                  <w:rPr>
                                    <w:rStyle w:val="Huisstijl-Gegeven"/>
                                  </w:rPr>
                                  <w:fldChar w:fldCharType="separate"/>
                                </w:r>
                                <w:r>
                                  <w:rPr>
                                    <w:rStyle w:val="Huisstijl-Gegeven"/>
                                  </w:rPr>
                                  <w:t>21</w:t>
                                </w:r>
                                <w:r>
                                  <w:rPr>
                                    <w:rStyle w:val="Huisstijl-Gegeven"/>
                                  </w:rPr>
                                  <w:fldChar w:fldCharType="end"/>
                                </w:r>
                                <w:r>
                                  <w:rPr>
                                    <w:rStyle w:val="Huisstijl-Gegeven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  <w:bookmarkEnd w:id="28"/>
                        </w:tbl>
                        <w:p w:rsidR="00D27B55" w:rsidRDefault="00D27B5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02pt;margin-top:27.75pt;width:167.25pt;height:7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" o:allowincell="f" filled="f" stroked="f">
              <v:textbox inset="0,0,0,0">
                <w:txbxContent>
                  <w:tbl>
                    <w:tblPr>
                      <w:tblW w:w="3261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985"/>
                      <w:gridCol w:w="1276"/>
                    </w:tblGrid>
                    <w:tr w:rsidR="00D27B55" w:rsidTr="008A5629">
                      <w:trPr>
                        <w:trHeight w:val="240"/>
                      </w:trPr>
                      <w:tc>
                        <w:tcPr>
                          <w:tcW w:w="1985" w:type="dxa"/>
                        </w:tcPr>
                        <w:p w:rsidR="00D27B55" w:rsidRDefault="00D27B55">
                          <w:pPr>
                            <w:rPr>
                              <w:rStyle w:val="Huisstijl-Kopje"/>
                            </w:rPr>
                          </w:pPr>
                          <w:bookmarkStart w:id="29" w:name="bmGegevens2" w:colFirst="0" w:colLast="0"/>
                          <w:r>
                            <w:rPr>
                              <w:rStyle w:val="Huisstijl-Kopje"/>
                            </w:rPr>
                            <w:t>Datum opgesteld</w:t>
                          </w:r>
                        </w:p>
                        <w:p w:rsidR="00D27B55" w:rsidRDefault="00D27B55">
                          <w:pPr>
                            <w:rPr>
                              <w:rStyle w:val="Huisstijl-Gegeven"/>
                            </w:rPr>
                          </w:pPr>
                          <w:r>
                            <w:rPr>
                              <w:rStyle w:val="Huisstijl-Gegeven"/>
                            </w:rPr>
                            <w:t>19 april 2012</w:t>
                          </w:r>
                        </w:p>
                        <w:p w:rsidR="00D27B55" w:rsidRDefault="00D27B55">
                          <w:pPr>
                            <w:rPr>
                              <w:rStyle w:val="Huisstijl-Kopje"/>
                            </w:rPr>
                          </w:pPr>
                          <w:r>
                            <w:rPr>
                              <w:rStyle w:val="Huisstijl-Kopje"/>
                            </w:rPr>
                            <w:t>Datum gewijzigd</w:t>
                          </w:r>
                        </w:p>
                        <w:p w:rsidR="00D27B55" w:rsidRDefault="00D27B55" w:rsidP="002F3BC7">
                          <w:pPr>
                            <w:rPr>
                              <w:rStyle w:val="Huisstijl-Gegeven"/>
                            </w:rPr>
                          </w:pPr>
                          <w:r>
                            <w:rPr>
                              <w:rStyle w:val="Huisstijl-Gegeven"/>
                            </w:rPr>
                            <w:t>19 april 2012</w:t>
                          </w:r>
                        </w:p>
                        <w:p w:rsidR="00D27B55" w:rsidRDefault="00D27B55">
                          <w:pPr>
                            <w:rPr>
                              <w:rStyle w:val="Huisstijl-Gegeven"/>
                            </w:rPr>
                          </w:pPr>
                        </w:p>
                        <w:p w:rsidR="00D27B55" w:rsidRDefault="00D27B55">
                          <w:pPr>
                            <w:rPr>
                              <w:rStyle w:val="Huisstijl-Gegeven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</w:tcPr>
                        <w:p w:rsidR="00D27B55" w:rsidRPr="00D114F7" w:rsidRDefault="00D27B55" w:rsidP="003A2A11">
                          <w:pPr>
                            <w:rPr>
                              <w:rStyle w:val="Huisstijl-Kopje"/>
                            </w:rPr>
                          </w:pPr>
                          <w:r w:rsidRPr="00D114F7">
                            <w:rPr>
                              <w:rStyle w:val="Huisstijl-Kopje"/>
                            </w:rPr>
                            <w:t>Versie</w:t>
                          </w:r>
                        </w:p>
                        <w:p w:rsidR="00D27B55" w:rsidRPr="00D114F7" w:rsidRDefault="00D27B55" w:rsidP="003A2A11">
                          <w:pPr>
                            <w:rPr>
                              <w:rStyle w:val="Huisstijl-Gegeven"/>
                            </w:rPr>
                          </w:pPr>
                          <w:r w:rsidRPr="00D114F7">
                            <w:rPr>
                              <w:rStyle w:val="Huisstijl-Gegeven"/>
                            </w:rPr>
                            <w:t>1.0</w:t>
                          </w:r>
                        </w:p>
                        <w:p w:rsidR="00D27B55" w:rsidRPr="00D114F7" w:rsidRDefault="00D27B55" w:rsidP="003A2A11">
                          <w:pPr>
                            <w:rPr>
                              <w:rStyle w:val="Huisstijl-Kopje"/>
                            </w:rPr>
                          </w:pPr>
                          <w:r w:rsidRPr="00D114F7">
                            <w:rPr>
                              <w:rStyle w:val="Huisstijl-Kopje"/>
                            </w:rPr>
                            <w:t>Status</w:t>
                          </w:r>
                        </w:p>
                        <w:p w:rsidR="00D27B55" w:rsidRPr="00D114F7" w:rsidRDefault="00D27B55" w:rsidP="003A2A11">
                          <w:pPr>
                            <w:rPr>
                              <w:rStyle w:val="Huisstijl-Gegeven"/>
                            </w:rPr>
                          </w:pPr>
                          <w:r>
                            <w:rPr>
                              <w:rStyle w:val="Huisstijl-Gegeven"/>
                            </w:rPr>
                            <w:fldChar w:fldCharType="begin"/>
                          </w:r>
                          <w:r>
                            <w:rPr>
                              <w:rStyle w:val="Huisstijl-Gegeven"/>
                            </w:rPr>
                            <w:instrText xml:space="preserve"> DOCPROPERTY  status  \* MERGEFORMAT </w:instrText>
                          </w:r>
                          <w:r>
                            <w:rPr>
                              <w:rStyle w:val="Huisstijl-Gegeven"/>
                            </w:rPr>
                            <w:fldChar w:fldCharType="separate"/>
                          </w:r>
                          <w:r>
                            <w:rPr>
                              <w:rStyle w:val="Huisstijl-Gegeven"/>
                            </w:rPr>
                            <w:t>Design</w:t>
                          </w:r>
                          <w:r>
                            <w:rPr>
                              <w:rStyle w:val="Huisstijl-Gegeven"/>
                            </w:rPr>
                            <w:fldChar w:fldCharType="end"/>
                          </w:r>
                        </w:p>
                        <w:p w:rsidR="00D27B55" w:rsidRDefault="00D27B55" w:rsidP="003A2A11">
                          <w:pPr>
                            <w:rPr>
                              <w:rStyle w:val="Huisstijl-Kopje"/>
                            </w:rPr>
                          </w:pPr>
                          <w:r>
                            <w:rPr>
                              <w:rStyle w:val="Huisstijl-Kopje"/>
                            </w:rPr>
                            <w:t>Blad</w:t>
                          </w:r>
                        </w:p>
                        <w:p w:rsidR="00D27B55" w:rsidRDefault="00D27B55" w:rsidP="003D6EB3">
                          <w:pPr>
                            <w:rPr>
                              <w:rStyle w:val="Huisstijl-Kopje"/>
                            </w:rPr>
                          </w:pPr>
                          <w:r>
                            <w:rPr>
                              <w:rStyle w:val="Huisstijl-Gegeven"/>
                            </w:rPr>
                            <w:fldChar w:fldCharType="begin"/>
                          </w:r>
                          <w:r>
                            <w:rPr>
                              <w:rStyle w:val="Huisstijl-Gegeve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Huisstijl-Gegeven"/>
                            </w:rPr>
                            <w:fldChar w:fldCharType="separate"/>
                          </w:r>
                          <w:r w:rsidR="00B73ECB">
                            <w:rPr>
                              <w:rStyle w:val="Huisstijl-Gegeven"/>
                            </w:rPr>
                            <w:t>23</w:t>
                          </w:r>
                          <w:r>
                            <w:rPr>
                              <w:rStyle w:val="Huisstijl-Gegeven"/>
                            </w:rPr>
                            <w:fldChar w:fldCharType="end"/>
                          </w:r>
                          <w:r>
                            <w:rPr>
                              <w:rStyle w:val="Huisstijl-Gegeven"/>
                            </w:rPr>
                            <w:t xml:space="preserve"> van </w:t>
                          </w:r>
                          <w:r>
                            <w:rPr>
                              <w:rStyle w:val="Huisstijl-Gegeven"/>
                            </w:rPr>
                            <w:fldChar w:fldCharType="begin"/>
                          </w:r>
                          <w:r>
                            <w:rPr>
                              <w:rStyle w:val="Huisstijl-Gegeven"/>
                            </w:rPr>
                            <w:instrText xml:space="preserve"> REF MijnPaginas \h </w:instrText>
                          </w:r>
                          <w:r>
                            <w:rPr>
                              <w:rStyle w:val="Huisstijl-Gegeven"/>
                            </w:rPr>
                          </w:r>
                          <w:r>
                            <w:rPr>
                              <w:rStyle w:val="Huisstijl-Gegeven"/>
                            </w:rPr>
                            <w:fldChar w:fldCharType="separate"/>
                          </w:r>
                          <w:r>
                            <w:rPr>
                              <w:rStyle w:val="Huisstijl-Gegeven"/>
                            </w:rPr>
                            <w:t>21</w:t>
                          </w:r>
                          <w:r>
                            <w:rPr>
                              <w:rStyle w:val="Huisstijl-Gegeven"/>
                            </w:rPr>
                            <w:fldChar w:fldCharType="end"/>
                          </w:r>
                          <w:r>
                            <w:rPr>
                              <w:rStyle w:val="Huisstijl-Gegeven"/>
                            </w:rPr>
                            <w:t xml:space="preserve"> </w:t>
                          </w:r>
                        </w:p>
                      </w:tc>
                    </w:tr>
                    <w:bookmarkEnd w:id="29"/>
                  </w:tbl>
                  <w:p w:rsidR="00D27B55" w:rsidRDefault="00D27B55"/>
                </w:txbxContent>
              </v:textbox>
              <w10:wrap anchorx="page" anchory="page"/>
              <w10:anchorlock/>
            </v:shape>
          </w:pict>
        </mc:Fallback>
      </mc:AlternateContent>
    </w:r>
  </w:p>
  <w:p w:rsidR="00D27B55" w:rsidRDefault="00D27B55"/>
  <w:p w:rsidR="00D27B55" w:rsidRDefault="00D27B55">
    <w:r>
      <w:rPr>
        <w:noProof/>
      </w:rPr>
      <w:drawing>
        <wp:anchor distT="0" distB="0" distL="114300" distR="114300" simplePos="0" relativeHeight="251666432" behindDoc="0" locked="0" layoutInCell="1" allowOverlap="1" wp14:anchorId="5C36BFB1" wp14:editId="3B64D559">
          <wp:simplePos x="0" y="0"/>
          <wp:positionH relativeFrom="column">
            <wp:posOffset>2286000</wp:posOffset>
          </wp:positionH>
          <wp:positionV relativeFrom="paragraph">
            <wp:posOffset>3175</wp:posOffset>
          </wp:positionV>
          <wp:extent cx="1219200" cy="609600"/>
          <wp:effectExtent l="0" t="0" r="0" b="0"/>
          <wp:wrapNone/>
          <wp:docPr id="1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FFFFFF"/>
      </w:rPr>
      <w:drawing>
        <wp:anchor distT="0" distB="0" distL="114300" distR="114300" simplePos="0" relativeHeight="251662336" behindDoc="0" locked="0" layoutInCell="1" allowOverlap="1" wp14:anchorId="26598E53" wp14:editId="54B5DB92">
          <wp:simplePos x="0" y="0"/>
          <wp:positionH relativeFrom="column">
            <wp:posOffset>-114300</wp:posOffset>
          </wp:positionH>
          <wp:positionV relativeFrom="paragraph">
            <wp:posOffset>-1270</wp:posOffset>
          </wp:positionV>
          <wp:extent cx="1663700" cy="365760"/>
          <wp:effectExtent l="0" t="0" r="0" b="0"/>
          <wp:wrapNone/>
          <wp:docPr id="1" name="Picture 1" descr="D:\Projects\brabantwater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Projects\brabantwater\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27B55" w:rsidRDefault="00D27B55"/>
  <w:p w:rsidR="00D27B55" w:rsidRDefault="00D27B55"/>
  <w:p w:rsidR="00D27B55" w:rsidRDefault="00D27B55"/>
  <w:p w:rsidR="00D27B55" w:rsidRDefault="00D27B55"/>
  <w:p w:rsidR="00D27B55" w:rsidRDefault="00D27B5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B55" w:rsidRDefault="00D27B55">
    <w:pPr>
      <w:rPr>
        <w:color w:val="FFFFFF"/>
      </w:rPr>
    </w:pPr>
    <w:r>
      <w:rPr>
        <w:color w:val="FFFFFF"/>
      </w:rPr>
      <w:fldChar w:fldCharType="begin"/>
    </w:r>
    <w:r>
      <w:rPr>
        <w:color w:val="FFFFFF"/>
      </w:rPr>
      <w:instrText xml:space="preserve"> NUMPAGES  \* MERGEFORMAT </w:instrText>
    </w:r>
    <w:r>
      <w:rPr>
        <w:color w:val="FFFFFF"/>
      </w:rPr>
      <w:fldChar w:fldCharType="separate"/>
    </w:r>
    <w:r w:rsidR="00B73ECB">
      <w:rPr>
        <w:noProof/>
        <w:color w:val="FFFFFF"/>
      </w:rPr>
      <w:t>3</w:t>
    </w:r>
    <w:r>
      <w:rPr>
        <w:color w:val="FFFFFF"/>
      </w:rPr>
      <w:fldChar w:fldCharType="end"/>
    </w:r>
    <w:r>
      <w:rPr>
        <w:noProof/>
        <w:color w:val="FFFFFF"/>
        <w:sz w:val="20"/>
      </w:rPr>
      <mc:AlternateContent>
        <mc:Choice Requires="wps">
          <w:drawing>
            <wp:anchor distT="0" distB="0" distL="114300" distR="114300" simplePos="0" relativeHeight="251657216" behindDoc="0" locked="1" layoutInCell="0" allowOverlap="1" wp14:anchorId="6714C7BD" wp14:editId="233F7AF3">
              <wp:simplePos x="0" y="0"/>
              <wp:positionH relativeFrom="page">
                <wp:posOffset>5467350</wp:posOffset>
              </wp:positionH>
              <wp:positionV relativeFrom="page">
                <wp:posOffset>4000500</wp:posOffset>
              </wp:positionV>
              <wp:extent cx="1676400" cy="3657600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0" cy="365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520"/>
                          </w:tblGrid>
                          <w:tr w:rsidR="00D27B55">
                            <w:tc>
                              <w:tcPr>
                                <w:tcW w:w="2520" w:type="dxa"/>
                              </w:tcPr>
                              <w:p w:rsidR="00D27B55" w:rsidRDefault="00D27B55">
                                <w:pPr>
                                  <w:rPr>
                                    <w:rStyle w:val="Huisstijl-Kopje"/>
                                  </w:rPr>
                                </w:pPr>
                                <w:bookmarkStart w:id="30" w:name="bmGegevens1" w:colFirst="0" w:colLast="0"/>
                                <w:r>
                                  <w:rPr>
                                    <w:rStyle w:val="Huisstijl-Kopje"/>
                                  </w:rPr>
                                  <w:t>Datum opgesteld</w:t>
                                </w:r>
                              </w:p>
                              <w:p w:rsidR="00D27B55" w:rsidRDefault="00D27B55">
                                <w:pPr>
                                  <w:rPr>
                                    <w:rStyle w:val="Huisstijl-Gegeven"/>
                                  </w:rPr>
                                </w:pPr>
                                <w:r>
                                  <w:rPr>
                                    <w:rStyle w:val="Huisstijl-Gegeven"/>
                                  </w:rPr>
                                  <w:t>17 maart 2012</w:t>
                                </w:r>
                              </w:p>
                              <w:p w:rsidR="00D27B55" w:rsidRDefault="00D27B55">
                                <w:pPr>
                                  <w:rPr>
                                    <w:rStyle w:val="Huisstijl-Kopje"/>
                                  </w:rPr>
                                </w:pPr>
                                <w:r>
                                  <w:rPr>
                                    <w:rStyle w:val="Huisstijl-Kopje"/>
                                  </w:rPr>
                                  <w:t>Datum gewijzigd</w:t>
                                </w:r>
                              </w:p>
                              <w:p w:rsidR="00D27B55" w:rsidRDefault="00D27B55">
                                <w:pPr>
                                  <w:rPr>
                                    <w:rStyle w:val="Huisstijl-Gegeven"/>
                                  </w:rPr>
                                </w:pPr>
                                <w:r>
                                  <w:rPr>
                                    <w:rStyle w:val="Huisstijl-Gegeven"/>
                                  </w:rPr>
                                  <w:t>17 maart 2012</w:t>
                                </w:r>
                              </w:p>
                              <w:p w:rsidR="00D27B55" w:rsidRDefault="00D27B55">
                                <w:pPr>
                                  <w:rPr>
                                    <w:rStyle w:val="Huisstijl-Kopje"/>
                                  </w:rPr>
                                </w:pPr>
                                <w:r>
                                  <w:rPr>
                                    <w:rStyle w:val="Huisstijl-Kopje"/>
                                  </w:rPr>
                                  <w:t>Project</w:t>
                                </w:r>
                              </w:p>
                              <w:p w:rsidR="00D27B55" w:rsidRDefault="00D27B55">
                                <w:pPr>
                                  <w:rPr>
                                    <w:rStyle w:val="Huisstijl-Gegeven"/>
                                  </w:rPr>
                                </w:pPr>
                                <w:r>
                                  <w:rPr>
                                    <w:rStyle w:val="Huisstijl-Gegeven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Huisstijl-Gegeven"/>
                                  </w:rPr>
                                  <w:instrText xml:space="preserve"> DOCPROPERTY  project  \* MERGEFORMAT </w:instrText>
                                </w:r>
                                <w:r>
                                  <w:rPr>
                                    <w:rStyle w:val="Huisstijl-Gegeven"/>
                                  </w:rPr>
                                  <w:fldChar w:fldCharType="separate"/>
                                </w:r>
                                <w:r>
                                  <w:rPr>
                                    <w:rStyle w:val="Huisstijl-Gegeven"/>
                                  </w:rPr>
                                  <w:t>Zes nieuwe winputten WPB Eindhoven</w:t>
                                </w:r>
                                <w:r>
                                  <w:rPr>
                                    <w:rStyle w:val="Huisstijl-Gegeven"/>
                                  </w:rPr>
                                  <w:fldChar w:fldCharType="end"/>
                                </w:r>
                              </w:p>
                              <w:p w:rsidR="00D27B55" w:rsidRDefault="00D27B55">
                                <w:pPr>
                                  <w:rPr>
                                    <w:rStyle w:val="Huisstijl-Gegeven"/>
                                  </w:rPr>
                                </w:pPr>
                                <w:r>
                                  <w:rPr>
                                    <w:rStyle w:val="Huisstijl-Gegeven"/>
                                  </w:rPr>
                                  <w:t xml:space="preserve">Opdracht </w:t>
                                </w:r>
                                <w:r>
                                  <w:rPr>
                                    <w:rStyle w:val="Huisstijl-Gegeven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Huisstijl-Gegeven"/>
                                  </w:rPr>
                                  <w:instrText xml:space="preserve"> DOCPROPERTY  opdracht  \* MERGEFORMAT </w:instrText>
                                </w:r>
                                <w:r>
                                  <w:rPr>
                                    <w:rStyle w:val="Huisstijl-Gegeven"/>
                                  </w:rPr>
                                  <w:fldChar w:fldCharType="separate"/>
                                </w:r>
                                <w:r>
                                  <w:rPr>
                                    <w:rStyle w:val="Huisstijl-Gegeven"/>
                                  </w:rPr>
                                  <w:t>F-105-2011-E003</w:t>
                                </w:r>
                                <w:r>
                                  <w:rPr>
                                    <w:rStyle w:val="Huisstijl-Gegeven"/>
                                  </w:rPr>
                                  <w:fldChar w:fldCharType="end"/>
                                </w:r>
                              </w:p>
                              <w:p w:rsidR="00D27B55" w:rsidRDefault="00D27B55">
                                <w:pPr>
                                  <w:rPr>
                                    <w:rStyle w:val="Huisstijl-Gegeven"/>
                                  </w:rPr>
                                </w:pPr>
                                <w:r>
                                  <w:rPr>
                                    <w:rStyle w:val="Huisstijl-Gegeven"/>
                                  </w:rPr>
                                  <w:t xml:space="preserve">Waterproductiebedrijf </w:t>
                                </w:r>
                                <w:r>
                                  <w:rPr>
                                    <w:rStyle w:val="Huisstijl-Gegeven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Huisstijl-Gegeven"/>
                                  </w:rPr>
                                  <w:instrText xml:space="preserve"> DOCPROPERTY  locatie  \* MERGEFORMAT </w:instrText>
                                </w:r>
                                <w:r>
                                  <w:rPr>
                                    <w:rStyle w:val="Huisstijl-Gegeven"/>
                                  </w:rPr>
                                  <w:fldChar w:fldCharType="separate"/>
                                </w:r>
                                <w:r>
                                  <w:rPr>
                                    <w:rStyle w:val="Huisstijl-Gegeven"/>
                                  </w:rPr>
                                  <w:t>Eindhoven</w:t>
                                </w:r>
                                <w:r>
                                  <w:rPr>
                                    <w:rStyle w:val="Huisstijl-Gegeven"/>
                                  </w:rPr>
                                  <w:fldChar w:fldCharType="end"/>
                                </w:r>
                              </w:p>
                              <w:p w:rsidR="00D27B55" w:rsidRPr="00D114F7" w:rsidRDefault="00D27B55">
                                <w:pPr>
                                  <w:rPr>
                                    <w:rStyle w:val="Huisstijl-Kopje"/>
                                  </w:rPr>
                                </w:pPr>
                                <w:r w:rsidRPr="00D114F7">
                                  <w:rPr>
                                    <w:rStyle w:val="Huisstijl-Kopje"/>
                                  </w:rPr>
                                  <w:t>Versie</w:t>
                                </w:r>
                              </w:p>
                              <w:p w:rsidR="00D27B55" w:rsidRPr="00D114F7" w:rsidRDefault="00D27B55">
                                <w:pPr>
                                  <w:rPr>
                                    <w:rStyle w:val="Huisstijl-Gegeven"/>
                                  </w:rPr>
                                </w:pPr>
                                <w:r w:rsidRPr="00D114F7">
                                  <w:rPr>
                                    <w:rStyle w:val="Huisstijl-Gegeven"/>
                                  </w:rPr>
                                  <w:t>1.0</w:t>
                                </w:r>
                              </w:p>
                              <w:p w:rsidR="00D27B55" w:rsidRPr="00D114F7" w:rsidRDefault="00D27B55">
                                <w:pPr>
                                  <w:rPr>
                                    <w:rStyle w:val="Huisstijl-Kopje"/>
                                  </w:rPr>
                                </w:pPr>
                                <w:r w:rsidRPr="00D114F7">
                                  <w:rPr>
                                    <w:rStyle w:val="Huisstijl-Kopje"/>
                                  </w:rPr>
                                  <w:t>Status</w:t>
                                </w:r>
                              </w:p>
                              <w:p w:rsidR="00D27B55" w:rsidRPr="00D114F7" w:rsidRDefault="00D27B55">
                                <w:pPr>
                                  <w:rPr>
                                    <w:rStyle w:val="Huisstijl-Gegeven"/>
                                  </w:rPr>
                                </w:pPr>
                                <w:r>
                                  <w:rPr>
                                    <w:rStyle w:val="Huisstijl-Gegeven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Huisstijl-Gegeven"/>
                                  </w:rPr>
                                  <w:instrText xml:space="preserve"> DOCPROPERTY  status  \* MERGEFORMAT </w:instrText>
                                </w:r>
                                <w:r>
                                  <w:rPr>
                                    <w:rStyle w:val="Huisstijl-Gegeven"/>
                                  </w:rPr>
                                  <w:fldChar w:fldCharType="separate"/>
                                </w:r>
                                <w:r>
                                  <w:rPr>
                                    <w:rStyle w:val="Huisstijl-Gegeven"/>
                                  </w:rPr>
                                  <w:t>Design</w:t>
                                </w:r>
                                <w:r>
                                  <w:rPr>
                                    <w:rStyle w:val="Huisstijl-Gegeven"/>
                                  </w:rPr>
                                  <w:fldChar w:fldCharType="end"/>
                                </w:r>
                              </w:p>
                              <w:p w:rsidR="00D27B55" w:rsidRDefault="00D27B55">
                                <w:pPr>
                                  <w:rPr>
                                    <w:rStyle w:val="Huisstijl-Kopje"/>
                                  </w:rPr>
                                </w:pPr>
                                <w:r>
                                  <w:rPr>
                                    <w:rStyle w:val="Huisstijl-Kopje"/>
                                  </w:rPr>
                                  <w:t>Blad</w:t>
                                </w:r>
                              </w:p>
                              <w:p w:rsidR="00D27B55" w:rsidRDefault="00D27B55">
                                <w:pPr>
                                  <w:rPr>
                                    <w:rStyle w:val="Huisstijl-Gegeven"/>
                                  </w:rPr>
                                </w:pPr>
                                <w:r>
                                  <w:rPr>
                                    <w:rStyle w:val="Huisstijl-Gegeven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Huisstijl-Gegeven"/>
                                  </w:rPr>
                                  <w:instrText xml:space="preserve"> PAGE  \* MERGEFORMAT </w:instrText>
                                </w:r>
                                <w:r>
                                  <w:rPr>
                                    <w:rStyle w:val="Huisstijl-Gegeven"/>
                                  </w:rPr>
                                  <w:fldChar w:fldCharType="separate"/>
                                </w:r>
                                <w:r w:rsidR="00B73ECB">
                                  <w:rPr>
                                    <w:rStyle w:val="Huisstijl-Gegeven"/>
                                  </w:rPr>
                                  <w:t>1</w:t>
                                </w:r>
                                <w:r>
                                  <w:rPr>
                                    <w:rStyle w:val="Huisstijl-Gegeven"/>
                                  </w:rPr>
                                  <w:fldChar w:fldCharType="end"/>
                                </w:r>
                                <w:r>
                                  <w:rPr>
                                    <w:rStyle w:val="Huisstijl-Gegeven"/>
                                  </w:rPr>
                                  <w:t xml:space="preserve"> van </w:t>
                                </w:r>
                                <w:bookmarkStart w:id="31" w:name="MijnPaginas"/>
                                <w:r>
                                  <w:rPr>
                                    <w:rStyle w:val="Huisstijl-Gegeven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Huisstijl-Gegeven"/>
                                  </w:rPr>
                                  <w:instrText xml:space="preserve"> NUMPAGES  \* MERGEFORMAT </w:instrText>
                                </w:r>
                                <w:r>
                                  <w:rPr>
                                    <w:rStyle w:val="Huisstijl-Gegeven"/>
                                  </w:rPr>
                                  <w:fldChar w:fldCharType="separate"/>
                                </w:r>
                                <w:r w:rsidR="00B73ECB">
                                  <w:rPr>
                                    <w:rStyle w:val="Huisstijl-Gegeven"/>
                                  </w:rPr>
                                  <w:t>3</w:t>
                                </w:r>
                                <w:r>
                                  <w:rPr>
                                    <w:rStyle w:val="Huisstijl-Gegeven"/>
                                  </w:rPr>
                                  <w:fldChar w:fldCharType="end"/>
                                </w:r>
                                <w:bookmarkEnd w:id="31"/>
                              </w:p>
                            </w:tc>
                          </w:tr>
                          <w:bookmarkEnd w:id="30"/>
                          <w:tr w:rsidR="00D27B55">
                            <w:tblPrEx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</w:tblPrEx>
                            <w:trPr>
                              <w:trHeight w:hRule="exact" w:val="300"/>
                            </w:trPr>
                            <w:tc>
                              <w:tcPr>
                                <w:tcW w:w="252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D27B55" w:rsidRDefault="00D27B55">
                                <w:pPr>
                                  <w:rPr>
                                    <w:rStyle w:val="Huisstijl-Kopje"/>
                                  </w:rPr>
                                </w:pPr>
                              </w:p>
                            </w:tc>
                          </w:tr>
                          <w:tr w:rsidR="00D27B55">
                            <w:tblPrEx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</w:tblPrEx>
                            <w:trPr>
                              <w:trHeight w:hRule="exact" w:val="600"/>
                            </w:trPr>
                            <w:tc>
                              <w:tcPr>
                                <w:tcW w:w="252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D27B55" w:rsidRDefault="00D27B55">
                                <w:pPr>
                                  <w:spacing w:before="180"/>
                                  <w:ind w:left="120" w:right="120"/>
                                  <w:rPr>
                                    <w:rStyle w:val="Huisstijl-Sjabloonnaam"/>
                                  </w:rPr>
                                </w:pPr>
                              </w:p>
                              <w:p w:rsidR="00D27B55" w:rsidRDefault="00D27B55">
                                <w:pPr>
                                  <w:spacing w:before="180"/>
                                  <w:ind w:left="120" w:right="120"/>
                                  <w:rPr>
                                    <w:rStyle w:val="Huisstijl-Sjabloonnaam"/>
                                  </w:rPr>
                                </w:pPr>
                              </w:p>
                              <w:p w:rsidR="00D27B55" w:rsidRDefault="00D27B55">
                                <w:pPr>
                                  <w:spacing w:before="180"/>
                                  <w:ind w:left="120" w:right="120"/>
                                  <w:rPr>
                                    <w:rStyle w:val="Huisstijl-Sjabloonnaam"/>
                                  </w:rPr>
                                </w:pPr>
                              </w:p>
                            </w:tc>
                          </w:tr>
                        </w:tbl>
                        <w:p w:rsidR="00D27B55" w:rsidRDefault="00D27B55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209675" cy="600075"/>
                                <wp:effectExtent l="0" t="0" r="9525" b="9525"/>
                                <wp:docPr id="9" name="Picture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09675" cy="6000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30.5pt;margin-top:315pt;width:132pt;height:4in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" o:allowincell="f" filled="f" stroked="f">
              <v:textbox inset="0,0,0,0">
                <w:txbxContent>
                  <w:tbl>
                    <w:tblPr>
                      <w:tblW w:w="0" w:type="auto"/>
                      <w:tblInd w:w="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520"/>
                    </w:tblGrid>
                    <w:tr w:rsidR="00D27B55">
                      <w:tc>
                        <w:tcPr>
                          <w:tcW w:w="2520" w:type="dxa"/>
                        </w:tcPr>
                        <w:p w:rsidR="00D27B55" w:rsidRDefault="00D27B55">
                          <w:pPr>
                            <w:rPr>
                              <w:rStyle w:val="Huisstijl-Kopje"/>
                            </w:rPr>
                          </w:pPr>
                          <w:bookmarkStart w:id="32" w:name="bmGegevens1" w:colFirst="0" w:colLast="0"/>
                          <w:r>
                            <w:rPr>
                              <w:rStyle w:val="Huisstijl-Kopje"/>
                            </w:rPr>
                            <w:t>Datum opgesteld</w:t>
                          </w:r>
                        </w:p>
                        <w:p w:rsidR="00D27B55" w:rsidRDefault="00D27B55">
                          <w:pPr>
                            <w:rPr>
                              <w:rStyle w:val="Huisstijl-Gegeven"/>
                            </w:rPr>
                          </w:pPr>
                          <w:r>
                            <w:rPr>
                              <w:rStyle w:val="Huisstijl-Gegeven"/>
                            </w:rPr>
                            <w:t>17 maart 2012</w:t>
                          </w:r>
                        </w:p>
                        <w:p w:rsidR="00D27B55" w:rsidRDefault="00D27B55">
                          <w:pPr>
                            <w:rPr>
                              <w:rStyle w:val="Huisstijl-Kopje"/>
                            </w:rPr>
                          </w:pPr>
                          <w:r>
                            <w:rPr>
                              <w:rStyle w:val="Huisstijl-Kopje"/>
                            </w:rPr>
                            <w:t>Datum gewijzigd</w:t>
                          </w:r>
                        </w:p>
                        <w:p w:rsidR="00D27B55" w:rsidRDefault="00D27B55">
                          <w:pPr>
                            <w:rPr>
                              <w:rStyle w:val="Huisstijl-Gegeven"/>
                            </w:rPr>
                          </w:pPr>
                          <w:r>
                            <w:rPr>
                              <w:rStyle w:val="Huisstijl-Gegeven"/>
                            </w:rPr>
                            <w:t>17 maart 2012</w:t>
                          </w:r>
                        </w:p>
                        <w:p w:rsidR="00D27B55" w:rsidRDefault="00D27B55">
                          <w:pPr>
                            <w:rPr>
                              <w:rStyle w:val="Huisstijl-Kopje"/>
                            </w:rPr>
                          </w:pPr>
                          <w:r>
                            <w:rPr>
                              <w:rStyle w:val="Huisstijl-Kopje"/>
                            </w:rPr>
                            <w:t>Project</w:t>
                          </w:r>
                        </w:p>
                        <w:p w:rsidR="00D27B55" w:rsidRDefault="00D27B55">
                          <w:pPr>
                            <w:rPr>
                              <w:rStyle w:val="Huisstijl-Gegeven"/>
                            </w:rPr>
                          </w:pPr>
                          <w:r>
                            <w:rPr>
                              <w:rStyle w:val="Huisstijl-Gegeven"/>
                            </w:rPr>
                            <w:fldChar w:fldCharType="begin"/>
                          </w:r>
                          <w:r>
                            <w:rPr>
                              <w:rStyle w:val="Huisstijl-Gegeven"/>
                            </w:rPr>
                            <w:instrText xml:space="preserve"> DOCPROPERTY  project  \* MERGEFORMAT </w:instrText>
                          </w:r>
                          <w:r>
                            <w:rPr>
                              <w:rStyle w:val="Huisstijl-Gegeven"/>
                            </w:rPr>
                            <w:fldChar w:fldCharType="separate"/>
                          </w:r>
                          <w:r>
                            <w:rPr>
                              <w:rStyle w:val="Huisstijl-Gegeven"/>
                            </w:rPr>
                            <w:t>Zes nieuwe winputten WPB Eindhoven</w:t>
                          </w:r>
                          <w:r>
                            <w:rPr>
                              <w:rStyle w:val="Huisstijl-Gegeven"/>
                            </w:rPr>
                            <w:fldChar w:fldCharType="end"/>
                          </w:r>
                        </w:p>
                        <w:p w:rsidR="00D27B55" w:rsidRDefault="00D27B55">
                          <w:pPr>
                            <w:rPr>
                              <w:rStyle w:val="Huisstijl-Gegeven"/>
                            </w:rPr>
                          </w:pPr>
                          <w:r>
                            <w:rPr>
                              <w:rStyle w:val="Huisstijl-Gegeven"/>
                            </w:rPr>
                            <w:t xml:space="preserve">Opdracht </w:t>
                          </w:r>
                          <w:r>
                            <w:rPr>
                              <w:rStyle w:val="Huisstijl-Gegeven"/>
                            </w:rPr>
                            <w:fldChar w:fldCharType="begin"/>
                          </w:r>
                          <w:r>
                            <w:rPr>
                              <w:rStyle w:val="Huisstijl-Gegeven"/>
                            </w:rPr>
                            <w:instrText xml:space="preserve"> DOCPROPERTY  opdracht  \* MERGEFORMAT </w:instrText>
                          </w:r>
                          <w:r>
                            <w:rPr>
                              <w:rStyle w:val="Huisstijl-Gegeven"/>
                            </w:rPr>
                            <w:fldChar w:fldCharType="separate"/>
                          </w:r>
                          <w:r>
                            <w:rPr>
                              <w:rStyle w:val="Huisstijl-Gegeven"/>
                            </w:rPr>
                            <w:t>F-105-2011-E003</w:t>
                          </w:r>
                          <w:r>
                            <w:rPr>
                              <w:rStyle w:val="Huisstijl-Gegeven"/>
                            </w:rPr>
                            <w:fldChar w:fldCharType="end"/>
                          </w:r>
                        </w:p>
                        <w:p w:rsidR="00D27B55" w:rsidRDefault="00D27B55">
                          <w:pPr>
                            <w:rPr>
                              <w:rStyle w:val="Huisstijl-Gegeven"/>
                            </w:rPr>
                          </w:pPr>
                          <w:r>
                            <w:rPr>
                              <w:rStyle w:val="Huisstijl-Gegeven"/>
                            </w:rPr>
                            <w:t xml:space="preserve">Waterproductiebedrijf </w:t>
                          </w:r>
                          <w:r>
                            <w:rPr>
                              <w:rStyle w:val="Huisstijl-Gegeven"/>
                            </w:rPr>
                            <w:fldChar w:fldCharType="begin"/>
                          </w:r>
                          <w:r>
                            <w:rPr>
                              <w:rStyle w:val="Huisstijl-Gegeven"/>
                            </w:rPr>
                            <w:instrText xml:space="preserve"> DOCPROPERTY  locatie  \* MERGEFORMAT </w:instrText>
                          </w:r>
                          <w:r>
                            <w:rPr>
                              <w:rStyle w:val="Huisstijl-Gegeven"/>
                            </w:rPr>
                            <w:fldChar w:fldCharType="separate"/>
                          </w:r>
                          <w:r>
                            <w:rPr>
                              <w:rStyle w:val="Huisstijl-Gegeven"/>
                            </w:rPr>
                            <w:t>Eindhoven</w:t>
                          </w:r>
                          <w:r>
                            <w:rPr>
                              <w:rStyle w:val="Huisstijl-Gegeven"/>
                            </w:rPr>
                            <w:fldChar w:fldCharType="end"/>
                          </w:r>
                        </w:p>
                        <w:p w:rsidR="00D27B55" w:rsidRPr="00D114F7" w:rsidRDefault="00D27B55">
                          <w:pPr>
                            <w:rPr>
                              <w:rStyle w:val="Huisstijl-Kopje"/>
                            </w:rPr>
                          </w:pPr>
                          <w:r w:rsidRPr="00D114F7">
                            <w:rPr>
                              <w:rStyle w:val="Huisstijl-Kopje"/>
                            </w:rPr>
                            <w:t>Versie</w:t>
                          </w:r>
                        </w:p>
                        <w:p w:rsidR="00D27B55" w:rsidRPr="00D114F7" w:rsidRDefault="00D27B55">
                          <w:pPr>
                            <w:rPr>
                              <w:rStyle w:val="Huisstijl-Gegeven"/>
                            </w:rPr>
                          </w:pPr>
                          <w:r w:rsidRPr="00D114F7">
                            <w:rPr>
                              <w:rStyle w:val="Huisstijl-Gegeven"/>
                            </w:rPr>
                            <w:t>1.0</w:t>
                          </w:r>
                        </w:p>
                        <w:p w:rsidR="00D27B55" w:rsidRPr="00D114F7" w:rsidRDefault="00D27B55">
                          <w:pPr>
                            <w:rPr>
                              <w:rStyle w:val="Huisstijl-Kopje"/>
                            </w:rPr>
                          </w:pPr>
                          <w:r w:rsidRPr="00D114F7">
                            <w:rPr>
                              <w:rStyle w:val="Huisstijl-Kopje"/>
                            </w:rPr>
                            <w:t>Status</w:t>
                          </w:r>
                        </w:p>
                        <w:p w:rsidR="00D27B55" w:rsidRPr="00D114F7" w:rsidRDefault="00D27B55">
                          <w:pPr>
                            <w:rPr>
                              <w:rStyle w:val="Huisstijl-Gegeven"/>
                            </w:rPr>
                          </w:pPr>
                          <w:r>
                            <w:rPr>
                              <w:rStyle w:val="Huisstijl-Gegeven"/>
                            </w:rPr>
                            <w:fldChar w:fldCharType="begin"/>
                          </w:r>
                          <w:r>
                            <w:rPr>
                              <w:rStyle w:val="Huisstijl-Gegeven"/>
                            </w:rPr>
                            <w:instrText xml:space="preserve"> DOCPROPERTY  status  \* MERGEFORMAT </w:instrText>
                          </w:r>
                          <w:r>
                            <w:rPr>
                              <w:rStyle w:val="Huisstijl-Gegeven"/>
                            </w:rPr>
                            <w:fldChar w:fldCharType="separate"/>
                          </w:r>
                          <w:r>
                            <w:rPr>
                              <w:rStyle w:val="Huisstijl-Gegeven"/>
                            </w:rPr>
                            <w:t>Design</w:t>
                          </w:r>
                          <w:r>
                            <w:rPr>
                              <w:rStyle w:val="Huisstijl-Gegeven"/>
                            </w:rPr>
                            <w:fldChar w:fldCharType="end"/>
                          </w:r>
                        </w:p>
                        <w:p w:rsidR="00D27B55" w:rsidRDefault="00D27B55">
                          <w:pPr>
                            <w:rPr>
                              <w:rStyle w:val="Huisstijl-Kopje"/>
                            </w:rPr>
                          </w:pPr>
                          <w:r>
                            <w:rPr>
                              <w:rStyle w:val="Huisstijl-Kopje"/>
                            </w:rPr>
                            <w:t>Blad</w:t>
                          </w:r>
                        </w:p>
                        <w:p w:rsidR="00D27B55" w:rsidRDefault="00D27B55">
                          <w:pPr>
                            <w:rPr>
                              <w:rStyle w:val="Huisstijl-Gegeven"/>
                            </w:rPr>
                          </w:pPr>
                          <w:r>
                            <w:rPr>
                              <w:rStyle w:val="Huisstijl-Gegeven"/>
                            </w:rPr>
                            <w:fldChar w:fldCharType="begin"/>
                          </w:r>
                          <w:r>
                            <w:rPr>
                              <w:rStyle w:val="Huisstijl-Gegeve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Huisstijl-Gegeven"/>
                            </w:rPr>
                            <w:fldChar w:fldCharType="separate"/>
                          </w:r>
                          <w:r w:rsidR="00B73ECB">
                            <w:rPr>
                              <w:rStyle w:val="Huisstijl-Gegeven"/>
                            </w:rPr>
                            <w:t>1</w:t>
                          </w:r>
                          <w:r>
                            <w:rPr>
                              <w:rStyle w:val="Huisstijl-Gegeven"/>
                            </w:rPr>
                            <w:fldChar w:fldCharType="end"/>
                          </w:r>
                          <w:r>
                            <w:rPr>
                              <w:rStyle w:val="Huisstijl-Gegeven"/>
                            </w:rPr>
                            <w:t xml:space="preserve"> van </w:t>
                          </w:r>
                          <w:bookmarkStart w:id="33" w:name="MijnPaginas"/>
                          <w:r>
                            <w:rPr>
                              <w:rStyle w:val="Huisstijl-Gegeven"/>
                            </w:rPr>
                            <w:fldChar w:fldCharType="begin"/>
                          </w:r>
                          <w:r>
                            <w:rPr>
                              <w:rStyle w:val="Huisstijl-Gegeve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Huisstijl-Gegeven"/>
                            </w:rPr>
                            <w:fldChar w:fldCharType="separate"/>
                          </w:r>
                          <w:r w:rsidR="00B73ECB">
                            <w:rPr>
                              <w:rStyle w:val="Huisstijl-Gegeven"/>
                            </w:rPr>
                            <w:t>3</w:t>
                          </w:r>
                          <w:r>
                            <w:rPr>
                              <w:rStyle w:val="Huisstijl-Gegeven"/>
                            </w:rPr>
                            <w:fldChar w:fldCharType="end"/>
                          </w:r>
                          <w:bookmarkEnd w:id="33"/>
                        </w:p>
                      </w:tc>
                    </w:tr>
                    <w:bookmarkEnd w:id="32"/>
                    <w:tr w:rsidR="00D27B55">
                      <w:tblPrEx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</w:tblPrEx>
                      <w:trPr>
                        <w:trHeight w:hRule="exact" w:val="300"/>
                      </w:trPr>
                      <w:tc>
                        <w:tcPr>
                          <w:tcW w:w="252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D27B55" w:rsidRDefault="00D27B55">
                          <w:pPr>
                            <w:rPr>
                              <w:rStyle w:val="Huisstijl-Kopje"/>
                            </w:rPr>
                          </w:pPr>
                        </w:p>
                      </w:tc>
                    </w:tr>
                    <w:tr w:rsidR="00D27B55">
                      <w:tblPrEx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</w:tblPrEx>
                      <w:trPr>
                        <w:trHeight w:hRule="exact" w:val="600"/>
                      </w:trPr>
                      <w:tc>
                        <w:tcPr>
                          <w:tcW w:w="2520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D27B55" w:rsidRDefault="00D27B55">
                          <w:pPr>
                            <w:spacing w:before="180"/>
                            <w:ind w:left="120" w:right="120"/>
                            <w:rPr>
                              <w:rStyle w:val="Huisstijl-Sjabloonnaam"/>
                            </w:rPr>
                          </w:pPr>
                        </w:p>
                        <w:p w:rsidR="00D27B55" w:rsidRDefault="00D27B55">
                          <w:pPr>
                            <w:spacing w:before="180"/>
                            <w:ind w:left="120" w:right="120"/>
                            <w:rPr>
                              <w:rStyle w:val="Huisstijl-Sjabloonnaam"/>
                            </w:rPr>
                          </w:pPr>
                        </w:p>
                        <w:p w:rsidR="00D27B55" w:rsidRDefault="00D27B55">
                          <w:pPr>
                            <w:spacing w:before="180"/>
                            <w:ind w:left="120" w:right="120"/>
                            <w:rPr>
                              <w:rStyle w:val="Huisstijl-Sjabloonnaam"/>
                            </w:rPr>
                          </w:pPr>
                        </w:p>
                      </w:tc>
                    </w:tr>
                  </w:tbl>
                  <w:p w:rsidR="00D27B55" w:rsidRDefault="00D27B55">
                    <w:r>
                      <w:rPr>
                        <w:noProof/>
                      </w:rPr>
                      <w:drawing>
                        <wp:inline distT="0" distB="0" distL="0" distR="0">
                          <wp:extent cx="1209675" cy="600075"/>
                          <wp:effectExtent l="0" t="0" r="9525" b="9525"/>
                          <wp:docPr id="9" name="Picture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09675" cy="6000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color w:val="FFFFFF"/>
        <w:sz w:val="20"/>
      </w:rPr>
      <mc:AlternateContent>
        <mc:Choice Requires="wps">
          <w:drawing>
            <wp:anchor distT="0" distB="0" distL="114300" distR="114300" simplePos="0" relativeHeight="251656192" behindDoc="0" locked="1" layoutInCell="0" allowOverlap="1" wp14:anchorId="555C7539" wp14:editId="5709E758">
              <wp:simplePos x="0" y="0"/>
              <wp:positionH relativeFrom="page">
                <wp:posOffset>5715000</wp:posOffset>
              </wp:positionH>
              <wp:positionV relativeFrom="page">
                <wp:posOffset>352425</wp:posOffset>
              </wp:positionV>
              <wp:extent cx="1676400" cy="140970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0" cy="140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520"/>
                          </w:tblGrid>
                          <w:tr w:rsidR="00D27B55" w:rsidRPr="0020296A" w:rsidTr="00D27B55">
                            <w:tc>
                              <w:tcPr>
                                <w:tcW w:w="2520" w:type="dxa"/>
                              </w:tcPr>
                              <w:p w:rsidR="00D27B55" w:rsidRDefault="00D27B55" w:rsidP="00D27B55">
                                <w:pPr>
                                  <w:rPr>
                                    <w:rStyle w:val="Huisstijl-Kopje"/>
                                  </w:rPr>
                                </w:pPr>
                                <w:bookmarkStart w:id="34" w:name="bmBedrijf1" w:colFirst="0" w:colLast="0"/>
                                <w:r>
                                  <w:rPr>
                                    <w:rStyle w:val="Huisstijl-Kopje"/>
                                  </w:rPr>
                                  <w:t>BAM Techniek - Industire</w:t>
                                </w:r>
                              </w:p>
                              <w:p w:rsidR="00D27B55" w:rsidRDefault="00D27B55" w:rsidP="00D27B55">
                                <w:pPr>
                                  <w:rPr>
                                    <w:rStyle w:val="Huisstijl-Kopje"/>
                                  </w:rPr>
                                </w:pPr>
                              </w:p>
                              <w:p w:rsidR="00D27B55" w:rsidRDefault="00D27B55" w:rsidP="00D27B55">
                                <w:pPr>
                                  <w:rPr>
                                    <w:rStyle w:val="Huisstijl-Kopje"/>
                                  </w:rPr>
                                </w:pPr>
                                <w:r>
                                  <w:rPr>
                                    <w:rStyle w:val="Huisstijl-Kopje"/>
                                  </w:rPr>
                                  <w:t>Roer 288</w:t>
                                </w:r>
                              </w:p>
                              <w:p w:rsidR="00D27B55" w:rsidRDefault="00D27B55" w:rsidP="00D27B55">
                                <w:pPr>
                                  <w:rPr>
                                    <w:rStyle w:val="Huisstijl-Kopje"/>
                                  </w:rPr>
                                </w:pPr>
                                <w:r>
                                  <w:rPr>
                                    <w:rStyle w:val="Huisstijl-Kopje"/>
                                  </w:rPr>
                                  <w:t>2908 MC  Capelle a/d IJssel</w:t>
                                </w:r>
                              </w:p>
                              <w:p w:rsidR="00D27B55" w:rsidRDefault="00D27B55" w:rsidP="00D27B55">
                                <w:pPr>
                                  <w:rPr>
                                    <w:rStyle w:val="Huisstijl-Kopje"/>
                                  </w:rPr>
                                </w:pPr>
                                <w:r>
                                  <w:rPr>
                                    <w:rStyle w:val="Huisstijl-Kopje"/>
                                  </w:rPr>
                                  <w:t>Postbus 8766</w:t>
                                </w:r>
                              </w:p>
                              <w:p w:rsidR="00D27B55" w:rsidRDefault="00D27B55" w:rsidP="00D27B55">
                                <w:pPr>
                                  <w:rPr>
                                    <w:rStyle w:val="Huisstijl-Kopje"/>
                                  </w:rPr>
                                </w:pPr>
                                <w:r>
                                  <w:rPr>
                                    <w:rStyle w:val="Huisstijl-Kopje"/>
                                  </w:rPr>
                                  <w:t>3009 AT  Rotterdam</w:t>
                                </w:r>
                              </w:p>
                              <w:p w:rsidR="00D27B55" w:rsidRDefault="00D27B55" w:rsidP="00D27B55">
                                <w:pPr>
                                  <w:rPr>
                                    <w:rStyle w:val="Huisstijl-Kopje"/>
                                  </w:rPr>
                                </w:pPr>
                                <w:r>
                                  <w:rPr>
                                    <w:rStyle w:val="Huisstijl-Kopje"/>
                                  </w:rPr>
                                  <w:t>Telefoon 010 - 289 77 77</w:t>
                                </w:r>
                              </w:p>
                              <w:p w:rsidR="00D27B55" w:rsidRDefault="00D27B55" w:rsidP="00D27B55">
                                <w:pPr>
                                  <w:rPr>
                                    <w:rStyle w:val="Huisstijl-Kopje"/>
                                    <w:lang w:val="fr-FR"/>
                                  </w:rPr>
                                </w:pPr>
                                <w:r>
                                  <w:rPr>
                                    <w:rStyle w:val="Huisstijl-Kopje"/>
                                    <w:lang w:val="fr-FR"/>
                                  </w:rPr>
                                  <w:t>Fax 010 - 289 77 99</w:t>
                                </w:r>
                              </w:p>
                              <w:p w:rsidR="00D27B55" w:rsidRDefault="00D27B55" w:rsidP="00D27B55">
                                <w:pPr>
                                  <w:rPr>
                                    <w:rStyle w:val="Huisstijl-Kopje"/>
                                    <w:lang w:val="fr-FR"/>
                                  </w:rPr>
                                </w:pPr>
                                <w:r>
                                  <w:rPr>
                                    <w:rStyle w:val="Huisstijl-Kopje"/>
                                    <w:lang w:val="fr-FR"/>
                                  </w:rPr>
                                  <w:t>info@bamtechniek.nl</w:t>
                                </w:r>
                              </w:p>
                              <w:p w:rsidR="00D27B55" w:rsidRDefault="00D27B55" w:rsidP="00D27B55">
                                <w:pPr>
                                  <w:rPr>
                                    <w:rStyle w:val="Huisstijl-Kopje"/>
                                    <w:lang w:val="fr-FR"/>
                                  </w:rPr>
                                </w:pPr>
                                <w:r>
                                  <w:rPr>
                                    <w:rStyle w:val="Huisstijl-Kopje"/>
                                    <w:lang w:val="fr-FR"/>
                                  </w:rPr>
                                  <w:t>www.bam.nl</w:t>
                                </w:r>
                              </w:p>
                            </w:tc>
                          </w:tr>
                          <w:bookmarkEnd w:id="34"/>
                        </w:tbl>
                        <w:p w:rsidR="00D27B55" w:rsidRDefault="00D27B55" w:rsidP="00EA4EF2">
                          <w:pPr>
                            <w:rPr>
                              <w:lang w:val="fr-FR"/>
                            </w:rPr>
                          </w:pPr>
                        </w:p>
                        <w:p w:rsidR="00D27B55" w:rsidRDefault="00D27B55">
                          <w:pPr>
                            <w:rPr>
                              <w:lang w:val="fr-F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8" type="#_x0000_t202" style="position:absolute;margin-left:450pt;margin-top:27.75pt;width:132pt;height:111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" o:allowincell="f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520"/>
                    </w:tblGrid>
                    <w:tr w:rsidR="00D27B55" w:rsidRPr="0020296A" w:rsidTr="00D27B55">
                      <w:tc>
                        <w:tcPr>
                          <w:tcW w:w="2520" w:type="dxa"/>
                        </w:tcPr>
                        <w:p w:rsidR="00D27B55" w:rsidRDefault="00D27B55" w:rsidP="00D27B55">
                          <w:pPr>
                            <w:rPr>
                              <w:rStyle w:val="Huisstijl-Kopje"/>
                            </w:rPr>
                          </w:pPr>
                          <w:bookmarkStart w:id="35" w:name="bmBedrijf1" w:colFirst="0" w:colLast="0"/>
                          <w:r>
                            <w:rPr>
                              <w:rStyle w:val="Huisstijl-Kopje"/>
                            </w:rPr>
                            <w:t>BAM Techniek - Industire</w:t>
                          </w:r>
                        </w:p>
                        <w:p w:rsidR="00D27B55" w:rsidRDefault="00D27B55" w:rsidP="00D27B55">
                          <w:pPr>
                            <w:rPr>
                              <w:rStyle w:val="Huisstijl-Kopje"/>
                            </w:rPr>
                          </w:pPr>
                        </w:p>
                        <w:p w:rsidR="00D27B55" w:rsidRDefault="00D27B55" w:rsidP="00D27B55">
                          <w:pPr>
                            <w:rPr>
                              <w:rStyle w:val="Huisstijl-Kopje"/>
                            </w:rPr>
                          </w:pPr>
                          <w:r>
                            <w:rPr>
                              <w:rStyle w:val="Huisstijl-Kopje"/>
                            </w:rPr>
                            <w:t>Roer 288</w:t>
                          </w:r>
                        </w:p>
                        <w:p w:rsidR="00D27B55" w:rsidRDefault="00D27B55" w:rsidP="00D27B55">
                          <w:pPr>
                            <w:rPr>
                              <w:rStyle w:val="Huisstijl-Kopje"/>
                            </w:rPr>
                          </w:pPr>
                          <w:r>
                            <w:rPr>
                              <w:rStyle w:val="Huisstijl-Kopje"/>
                            </w:rPr>
                            <w:t>2908 MC  Capelle a/d IJssel</w:t>
                          </w:r>
                        </w:p>
                        <w:p w:rsidR="00D27B55" w:rsidRDefault="00D27B55" w:rsidP="00D27B55">
                          <w:pPr>
                            <w:rPr>
                              <w:rStyle w:val="Huisstijl-Kopje"/>
                            </w:rPr>
                          </w:pPr>
                          <w:r>
                            <w:rPr>
                              <w:rStyle w:val="Huisstijl-Kopje"/>
                            </w:rPr>
                            <w:t>Postbus 8766</w:t>
                          </w:r>
                        </w:p>
                        <w:p w:rsidR="00D27B55" w:rsidRDefault="00D27B55" w:rsidP="00D27B55">
                          <w:pPr>
                            <w:rPr>
                              <w:rStyle w:val="Huisstijl-Kopje"/>
                            </w:rPr>
                          </w:pPr>
                          <w:r>
                            <w:rPr>
                              <w:rStyle w:val="Huisstijl-Kopje"/>
                            </w:rPr>
                            <w:t>3009 AT  Rotterdam</w:t>
                          </w:r>
                        </w:p>
                        <w:p w:rsidR="00D27B55" w:rsidRDefault="00D27B55" w:rsidP="00D27B55">
                          <w:pPr>
                            <w:rPr>
                              <w:rStyle w:val="Huisstijl-Kopje"/>
                            </w:rPr>
                          </w:pPr>
                          <w:r>
                            <w:rPr>
                              <w:rStyle w:val="Huisstijl-Kopje"/>
                            </w:rPr>
                            <w:t>Telefoon 010 - 289 77 77</w:t>
                          </w:r>
                        </w:p>
                        <w:p w:rsidR="00D27B55" w:rsidRDefault="00D27B55" w:rsidP="00D27B55">
                          <w:pPr>
                            <w:rPr>
                              <w:rStyle w:val="Huisstijl-Kopje"/>
                              <w:lang w:val="fr-FR"/>
                            </w:rPr>
                          </w:pPr>
                          <w:r>
                            <w:rPr>
                              <w:rStyle w:val="Huisstijl-Kopje"/>
                              <w:lang w:val="fr-FR"/>
                            </w:rPr>
                            <w:t>Fax 010 - 289 77 99</w:t>
                          </w:r>
                        </w:p>
                        <w:p w:rsidR="00D27B55" w:rsidRDefault="00D27B55" w:rsidP="00D27B55">
                          <w:pPr>
                            <w:rPr>
                              <w:rStyle w:val="Huisstijl-Kopje"/>
                              <w:lang w:val="fr-FR"/>
                            </w:rPr>
                          </w:pPr>
                          <w:r>
                            <w:rPr>
                              <w:rStyle w:val="Huisstijl-Kopje"/>
                              <w:lang w:val="fr-FR"/>
                            </w:rPr>
                            <w:t>info@bamtechniek.nl</w:t>
                          </w:r>
                        </w:p>
                        <w:p w:rsidR="00D27B55" w:rsidRDefault="00D27B55" w:rsidP="00D27B55">
                          <w:pPr>
                            <w:rPr>
                              <w:rStyle w:val="Huisstijl-Kopje"/>
                              <w:lang w:val="fr-FR"/>
                            </w:rPr>
                          </w:pPr>
                          <w:r>
                            <w:rPr>
                              <w:rStyle w:val="Huisstijl-Kopje"/>
                              <w:lang w:val="fr-FR"/>
                            </w:rPr>
                            <w:t>www.bam.nl</w:t>
                          </w:r>
                        </w:p>
                      </w:tc>
                    </w:tr>
                    <w:bookmarkEnd w:id="35"/>
                  </w:tbl>
                  <w:p w:rsidR="00D27B55" w:rsidRDefault="00D27B55" w:rsidP="00EA4EF2">
                    <w:pPr>
                      <w:rPr>
                        <w:lang w:val="fr-FR"/>
                      </w:rPr>
                    </w:pPr>
                  </w:p>
                  <w:p w:rsidR="00D27B55" w:rsidRDefault="00D27B55">
                    <w:pPr>
                      <w:rPr>
                        <w:lang w:val="fr-FR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color w:val="FFFFFF"/>
        <w:sz w:val="20"/>
      </w:rPr>
      <mc:AlternateContent>
        <mc:Choice Requires="wps">
          <w:drawing>
            <wp:anchor distT="0" distB="0" distL="114300" distR="114300" simplePos="0" relativeHeight="251655168" behindDoc="0" locked="1" layoutInCell="0" allowOverlap="1" wp14:anchorId="31FCFA6E" wp14:editId="5120112C">
              <wp:simplePos x="0" y="0"/>
              <wp:positionH relativeFrom="page">
                <wp:posOffset>457200</wp:posOffset>
              </wp:positionH>
              <wp:positionV relativeFrom="page">
                <wp:posOffset>330200</wp:posOffset>
              </wp:positionV>
              <wp:extent cx="5334000" cy="6858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440"/>
                            <w:gridCol w:w="120"/>
                            <w:gridCol w:w="6240"/>
                          </w:tblGrid>
                          <w:tr w:rsidR="00D27B55">
                            <w:trPr>
                              <w:trHeight w:val="720"/>
                            </w:trPr>
                            <w:tc>
                              <w:tcPr>
                                <w:tcW w:w="1440" w:type="dxa"/>
                              </w:tcPr>
                              <w:p w:rsidR="00D27B55" w:rsidRDefault="00D27B55">
                                <w:bookmarkStart w:id="36" w:name="bmNaamLogo1" w:colFirst="2" w:colLast="2"/>
                                <w:bookmarkStart w:id="37" w:name="bmBeeldmerk1" w:colFirst="0" w:colLast="0"/>
                              </w:p>
                            </w:tc>
                            <w:tc>
                              <w:tcPr>
                                <w:tcW w:w="120" w:type="dxa"/>
                              </w:tcPr>
                              <w:p w:rsidR="00D27B55" w:rsidRDefault="00D27B55"/>
                            </w:tc>
                            <w:tc>
                              <w:tcPr>
                                <w:tcW w:w="6240" w:type="dxa"/>
                              </w:tcPr>
                              <w:p w:rsidR="00D27B55" w:rsidRDefault="00D27B55">
                                <w:pPr>
                                  <w:pStyle w:val="Huisstijl-Logo"/>
                                </w:pPr>
                              </w:p>
                            </w:tc>
                          </w:tr>
                          <w:bookmarkEnd w:id="36"/>
                          <w:bookmarkEnd w:id="37"/>
                        </w:tbl>
                        <w:p w:rsidR="00D27B55" w:rsidRDefault="00D27B5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9" type="#_x0000_t202" style="position:absolute;margin-left:36pt;margin-top:26pt;width:420pt;height:54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" o:allowincell="f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440"/>
                      <w:gridCol w:w="120"/>
                      <w:gridCol w:w="6240"/>
                    </w:tblGrid>
                    <w:tr w:rsidR="00D27B55">
                      <w:trPr>
                        <w:trHeight w:val="720"/>
                      </w:trPr>
                      <w:tc>
                        <w:tcPr>
                          <w:tcW w:w="1440" w:type="dxa"/>
                        </w:tcPr>
                        <w:p w:rsidR="00D27B55" w:rsidRDefault="00D27B55">
                          <w:bookmarkStart w:id="38" w:name="bmNaamLogo1" w:colFirst="2" w:colLast="2"/>
                          <w:bookmarkStart w:id="39" w:name="bmBeeldmerk1" w:colFirst="0" w:colLast="0"/>
                        </w:p>
                      </w:tc>
                      <w:tc>
                        <w:tcPr>
                          <w:tcW w:w="120" w:type="dxa"/>
                        </w:tcPr>
                        <w:p w:rsidR="00D27B55" w:rsidRDefault="00D27B55"/>
                      </w:tc>
                      <w:tc>
                        <w:tcPr>
                          <w:tcW w:w="6240" w:type="dxa"/>
                        </w:tcPr>
                        <w:p w:rsidR="00D27B55" w:rsidRDefault="00D27B55">
                          <w:pPr>
                            <w:pStyle w:val="Huisstijl-Logo"/>
                          </w:pPr>
                        </w:p>
                      </w:tc>
                    </w:tr>
                    <w:bookmarkEnd w:id="38"/>
                    <w:bookmarkEnd w:id="39"/>
                  </w:tbl>
                  <w:p w:rsidR="00D27B55" w:rsidRDefault="00D27B55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color w:val="FFFFFF"/>
        <w:sz w:val="20"/>
      </w:rPr>
      <mc:AlternateContent>
        <mc:Choice Requires="wps">
          <w:drawing>
            <wp:anchor distT="0" distB="0" distL="114300" distR="114300" simplePos="0" relativeHeight="251654144" behindDoc="0" locked="1" layoutInCell="0" allowOverlap="1" wp14:anchorId="563F9C33" wp14:editId="61583AD9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838325" cy="1104900"/>
              <wp:effectExtent l="0" t="0" r="952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8325" cy="1104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8000"/>
                          </w:tblGrid>
                          <w:tr w:rsidR="00D27B55">
                            <w:trPr>
                              <w:trHeight w:val="2720"/>
                            </w:trPr>
                            <w:tc>
                              <w:tcPr>
                                <w:tcW w:w="8000" w:type="dxa"/>
                              </w:tcPr>
                              <w:p w:rsidR="00D27B55" w:rsidRDefault="00D27B55">
                                <w:bookmarkStart w:id="40" w:name="bmAfwLogo1"/>
                              </w:p>
                            </w:tc>
                          </w:tr>
                          <w:bookmarkEnd w:id="40"/>
                        </w:tbl>
                        <w:p w:rsidR="00D27B55" w:rsidRDefault="00D27B5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margin-left:0;margin-top:0;width:144.75pt;height:87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" o:allowincell="f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8000"/>
                    </w:tblGrid>
                    <w:tr w:rsidR="00D27B55">
                      <w:trPr>
                        <w:trHeight w:val="2720"/>
                      </w:trPr>
                      <w:tc>
                        <w:tcPr>
                          <w:tcW w:w="8000" w:type="dxa"/>
                        </w:tcPr>
                        <w:p w:rsidR="00D27B55" w:rsidRDefault="00D27B55">
                          <w:bookmarkStart w:id="41" w:name="bmAfwLogo1"/>
                        </w:p>
                      </w:tc>
                    </w:tr>
                    <w:bookmarkEnd w:id="41"/>
                  </w:tbl>
                  <w:p w:rsidR="00D27B55" w:rsidRDefault="00D27B55"/>
                </w:txbxContent>
              </v:textbox>
              <w10:wrap anchorx="page" anchory="page"/>
              <w10:anchorlock/>
            </v:shape>
          </w:pict>
        </mc:Fallback>
      </mc:AlternateContent>
    </w:r>
  </w:p>
  <w:p w:rsidR="00D27B55" w:rsidRDefault="00D27B55">
    <w:r>
      <w:rPr>
        <w:noProof/>
      </w:rPr>
      <w:drawing>
        <wp:anchor distT="0" distB="0" distL="114300" distR="114300" simplePos="0" relativeHeight="251664384" behindDoc="0" locked="0" layoutInCell="1" allowOverlap="1" wp14:anchorId="758EC558" wp14:editId="0135C778">
          <wp:simplePos x="0" y="0"/>
          <wp:positionH relativeFrom="column">
            <wp:posOffset>209550</wp:posOffset>
          </wp:positionH>
          <wp:positionV relativeFrom="paragraph">
            <wp:posOffset>46990</wp:posOffset>
          </wp:positionV>
          <wp:extent cx="1219200" cy="609600"/>
          <wp:effectExtent l="0" t="0" r="0" b="0"/>
          <wp:wrapNone/>
          <wp:docPr id="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9498F73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82"/>
    <w:multiLevelType w:val="singleLevel"/>
    <w:tmpl w:val="5B46F2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C2F6F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A1D6FD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2AB0510"/>
    <w:multiLevelType w:val="multilevel"/>
    <w:tmpl w:val="C0063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2E77C94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5F545B0"/>
    <w:multiLevelType w:val="hybridMultilevel"/>
    <w:tmpl w:val="E5126E62"/>
    <w:lvl w:ilvl="0" w:tplc="2AC068F4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B55286"/>
    <w:multiLevelType w:val="hybridMultilevel"/>
    <w:tmpl w:val="E28814CE"/>
    <w:lvl w:ilvl="0" w:tplc="8D5C72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D39653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0EAE4D54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FB8443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101C2F29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11691A60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12AF09B9"/>
    <w:multiLevelType w:val="hybridMultilevel"/>
    <w:tmpl w:val="75E69D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043AD5"/>
    <w:multiLevelType w:val="multilevel"/>
    <w:tmpl w:val="CF06CF9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194C285D"/>
    <w:multiLevelType w:val="multilevel"/>
    <w:tmpl w:val="B27609DA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480"/>
      </w:pPr>
      <w:rPr>
        <w:rFonts w:ascii="Arial" w:hAnsi="Arial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48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480" w:hanging="4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04"/>
        </w:tabs>
        <w:ind w:left="170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48"/>
        </w:tabs>
        <w:ind w:left="18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92"/>
        </w:tabs>
        <w:ind w:left="19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36"/>
        </w:tabs>
        <w:ind w:left="2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24"/>
        </w:tabs>
        <w:ind w:left="2424" w:hanging="1584"/>
      </w:pPr>
      <w:rPr>
        <w:rFonts w:hint="default"/>
      </w:rPr>
    </w:lvl>
  </w:abstractNum>
  <w:abstractNum w:abstractNumId="16">
    <w:nsid w:val="1B624568"/>
    <w:multiLevelType w:val="multilevel"/>
    <w:tmpl w:val="546E894A"/>
    <w:lvl w:ilvl="0">
      <w:start w:val="1"/>
      <w:numFmt w:val="bullet"/>
      <w:pStyle w:val="ListBullet3"/>
      <w:lvlText w:val=""/>
      <w:lvlJc w:val="left"/>
      <w:pPr>
        <w:tabs>
          <w:tab w:val="num" w:pos="926"/>
        </w:tabs>
        <w:ind w:left="926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646"/>
        </w:tabs>
        <w:ind w:left="164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66"/>
        </w:tabs>
        <w:ind w:left="236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06"/>
        </w:tabs>
        <w:ind w:left="380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26"/>
        </w:tabs>
        <w:ind w:left="452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46"/>
        </w:tabs>
        <w:ind w:left="524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66"/>
        </w:tabs>
        <w:ind w:left="596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86"/>
        </w:tabs>
        <w:ind w:left="6686" w:hanging="360"/>
      </w:pPr>
      <w:rPr>
        <w:rFonts w:ascii="Wingdings" w:hAnsi="Wingdings" w:hint="default"/>
      </w:rPr>
    </w:lvl>
  </w:abstractNum>
  <w:abstractNum w:abstractNumId="17">
    <w:nsid w:val="1BD023F3"/>
    <w:multiLevelType w:val="singleLevel"/>
    <w:tmpl w:val="8FEA7FF0"/>
    <w:lvl w:ilvl="0">
      <w:start w:val="1"/>
      <w:numFmt w:val="bullet"/>
      <w:lvlText w:val="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</w:abstractNum>
  <w:abstractNum w:abstractNumId="18">
    <w:nsid w:val="2070186F"/>
    <w:multiLevelType w:val="hybridMultilevel"/>
    <w:tmpl w:val="26C234D2"/>
    <w:lvl w:ilvl="0" w:tplc="0E58A846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E232C8"/>
    <w:multiLevelType w:val="singleLevel"/>
    <w:tmpl w:val="D74E59AC"/>
    <w:lvl w:ilvl="0">
      <w:start w:val="2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2C0C7702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3121093D"/>
    <w:multiLevelType w:val="hybridMultilevel"/>
    <w:tmpl w:val="0F8241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25228B"/>
    <w:multiLevelType w:val="multilevel"/>
    <w:tmpl w:val="D3FE6D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39ED0A45"/>
    <w:multiLevelType w:val="singleLevel"/>
    <w:tmpl w:val="D690DF5C"/>
    <w:lvl w:ilvl="0">
      <w:start w:val="1"/>
      <w:numFmt w:val="bullet"/>
      <w:pStyle w:val="NormalInden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</w:abstractNum>
  <w:abstractNum w:abstractNumId="24">
    <w:nsid w:val="3F561894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42130EF7"/>
    <w:multiLevelType w:val="hybridMultilevel"/>
    <w:tmpl w:val="377ACD8C"/>
    <w:lvl w:ilvl="0" w:tplc="6AA80F3E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C74263"/>
    <w:multiLevelType w:val="multilevel"/>
    <w:tmpl w:val="20A023DC"/>
    <w:lvl w:ilvl="0">
      <w:start w:val="1"/>
      <w:numFmt w:val="bullet"/>
      <w:pStyle w:val="ListBullet2"/>
      <w:lvlText w:val="o"/>
      <w:lvlJc w:val="left"/>
      <w:pPr>
        <w:tabs>
          <w:tab w:val="num" w:pos="643"/>
        </w:tabs>
        <w:ind w:left="643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27">
    <w:nsid w:val="50E77560"/>
    <w:multiLevelType w:val="hybridMultilevel"/>
    <w:tmpl w:val="9536BF66"/>
    <w:lvl w:ilvl="0" w:tplc="74124B9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7E2066"/>
    <w:multiLevelType w:val="hybridMultilevel"/>
    <w:tmpl w:val="1DD84FC4"/>
    <w:lvl w:ilvl="0" w:tplc="64765E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AF7655"/>
    <w:multiLevelType w:val="singleLevel"/>
    <w:tmpl w:val="8FEA7FF0"/>
    <w:lvl w:ilvl="0">
      <w:start w:val="1"/>
      <w:numFmt w:val="bullet"/>
      <w:lvlText w:val="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</w:abstractNum>
  <w:abstractNum w:abstractNumId="30">
    <w:nsid w:val="51DC2E5D"/>
    <w:multiLevelType w:val="hybridMultilevel"/>
    <w:tmpl w:val="D9DC8250"/>
    <w:lvl w:ilvl="0" w:tplc="AC42DBC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1457A6"/>
    <w:multiLevelType w:val="hybridMultilevel"/>
    <w:tmpl w:val="9D147C18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D73592B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>
    <w:nsid w:val="64F428F5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>
    <w:nsid w:val="673D6A9F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77B2166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>
    <w:nsid w:val="69B50B48"/>
    <w:multiLevelType w:val="hybridMultilevel"/>
    <w:tmpl w:val="504A83DC"/>
    <w:lvl w:ilvl="0" w:tplc="82C4FC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A01FC2"/>
    <w:multiLevelType w:val="multilevel"/>
    <w:tmpl w:val="274E660E"/>
    <w:lvl w:ilvl="0">
      <w:numFmt w:val="decimal"/>
      <w:lvlText w:val="%1.0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8">
    <w:nsid w:val="6C321A19"/>
    <w:multiLevelType w:val="multilevel"/>
    <w:tmpl w:val="D8EA12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6F5015F4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>
    <w:nsid w:val="79AE5FBB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>
    <w:nsid w:val="79C0075B"/>
    <w:multiLevelType w:val="multilevel"/>
    <w:tmpl w:val="9D1E0B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79FA333B"/>
    <w:multiLevelType w:val="multilevel"/>
    <w:tmpl w:val="16BEF9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D9E5898"/>
    <w:multiLevelType w:val="hybridMultilevel"/>
    <w:tmpl w:val="453EB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5"/>
  </w:num>
  <w:num w:numId="5">
    <w:abstractNumId w:val="15"/>
  </w:num>
  <w:num w:numId="6">
    <w:abstractNumId w:val="15"/>
  </w:num>
  <w:num w:numId="7">
    <w:abstractNumId w:val="3"/>
  </w:num>
  <w:num w:numId="8">
    <w:abstractNumId w:val="2"/>
  </w:num>
  <w:num w:numId="9">
    <w:abstractNumId w:val="1"/>
  </w:num>
  <w:num w:numId="10">
    <w:abstractNumId w:val="42"/>
  </w:num>
  <w:num w:numId="11">
    <w:abstractNumId w:val="26"/>
  </w:num>
  <w:num w:numId="12">
    <w:abstractNumId w:val="16"/>
  </w:num>
  <w:num w:numId="13">
    <w:abstractNumId w:val="4"/>
  </w:num>
  <w:num w:numId="14">
    <w:abstractNumId w:val="38"/>
  </w:num>
  <w:num w:numId="15">
    <w:abstractNumId w:val="22"/>
  </w:num>
  <w:num w:numId="16">
    <w:abstractNumId w:val="41"/>
  </w:num>
  <w:num w:numId="17">
    <w:abstractNumId w:val="5"/>
  </w:num>
  <w:num w:numId="18">
    <w:abstractNumId w:val="14"/>
  </w:num>
  <w:num w:numId="19">
    <w:abstractNumId w:val="37"/>
  </w:num>
  <w:num w:numId="20">
    <w:abstractNumId w:val="17"/>
  </w:num>
  <w:num w:numId="21">
    <w:abstractNumId w:val="24"/>
  </w:num>
  <w:num w:numId="22">
    <w:abstractNumId w:val="8"/>
  </w:num>
  <w:num w:numId="23">
    <w:abstractNumId w:val="10"/>
  </w:num>
  <w:num w:numId="24">
    <w:abstractNumId w:val="29"/>
  </w:num>
  <w:num w:numId="25">
    <w:abstractNumId w:val="23"/>
  </w:num>
  <w:num w:numId="26">
    <w:abstractNumId w:val="40"/>
  </w:num>
  <w:num w:numId="27">
    <w:abstractNumId w:val="32"/>
  </w:num>
  <w:num w:numId="28">
    <w:abstractNumId w:val="19"/>
  </w:num>
  <w:num w:numId="29">
    <w:abstractNumId w:val="12"/>
  </w:num>
  <w:num w:numId="30">
    <w:abstractNumId w:val="9"/>
  </w:num>
  <w:num w:numId="31">
    <w:abstractNumId w:val="33"/>
  </w:num>
  <w:num w:numId="32">
    <w:abstractNumId w:val="39"/>
  </w:num>
  <w:num w:numId="33">
    <w:abstractNumId w:val="35"/>
  </w:num>
  <w:num w:numId="34">
    <w:abstractNumId w:val="11"/>
  </w:num>
  <w:num w:numId="35">
    <w:abstractNumId w:val="34"/>
  </w:num>
  <w:num w:numId="36">
    <w:abstractNumId w:val="20"/>
  </w:num>
  <w:num w:numId="37">
    <w:abstractNumId w:val="31"/>
  </w:num>
  <w:num w:numId="38">
    <w:abstractNumId w:val="7"/>
  </w:num>
  <w:num w:numId="39">
    <w:abstractNumId w:val="0"/>
  </w:num>
  <w:num w:numId="40">
    <w:abstractNumId w:val="36"/>
  </w:num>
  <w:num w:numId="41">
    <w:abstractNumId w:val="25"/>
  </w:num>
  <w:num w:numId="42">
    <w:abstractNumId w:val="6"/>
  </w:num>
  <w:num w:numId="43">
    <w:abstractNumId w:val="28"/>
  </w:num>
  <w:num w:numId="44">
    <w:abstractNumId w:val="18"/>
  </w:num>
  <w:num w:numId="45">
    <w:abstractNumId w:val="27"/>
  </w:num>
  <w:num w:numId="46">
    <w:abstractNumId w:val="21"/>
  </w:num>
  <w:num w:numId="47">
    <w:abstractNumId w:val="13"/>
  </w:num>
  <w:num w:numId="48">
    <w:abstractNumId w:val="30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7" w:nlCheck="1" w:checkStyle="1"/>
  <w:activeWritingStyle w:appName="MSWord" w:lang="en-US" w:vendorID="64" w:dllVersion="131078" w:nlCheck="1" w:checkStyle="1"/>
  <w:proofState w:spelling="clean"/>
  <w:attachedTemplate r:id="rId1"/>
  <w:defaultTabStop w:val="708"/>
  <w:hyphenationZone w:val="425"/>
  <w:drawingGridHorizontalSpacing w:val="95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2eOndertekenaarVinkje" w:val="0"/>
    <w:docVar w:name="AanmaakDatum" w:val="27-05-2003"/>
    <w:docVar w:name="Aantal" w:val="1"/>
    <w:docVar w:name="AfdelingID" w:val="0"/>
    <w:docVar w:name="AkkoordOpdracht" w:val="0"/>
    <w:docVar w:name="AkkoordProject" w:val="0"/>
    <w:docVar w:name="Auteurs" w:val="Gerben van der Velden"/>
    <w:docVar w:name="Bedrijf" w:val="HVL Eindhoven"/>
    <w:docVar w:name="BedrijfID" w:val="12"/>
    <w:docVar w:name="BijlageCC" w:val="0"/>
    <w:docVar w:name="Datum" w:val="05-03-2008"/>
    <w:docVar w:name="DatumBespreking" w:val="&lt;Dat.update&gt;"/>
    <w:docVar w:name="DatumOpgesteld" w:val="02-03-2007"/>
    <w:docVar w:name="DocRegDocType" w:val="U"/>
    <w:docVar w:name="DocRegStatus" w:val="0"/>
    <w:docVar w:name="Document" w:val="Rapport"/>
    <w:docVar w:name="Documentnaam" w:val="&lt;Doc.naam&gt;"/>
    <w:docVar w:name="Documentnr" w:val="&lt;Doc.nummer&gt;"/>
    <w:docVar w:name="Doorkiesfaxnummer" w:val="040 - 292 95 07"/>
    <w:docVar w:name="Doorkiesnummer" w:val="040 - 292 94 10"/>
    <w:docVar w:name="DummyAantalPagGeplaatst" w:val="1"/>
    <w:docVar w:name="Eerste" w:val="1"/>
    <w:docVar w:name="Email" w:val="f.f.j.g.peeters@hvl.nl"/>
    <w:docVar w:name="GebrDRContactID" w:val="2"/>
    <w:docVar w:name="LicCode" w:val="TBI"/>
    <w:docVar w:name="MergeLayout" w:val="RelatieBeheer"/>
    <w:docVar w:name="MergeStatus" w:val="-1"/>
    <w:docVar w:name="NaamKlant" w:val="Brabant Water"/>
    <w:docVar w:name="NaamProject" w:val="&lt;Project&gt;"/>
    <w:docVar w:name="NawFile" w:val="Single.naw"/>
    <w:docVar w:name="Ondertekenaar" w:val="Bogers A.M."/>
    <w:docVar w:name="OndertekenaarVoluit" w:val="ir. A.M. Bogers"/>
    <w:docVar w:name="Onderwerp" w:val="Waterproductiebedrijf Eindhoven_x000d__x000a__x000d__x000a_Algemeen"/>
    <w:docVar w:name="PlaatsKixCode" w:val="0"/>
    <w:docVar w:name="Project" w:val="Ombouw P8/PSMX Waterproductiebedrijf Eindhoven"/>
    <w:docVar w:name="ReactieDatum_Status" w:val="0"/>
    <w:docVar w:name="Sjabloon" w:val="RAPPORT"/>
    <w:docVar w:name="Status" w:val="As Built"/>
    <w:docVar w:name="Taal" w:val="NL"/>
    <w:docVar w:name="Titel" w:val="Technisch ontwerp"/>
    <w:docVar w:name="UserName" w:val="F.F.J.G.Peeters"/>
    <w:docVar w:name="Versie" w:val="4.6.7"/>
    <w:docVar w:name="VersieMaatwerk" w:val="2.4"/>
    <w:docVar w:name="Versienummer" w:val="1.1"/>
    <w:docVar w:name="VervalDatum" w:val="19-03-2008"/>
    <w:docVar w:name="VervalDatum_Termijnen" w:val="14 dagen"/>
    <w:docVar w:name="VestigingID" w:val="0"/>
    <w:docVar w:name="VoorAkkoordNaam_Status" w:val="0"/>
    <w:docVar w:name="Wijzig" w:val="1"/>
  </w:docVars>
  <w:rsids>
    <w:rsidRoot w:val="0019432B"/>
    <w:rsid w:val="00011D8D"/>
    <w:rsid w:val="00017359"/>
    <w:rsid w:val="00020BBF"/>
    <w:rsid w:val="000250B7"/>
    <w:rsid w:val="00031019"/>
    <w:rsid w:val="00037CDB"/>
    <w:rsid w:val="00043F33"/>
    <w:rsid w:val="000513BB"/>
    <w:rsid w:val="00057C8F"/>
    <w:rsid w:val="00061839"/>
    <w:rsid w:val="00081E5D"/>
    <w:rsid w:val="0009242D"/>
    <w:rsid w:val="00097257"/>
    <w:rsid w:val="000A5389"/>
    <w:rsid w:val="000B1008"/>
    <w:rsid w:val="000B1CCE"/>
    <w:rsid w:val="000B311C"/>
    <w:rsid w:val="000B4F7B"/>
    <w:rsid w:val="000B73FE"/>
    <w:rsid w:val="000C4353"/>
    <w:rsid w:val="000C6DC2"/>
    <w:rsid w:val="000E034D"/>
    <w:rsid w:val="000E3064"/>
    <w:rsid w:val="000E40B6"/>
    <w:rsid w:val="00102CA8"/>
    <w:rsid w:val="00106F6D"/>
    <w:rsid w:val="001122E7"/>
    <w:rsid w:val="00130F47"/>
    <w:rsid w:val="00131876"/>
    <w:rsid w:val="00133F7C"/>
    <w:rsid w:val="0015069A"/>
    <w:rsid w:val="001518BC"/>
    <w:rsid w:val="00153FE6"/>
    <w:rsid w:val="00167B44"/>
    <w:rsid w:val="001738F1"/>
    <w:rsid w:val="001758CD"/>
    <w:rsid w:val="0018605B"/>
    <w:rsid w:val="00191083"/>
    <w:rsid w:val="001913EB"/>
    <w:rsid w:val="00191E45"/>
    <w:rsid w:val="0019432B"/>
    <w:rsid w:val="00195620"/>
    <w:rsid w:val="00195ECC"/>
    <w:rsid w:val="001B239B"/>
    <w:rsid w:val="001B7B15"/>
    <w:rsid w:val="001C0E50"/>
    <w:rsid w:val="001C5415"/>
    <w:rsid w:val="001C598C"/>
    <w:rsid w:val="001C752B"/>
    <w:rsid w:val="001D1247"/>
    <w:rsid w:val="001D2C6D"/>
    <w:rsid w:val="001D74B2"/>
    <w:rsid w:val="001E6D53"/>
    <w:rsid w:val="001F28AD"/>
    <w:rsid w:val="00200522"/>
    <w:rsid w:val="002008DD"/>
    <w:rsid w:val="0020296A"/>
    <w:rsid w:val="0020556C"/>
    <w:rsid w:val="00213376"/>
    <w:rsid w:val="002367B2"/>
    <w:rsid w:val="002617D9"/>
    <w:rsid w:val="00261EE4"/>
    <w:rsid w:val="00266FBB"/>
    <w:rsid w:val="002765F4"/>
    <w:rsid w:val="00276D3E"/>
    <w:rsid w:val="00291EB5"/>
    <w:rsid w:val="00293C8C"/>
    <w:rsid w:val="002A3BBC"/>
    <w:rsid w:val="002B335F"/>
    <w:rsid w:val="002C5256"/>
    <w:rsid w:val="002C5D67"/>
    <w:rsid w:val="002D4428"/>
    <w:rsid w:val="002E7D2E"/>
    <w:rsid w:val="002F3BC7"/>
    <w:rsid w:val="0030505A"/>
    <w:rsid w:val="0031341C"/>
    <w:rsid w:val="00316BAF"/>
    <w:rsid w:val="00320489"/>
    <w:rsid w:val="00334A27"/>
    <w:rsid w:val="00336205"/>
    <w:rsid w:val="00336E6D"/>
    <w:rsid w:val="003407DB"/>
    <w:rsid w:val="0034128D"/>
    <w:rsid w:val="0034343B"/>
    <w:rsid w:val="003464F1"/>
    <w:rsid w:val="00357CA1"/>
    <w:rsid w:val="00357F23"/>
    <w:rsid w:val="00371B87"/>
    <w:rsid w:val="00373E0C"/>
    <w:rsid w:val="0037526D"/>
    <w:rsid w:val="0037625F"/>
    <w:rsid w:val="00377455"/>
    <w:rsid w:val="003805A7"/>
    <w:rsid w:val="00381623"/>
    <w:rsid w:val="00383C9C"/>
    <w:rsid w:val="00383E89"/>
    <w:rsid w:val="00390773"/>
    <w:rsid w:val="00390A4D"/>
    <w:rsid w:val="0039234F"/>
    <w:rsid w:val="003A2A11"/>
    <w:rsid w:val="003B2224"/>
    <w:rsid w:val="003B54C7"/>
    <w:rsid w:val="003C2539"/>
    <w:rsid w:val="003D174B"/>
    <w:rsid w:val="003D6EB3"/>
    <w:rsid w:val="004017DC"/>
    <w:rsid w:val="00403DFC"/>
    <w:rsid w:val="00405B9B"/>
    <w:rsid w:val="00405CDD"/>
    <w:rsid w:val="004117B5"/>
    <w:rsid w:val="0042337D"/>
    <w:rsid w:val="00425CC1"/>
    <w:rsid w:val="0044127F"/>
    <w:rsid w:val="0046785E"/>
    <w:rsid w:val="0049715E"/>
    <w:rsid w:val="004B0C9F"/>
    <w:rsid w:val="004B3FE1"/>
    <w:rsid w:val="004C6D32"/>
    <w:rsid w:val="004F0263"/>
    <w:rsid w:val="004F4B52"/>
    <w:rsid w:val="004F4E06"/>
    <w:rsid w:val="004F5DA1"/>
    <w:rsid w:val="0051397C"/>
    <w:rsid w:val="00513A1C"/>
    <w:rsid w:val="00533BAA"/>
    <w:rsid w:val="005369E8"/>
    <w:rsid w:val="00546D9A"/>
    <w:rsid w:val="00553361"/>
    <w:rsid w:val="00565057"/>
    <w:rsid w:val="00565D69"/>
    <w:rsid w:val="0058524F"/>
    <w:rsid w:val="00585598"/>
    <w:rsid w:val="00585B02"/>
    <w:rsid w:val="00587BF5"/>
    <w:rsid w:val="00590BA0"/>
    <w:rsid w:val="00590BD6"/>
    <w:rsid w:val="00590DF1"/>
    <w:rsid w:val="0059449E"/>
    <w:rsid w:val="005A4BF5"/>
    <w:rsid w:val="005B38F1"/>
    <w:rsid w:val="005C16A5"/>
    <w:rsid w:val="005D524D"/>
    <w:rsid w:val="005E04BC"/>
    <w:rsid w:val="00600DB2"/>
    <w:rsid w:val="006040A7"/>
    <w:rsid w:val="006052D1"/>
    <w:rsid w:val="006417DD"/>
    <w:rsid w:val="00646A82"/>
    <w:rsid w:val="00655AF9"/>
    <w:rsid w:val="00681094"/>
    <w:rsid w:val="006848D4"/>
    <w:rsid w:val="006865FB"/>
    <w:rsid w:val="00690CA7"/>
    <w:rsid w:val="00696030"/>
    <w:rsid w:val="006B172E"/>
    <w:rsid w:val="006D2D65"/>
    <w:rsid w:val="006D7363"/>
    <w:rsid w:val="006E0861"/>
    <w:rsid w:val="00707476"/>
    <w:rsid w:val="007112EA"/>
    <w:rsid w:val="007247BC"/>
    <w:rsid w:val="0072504F"/>
    <w:rsid w:val="007278D3"/>
    <w:rsid w:val="007319A4"/>
    <w:rsid w:val="007348A1"/>
    <w:rsid w:val="007354DF"/>
    <w:rsid w:val="00740E42"/>
    <w:rsid w:val="00741DB5"/>
    <w:rsid w:val="00743941"/>
    <w:rsid w:val="00750381"/>
    <w:rsid w:val="007529A9"/>
    <w:rsid w:val="007552B1"/>
    <w:rsid w:val="007570C7"/>
    <w:rsid w:val="00760323"/>
    <w:rsid w:val="00764B78"/>
    <w:rsid w:val="00765932"/>
    <w:rsid w:val="00773E32"/>
    <w:rsid w:val="00782153"/>
    <w:rsid w:val="007A15D0"/>
    <w:rsid w:val="007A26F1"/>
    <w:rsid w:val="007A3E94"/>
    <w:rsid w:val="007A4E79"/>
    <w:rsid w:val="007B3D9D"/>
    <w:rsid w:val="007B40AC"/>
    <w:rsid w:val="007B5B0B"/>
    <w:rsid w:val="007B759E"/>
    <w:rsid w:val="007C6774"/>
    <w:rsid w:val="007D2C17"/>
    <w:rsid w:val="007D7F64"/>
    <w:rsid w:val="007E29B0"/>
    <w:rsid w:val="007E2D85"/>
    <w:rsid w:val="007E5F60"/>
    <w:rsid w:val="007F1DCD"/>
    <w:rsid w:val="007F7BF4"/>
    <w:rsid w:val="0080194E"/>
    <w:rsid w:val="008175BA"/>
    <w:rsid w:val="0082114B"/>
    <w:rsid w:val="00841BBE"/>
    <w:rsid w:val="0085135E"/>
    <w:rsid w:val="00853D8A"/>
    <w:rsid w:val="0086330B"/>
    <w:rsid w:val="00881A79"/>
    <w:rsid w:val="00885526"/>
    <w:rsid w:val="00885856"/>
    <w:rsid w:val="00886212"/>
    <w:rsid w:val="008914BF"/>
    <w:rsid w:val="00896931"/>
    <w:rsid w:val="008A2521"/>
    <w:rsid w:val="008A5305"/>
    <w:rsid w:val="008A5629"/>
    <w:rsid w:val="008B1C11"/>
    <w:rsid w:val="008B20EA"/>
    <w:rsid w:val="008B2AE2"/>
    <w:rsid w:val="008E21A9"/>
    <w:rsid w:val="008E2906"/>
    <w:rsid w:val="008F7ABB"/>
    <w:rsid w:val="009107F6"/>
    <w:rsid w:val="00915C1B"/>
    <w:rsid w:val="00927351"/>
    <w:rsid w:val="00932A06"/>
    <w:rsid w:val="0094025F"/>
    <w:rsid w:val="009630B0"/>
    <w:rsid w:val="00966B76"/>
    <w:rsid w:val="009672B6"/>
    <w:rsid w:val="00967F18"/>
    <w:rsid w:val="009720B8"/>
    <w:rsid w:val="0097492B"/>
    <w:rsid w:val="00974E04"/>
    <w:rsid w:val="00975B8C"/>
    <w:rsid w:val="009870F1"/>
    <w:rsid w:val="00987721"/>
    <w:rsid w:val="009962A7"/>
    <w:rsid w:val="009A0B7D"/>
    <w:rsid w:val="009A10E1"/>
    <w:rsid w:val="009C28A9"/>
    <w:rsid w:val="009C5889"/>
    <w:rsid w:val="009C66B6"/>
    <w:rsid w:val="009D38F1"/>
    <w:rsid w:val="009D61AB"/>
    <w:rsid w:val="009D7441"/>
    <w:rsid w:val="00A00ABD"/>
    <w:rsid w:val="00A14131"/>
    <w:rsid w:val="00A15FDC"/>
    <w:rsid w:val="00A17B35"/>
    <w:rsid w:val="00A21639"/>
    <w:rsid w:val="00A308B0"/>
    <w:rsid w:val="00A42AEF"/>
    <w:rsid w:val="00A53F77"/>
    <w:rsid w:val="00A61AF8"/>
    <w:rsid w:val="00A632A8"/>
    <w:rsid w:val="00A63A4C"/>
    <w:rsid w:val="00A87BBB"/>
    <w:rsid w:val="00A9192B"/>
    <w:rsid w:val="00AB1E04"/>
    <w:rsid w:val="00AC7DE6"/>
    <w:rsid w:val="00AD07D3"/>
    <w:rsid w:val="00AD63A7"/>
    <w:rsid w:val="00AE68BE"/>
    <w:rsid w:val="00AF0CCC"/>
    <w:rsid w:val="00AF2DF7"/>
    <w:rsid w:val="00B00561"/>
    <w:rsid w:val="00B06332"/>
    <w:rsid w:val="00B24AE4"/>
    <w:rsid w:val="00B273DC"/>
    <w:rsid w:val="00B46D5A"/>
    <w:rsid w:val="00B47215"/>
    <w:rsid w:val="00B54D21"/>
    <w:rsid w:val="00B70B9E"/>
    <w:rsid w:val="00B711FD"/>
    <w:rsid w:val="00B73981"/>
    <w:rsid w:val="00B73B4F"/>
    <w:rsid w:val="00B73ECB"/>
    <w:rsid w:val="00B80D31"/>
    <w:rsid w:val="00B81A30"/>
    <w:rsid w:val="00B84854"/>
    <w:rsid w:val="00B84F34"/>
    <w:rsid w:val="00B91468"/>
    <w:rsid w:val="00B94D9B"/>
    <w:rsid w:val="00BA25E4"/>
    <w:rsid w:val="00BA27B7"/>
    <w:rsid w:val="00BA7B17"/>
    <w:rsid w:val="00BB04C5"/>
    <w:rsid w:val="00BB5A68"/>
    <w:rsid w:val="00BC0C76"/>
    <w:rsid w:val="00BE1396"/>
    <w:rsid w:val="00BE1A58"/>
    <w:rsid w:val="00BF1926"/>
    <w:rsid w:val="00C227D9"/>
    <w:rsid w:val="00C341BD"/>
    <w:rsid w:val="00C34FEF"/>
    <w:rsid w:val="00C46BFD"/>
    <w:rsid w:val="00C5033C"/>
    <w:rsid w:val="00C55F0A"/>
    <w:rsid w:val="00C5640F"/>
    <w:rsid w:val="00C637FF"/>
    <w:rsid w:val="00C721BB"/>
    <w:rsid w:val="00C8624B"/>
    <w:rsid w:val="00C94BB7"/>
    <w:rsid w:val="00C96B7D"/>
    <w:rsid w:val="00CA4087"/>
    <w:rsid w:val="00CA7C55"/>
    <w:rsid w:val="00CC40DC"/>
    <w:rsid w:val="00CE2B62"/>
    <w:rsid w:val="00CE42C5"/>
    <w:rsid w:val="00CF108B"/>
    <w:rsid w:val="00D051AA"/>
    <w:rsid w:val="00D05603"/>
    <w:rsid w:val="00D114F7"/>
    <w:rsid w:val="00D1309C"/>
    <w:rsid w:val="00D1426F"/>
    <w:rsid w:val="00D27B55"/>
    <w:rsid w:val="00D34210"/>
    <w:rsid w:val="00D47B8E"/>
    <w:rsid w:val="00D53F3A"/>
    <w:rsid w:val="00D57FF7"/>
    <w:rsid w:val="00D60FC2"/>
    <w:rsid w:val="00D75774"/>
    <w:rsid w:val="00D76A8D"/>
    <w:rsid w:val="00D81B92"/>
    <w:rsid w:val="00D842D9"/>
    <w:rsid w:val="00D936CF"/>
    <w:rsid w:val="00DA2373"/>
    <w:rsid w:val="00DA2DDC"/>
    <w:rsid w:val="00DA3D71"/>
    <w:rsid w:val="00DA4F88"/>
    <w:rsid w:val="00DB27D2"/>
    <w:rsid w:val="00DB7F7E"/>
    <w:rsid w:val="00DC0CBD"/>
    <w:rsid w:val="00DC30D3"/>
    <w:rsid w:val="00DD18F7"/>
    <w:rsid w:val="00DD2102"/>
    <w:rsid w:val="00DE1538"/>
    <w:rsid w:val="00DE1E0D"/>
    <w:rsid w:val="00DE6FB6"/>
    <w:rsid w:val="00DF0C49"/>
    <w:rsid w:val="00E15AF6"/>
    <w:rsid w:val="00E15EF5"/>
    <w:rsid w:val="00E25A25"/>
    <w:rsid w:val="00E26BFB"/>
    <w:rsid w:val="00E34EB5"/>
    <w:rsid w:val="00E3541C"/>
    <w:rsid w:val="00E363AF"/>
    <w:rsid w:val="00E37694"/>
    <w:rsid w:val="00E41A3D"/>
    <w:rsid w:val="00E42C18"/>
    <w:rsid w:val="00E47AB7"/>
    <w:rsid w:val="00E5560B"/>
    <w:rsid w:val="00E60BFF"/>
    <w:rsid w:val="00E63C2C"/>
    <w:rsid w:val="00E63E51"/>
    <w:rsid w:val="00E965C9"/>
    <w:rsid w:val="00EA27F1"/>
    <w:rsid w:val="00EA32F5"/>
    <w:rsid w:val="00EA4EF2"/>
    <w:rsid w:val="00EA6710"/>
    <w:rsid w:val="00EA7E5D"/>
    <w:rsid w:val="00EB69AC"/>
    <w:rsid w:val="00EC25DE"/>
    <w:rsid w:val="00EC503B"/>
    <w:rsid w:val="00EE360B"/>
    <w:rsid w:val="00EE4F62"/>
    <w:rsid w:val="00EE56C8"/>
    <w:rsid w:val="00EF1636"/>
    <w:rsid w:val="00F00A6E"/>
    <w:rsid w:val="00F0283B"/>
    <w:rsid w:val="00F030DE"/>
    <w:rsid w:val="00F05AFC"/>
    <w:rsid w:val="00F10B53"/>
    <w:rsid w:val="00F17EDF"/>
    <w:rsid w:val="00F344AB"/>
    <w:rsid w:val="00F34F4A"/>
    <w:rsid w:val="00F43C26"/>
    <w:rsid w:val="00F52AA8"/>
    <w:rsid w:val="00F56118"/>
    <w:rsid w:val="00F7232E"/>
    <w:rsid w:val="00F90209"/>
    <w:rsid w:val="00F90EB9"/>
    <w:rsid w:val="00FB29F4"/>
    <w:rsid w:val="00FC2187"/>
    <w:rsid w:val="00FC3905"/>
    <w:rsid w:val="00FC4C97"/>
    <w:rsid w:val="00FD6CB2"/>
    <w:rsid w:val="00FE42A3"/>
    <w:rsid w:val="00FF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spacing w:line="240" w:lineRule="exact"/>
        <w:ind w:left="839" w:hanging="83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BFB"/>
    <w:pPr>
      <w:spacing w:line="240" w:lineRule="auto"/>
      <w:ind w:left="0" w:firstLine="0"/>
    </w:pPr>
    <w:rPr>
      <w:rFonts w:ascii="Arial" w:hAnsi="Arial"/>
      <w:sz w:val="19"/>
    </w:rPr>
  </w:style>
  <w:style w:type="paragraph" w:styleId="Heading1">
    <w:name w:val="heading 1"/>
    <w:aliases w:val="HstL1"/>
    <w:basedOn w:val="Normal"/>
    <w:next w:val="Normal"/>
    <w:qFormat/>
    <w:pPr>
      <w:keepNext/>
      <w:numPr>
        <w:numId w:val="4"/>
      </w:numPr>
      <w:tabs>
        <w:tab w:val="clear" w:pos="0"/>
        <w:tab w:val="left" w:pos="280"/>
      </w:tabs>
      <w:spacing w:before="240" w:after="240"/>
      <w:ind w:left="280" w:hanging="280"/>
      <w:outlineLvl w:val="0"/>
    </w:pPr>
    <w:rPr>
      <w:b/>
      <w:sz w:val="24"/>
    </w:rPr>
  </w:style>
  <w:style w:type="paragraph" w:styleId="Heading2">
    <w:name w:val="heading 2"/>
    <w:basedOn w:val="Heading1"/>
    <w:next w:val="Normal"/>
    <w:autoRedefine/>
    <w:qFormat/>
    <w:rsid w:val="00A42AEF"/>
    <w:pPr>
      <w:numPr>
        <w:ilvl w:val="1"/>
        <w:numId w:val="5"/>
      </w:numPr>
      <w:tabs>
        <w:tab w:val="clear" w:pos="0"/>
        <w:tab w:val="clear" w:pos="280"/>
        <w:tab w:val="left" w:pos="320"/>
      </w:tabs>
      <w:spacing w:after="120"/>
      <w:ind w:left="318" w:hanging="318"/>
      <w:outlineLvl w:val="1"/>
    </w:pPr>
    <w:rPr>
      <w:sz w:val="19"/>
    </w:rPr>
  </w:style>
  <w:style w:type="paragraph" w:styleId="Heading3">
    <w:name w:val="heading 3"/>
    <w:aliases w:val="HstL3"/>
    <w:basedOn w:val="Heading2"/>
    <w:next w:val="Normal"/>
    <w:autoRedefine/>
    <w:qFormat/>
    <w:rsid w:val="008A5629"/>
    <w:pPr>
      <w:numPr>
        <w:ilvl w:val="2"/>
        <w:numId w:val="6"/>
      </w:numPr>
      <w:tabs>
        <w:tab w:val="clear" w:pos="320"/>
        <w:tab w:val="clear" w:pos="720"/>
        <w:tab w:val="left" w:pos="360"/>
      </w:tabs>
      <w:ind w:left="360" w:hanging="360"/>
      <w:outlineLvl w:val="2"/>
    </w:pPr>
    <w:rPr>
      <w:sz w:val="18"/>
    </w:rPr>
  </w:style>
  <w:style w:type="paragraph" w:styleId="Heading4">
    <w:name w:val="heading 4"/>
    <w:aliases w:val="HstL4"/>
    <w:basedOn w:val="Normal"/>
    <w:next w:val="Normal"/>
    <w:qFormat/>
    <w:pPr>
      <w:keepNext/>
      <w:tabs>
        <w:tab w:val="left" w:pos="4820"/>
        <w:tab w:val="left" w:pos="5387"/>
      </w:tabs>
      <w:spacing w:before="240" w:after="60"/>
      <w:outlineLvl w:val="3"/>
    </w:pPr>
    <w:rPr>
      <w:sz w:val="22"/>
      <w:lang w:val="x-none"/>
    </w:rPr>
  </w:style>
  <w:style w:type="paragraph" w:styleId="Heading5">
    <w:name w:val="heading 5"/>
    <w:aliases w:val="HstL5"/>
    <w:basedOn w:val="Normal"/>
    <w:next w:val="Normal"/>
    <w:qFormat/>
    <w:pPr>
      <w:tabs>
        <w:tab w:val="left" w:pos="851"/>
        <w:tab w:val="left" w:pos="4820"/>
        <w:tab w:val="left" w:pos="5387"/>
      </w:tabs>
      <w:spacing w:before="240" w:after="60"/>
      <w:outlineLvl w:val="4"/>
    </w:pPr>
    <w:rPr>
      <w:sz w:val="22"/>
      <w:lang w:val="x-none"/>
    </w:rPr>
  </w:style>
  <w:style w:type="paragraph" w:styleId="Heading6">
    <w:name w:val="heading 6"/>
    <w:aliases w:val="HstL6"/>
    <w:basedOn w:val="Normal"/>
    <w:next w:val="Normal"/>
    <w:qFormat/>
    <w:pPr>
      <w:tabs>
        <w:tab w:val="left" w:pos="851"/>
        <w:tab w:val="left" w:pos="4820"/>
        <w:tab w:val="left" w:pos="5387"/>
      </w:tabs>
      <w:spacing w:before="240" w:after="60"/>
      <w:outlineLvl w:val="5"/>
    </w:pPr>
    <w:rPr>
      <w:i/>
      <w:sz w:val="22"/>
      <w:lang w:val="x-none"/>
    </w:rPr>
  </w:style>
  <w:style w:type="paragraph" w:styleId="Heading7">
    <w:name w:val="heading 7"/>
    <w:aliases w:val="HstL7"/>
    <w:basedOn w:val="Normal"/>
    <w:next w:val="Normal"/>
    <w:qFormat/>
    <w:pPr>
      <w:tabs>
        <w:tab w:val="left" w:pos="851"/>
        <w:tab w:val="left" w:pos="4820"/>
        <w:tab w:val="left" w:pos="5387"/>
      </w:tabs>
      <w:spacing w:before="240" w:after="60"/>
      <w:outlineLvl w:val="6"/>
    </w:pPr>
    <w:rPr>
      <w:sz w:val="22"/>
      <w:lang w:val="x-none"/>
    </w:rPr>
  </w:style>
  <w:style w:type="paragraph" w:styleId="Heading8">
    <w:name w:val="heading 8"/>
    <w:basedOn w:val="Normal"/>
    <w:next w:val="Normal"/>
    <w:qFormat/>
    <w:pPr>
      <w:tabs>
        <w:tab w:val="left" w:pos="851"/>
        <w:tab w:val="left" w:pos="4820"/>
        <w:tab w:val="left" w:pos="5387"/>
      </w:tabs>
      <w:spacing w:before="240" w:after="60"/>
      <w:outlineLvl w:val="7"/>
    </w:pPr>
    <w:rPr>
      <w:i/>
      <w:sz w:val="22"/>
      <w:lang w:val="x-none"/>
    </w:rPr>
  </w:style>
  <w:style w:type="paragraph" w:styleId="Heading9">
    <w:name w:val="heading 9"/>
    <w:basedOn w:val="Normal"/>
    <w:next w:val="Normal"/>
    <w:qFormat/>
    <w:pPr>
      <w:tabs>
        <w:tab w:val="left" w:pos="851"/>
        <w:tab w:val="left" w:pos="4820"/>
        <w:tab w:val="left" w:pos="5387"/>
      </w:tabs>
      <w:spacing w:before="240" w:after="60"/>
      <w:outlineLvl w:val="8"/>
    </w:pPr>
    <w:rPr>
      <w:i/>
      <w:sz w:val="1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">
    <w:name w:val="Huisstijl-Gegeven"/>
    <w:basedOn w:val="DefaultParagraphFont"/>
    <w:rPr>
      <w:noProof/>
    </w:rPr>
  </w:style>
  <w:style w:type="character" w:customStyle="1" w:styleId="Huisstijl-Kopje">
    <w:name w:val="Huisstijl-Kopje"/>
    <w:basedOn w:val="DefaultParagraphFont"/>
    <w:rPr>
      <w:rFonts w:ascii="Arial" w:hAnsi="Arial"/>
      <w:b/>
      <w:noProof/>
      <w:sz w:val="14"/>
    </w:rPr>
  </w:style>
  <w:style w:type="character" w:customStyle="1" w:styleId="Huisstijl-Kopje-Fax">
    <w:name w:val="Huisstijl-Kopje-Fax"/>
    <w:basedOn w:val="DefaultParagraphFont"/>
    <w:rPr>
      <w:rFonts w:ascii="Arial" w:hAnsi="Arial"/>
      <w:b/>
      <w:noProof/>
      <w:sz w:val="16"/>
    </w:rPr>
  </w:style>
  <w:style w:type="paragraph" w:customStyle="1" w:styleId="Huisstijl-Logo">
    <w:name w:val="Huisstijl-Logo"/>
    <w:basedOn w:val="Normal"/>
    <w:pPr>
      <w:spacing w:before="200" w:line="360" w:lineRule="exact"/>
    </w:pPr>
    <w:rPr>
      <w:rFonts w:ascii="Frutiger 55 Roman" w:hAnsi="Frutiger 55 Roman"/>
      <w:b/>
      <w:noProof/>
      <w:spacing w:val="-14"/>
      <w:sz w:val="30"/>
    </w:rPr>
  </w:style>
  <w:style w:type="paragraph" w:customStyle="1" w:styleId="Huisstijl-Logo-Compact">
    <w:name w:val="Huisstijl-Logo-Compact"/>
    <w:basedOn w:val="Normal"/>
    <w:pPr>
      <w:spacing w:before="100" w:line="220" w:lineRule="exact"/>
    </w:pPr>
    <w:rPr>
      <w:rFonts w:ascii="Frutiger 55 Roman" w:hAnsi="Frutiger 55 Roman"/>
      <w:b/>
      <w:noProof/>
      <w:spacing w:val="-6"/>
      <w:sz w:val="24"/>
    </w:rPr>
  </w:style>
  <w:style w:type="paragraph" w:customStyle="1" w:styleId="Huisstijl-Logo-Onderschrift">
    <w:name w:val="Huisstijl-Logo-Onderschrift"/>
    <w:basedOn w:val="Normal"/>
    <w:pPr>
      <w:spacing w:line="280" w:lineRule="exact"/>
    </w:pPr>
    <w:rPr>
      <w:rFonts w:ascii="Frutiger" w:hAnsi="Frutiger"/>
      <w:b/>
      <w:noProof/>
      <w:spacing w:val="-8"/>
      <w:sz w:val="18"/>
    </w:rPr>
  </w:style>
  <w:style w:type="paragraph" w:customStyle="1" w:styleId="Huisstijl-Naw">
    <w:name w:val="Huisstijl-Naw"/>
    <w:basedOn w:val="Normal"/>
    <w:rPr>
      <w:noProof/>
    </w:rPr>
  </w:style>
  <w:style w:type="character" w:customStyle="1" w:styleId="Huisstijl-Sjabloonnaam">
    <w:name w:val="Huisstijl-Sjabloonnaam"/>
    <w:basedOn w:val="DefaultParagraphFont"/>
    <w:rPr>
      <w:rFonts w:ascii="Arial" w:hAnsi="Arial"/>
      <w:b/>
      <w:noProof/>
      <w:sz w:val="24"/>
    </w:rPr>
  </w:style>
  <w:style w:type="paragraph" w:customStyle="1" w:styleId="Huisstijl-Voorwaarden">
    <w:name w:val="Huisstijl-Voorwaarden"/>
    <w:basedOn w:val="Normal"/>
    <w:pPr>
      <w:spacing w:line="160" w:lineRule="exact"/>
    </w:pPr>
    <w:rPr>
      <w:noProof/>
      <w:sz w:val="14"/>
    </w:rPr>
  </w:style>
  <w:style w:type="paragraph" w:styleId="TOC1">
    <w:name w:val="toc 1"/>
    <w:basedOn w:val="Normal"/>
    <w:next w:val="Normal"/>
    <w:uiPriority w:val="39"/>
    <w:pPr>
      <w:keepNext/>
      <w:tabs>
        <w:tab w:val="left" w:pos="840"/>
        <w:tab w:val="right" w:pos="7080"/>
      </w:tabs>
      <w:spacing w:before="240"/>
      <w:ind w:left="840" w:hanging="840"/>
    </w:pPr>
    <w:rPr>
      <w:noProof/>
    </w:rPr>
  </w:style>
  <w:style w:type="paragraph" w:styleId="TOC2">
    <w:name w:val="toc 2"/>
    <w:basedOn w:val="TOC1"/>
    <w:next w:val="Normal"/>
    <w:uiPriority w:val="39"/>
    <w:pPr>
      <w:spacing w:before="0"/>
    </w:pPr>
  </w:style>
  <w:style w:type="paragraph" w:styleId="TOC3">
    <w:name w:val="toc 3"/>
    <w:basedOn w:val="TOC1"/>
    <w:next w:val="Normal"/>
    <w:uiPriority w:val="39"/>
    <w:pPr>
      <w:spacing w:before="0"/>
    </w:pPr>
  </w:style>
  <w:style w:type="paragraph" w:customStyle="1" w:styleId="Kop1zondernummer">
    <w:name w:val="Kop 1 zonder nummer"/>
    <w:basedOn w:val="Heading1"/>
    <w:pPr>
      <w:numPr>
        <w:numId w:val="0"/>
      </w:numPr>
      <w:tabs>
        <w:tab w:val="clear" w:pos="280"/>
      </w:tabs>
    </w:pPr>
  </w:style>
  <w:style w:type="paragraph" w:customStyle="1" w:styleId="Kop2zondernummer">
    <w:name w:val="Kop 2 zonder nummer"/>
    <w:basedOn w:val="Heading2"/>
    <w:pPr>
      <w:numPr>
        <w:ilvl w:val="0"/>
        <w:numId w:val="0"/>
      </w:numPr>
      <w:tabs>
        <w:tab w:val="clear" w:pos="320"/>
      </w:tabs>
    </w:pPr>
  </w:style>
  <w:style w:type="paragraph" w:customStyle="1" w:styleId="Kop3zondernummer">
    <w:name w:val="Kop 3 zonder nummer"/>
    <w:basedOn w:val="Heading3"/>
    <w:pPr>
      <w:numPr>
        <w:ilvl w:val="0"/>
        <w:numId w:val="0"/>
      </w:numPr>
    </w:pPr>
  </w:style>
  <w:style w:type="paragraph" w:styleId="Header">
    <w:name w:val="header"/>
    <w:basedOn w:val="Normal"/>
    <w:semiHidden/>
    <w:pPr>
      <w:tabs>
        <w:tab w:val="center" w:pos="3510"/>
        <w:tab w:val="right" w:pos="7020"/>
      </w:tabs>
    </w:pPr>
  </w:style>
  <w:style w:type="paragraph" w:styleId="Footer">
    <w:name w:val="footer"/>
    <w:basedOn w:val="Normal"/>
    <w:semiHidden/>
    <w:pPr>
      <w:tabs>
        <w:tab w:val="center" w:pos="3510"/>
        <w:tab w:val="right" w:pos="7020"/>
      </w:tabs>
    </w:pPr>
  </w:style>
  <w:style w:type="paragraph" w:customStyle="1" w:styleId="KolomHeader">
    <w:name w:val="KolomHeader"/>
    <w:basedOn w:val="Normal"/>
    <w:rPr>
      <w:rFonts w:ascii="Arial (W1)" w:hAnsi="Arial (W1)"/>
      <w:b/>
      <w:color w:val="FFFFFF"/>
      <w:sz w:val="18"/>
    </w:rPr>
  </w:style>
  <w:style w:type="paragraph" w:customStyle="1" w:styleId="TabelData">
    <w:name w:val="TabelData"/>
    <w:basedOn w:val="Normal"/>
    <w:next w:val="Normal"/>
    <w:rPr>
      <w:sz w:val="16"/>
    </w:rPr>
  </w:style>
  <w:style w:type="paragraph" w:styleId="ListBullet">
    <w:name w:val="List Bullet"/>
    <w:basedOn w:val="Normal"/>
    <w:autoRedefine/>
    <w:semiHidden/>
    <w:pPr>
      <w:numPr>
        <w:numId w:val="10"/>
      </w:numPr>
    </w:pPr>
  </w:style>
  <w:style w:type="paragraph" w:styleId="ListBullet2">
    <w:name w:val="List Bullet 2"/>
    <w:basedOn w:val="Normal"/>
    <w:autoRedefine/>
    <w:semiHidden/>
    <w:pPr>
      <w:numPr>
        <w:numId w:val="11"/>
      </w:numPr>
    </w:pPr>
  </w:style>
  <w:style w:type="paragraph" w:styleId="ListBullet3">
    <w:name w:val="List Bullet 3"/>
    <w:basedOn w:val="Normal"/>
    <w:autoRedefine/>
    <w:semiHidden/>
    <w:pPr>
      <w:numPr>
        <w:numId w:val="12"/>
      </w:numPr>
    </w:pPr>
  </w:style>
  <w:style w:type="paragraph" w:customStyle="1" w:styleId="code">
    <w:name w:val="code"/>
    <w:basedOn w:val="Normal"/>
    <w:next w:val="Normal"/>
    <w:pPr>
      <w:shd w:val="pct5" w:color="auto" w:fill="FFFFFF"/>
      <w:spacing w:line="200" w:lineRule="exact"/>
    </w:pPr>
    <w:rPr>
      <w:rFonts w:ascii="Courier (W1)" w:hAnsi="Courier (W1)"/>
      <w:sz w:val="16"/>
    </w:rPr>
  </w:style>
  <w:style w:type="paragraph" w:styleId="NormalIndent">
    <w:name w:val="Normal Indent"/>
    <w:basedOn w:val="Normal"/>
    <w:semiHidden/>
    <w:pPr>
      <w:numPr>
        <w:numId w:val="25"/>
      </w:numPr>
    </w:pPr>
    <w:rPr>
      <w:rFonts w:ascii="Times New Roman" w:hAnsi="Times New Roman"/>
      <w:sz w:val="22"/>
    </w:rPr>
  </w:style>
  <w:style w:type="paragraph" w:styleId="TOC4">
    <w:name w:val="toc 4"/>
    <w:basedOn w:val="Normal"/>
    <w:next w:val="Normal"/>
    <w:autoRedefine/>
    <w:semiHidden/>
    <w:pPr>
      <w:ind w:left="720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TOC6">
    <w:name w:val="toc 6"/>
    <w:basedOn w:val="Normal"/>
    <w:next w:val="Normal"/>
    <w:autoRedefine/>
    <w:semiHidden/>
    <w:pPr>
      <w:ind w:left="1200"/>
    </w:pPr>
    <w:rPr>
      <w:rFonts w:ascii="Times New Roman" w:hAnsi="Times New Roman"/>
      <w:sz w:val="24"/>
      <w:szCs w:val="24"/>
      <w:lang w:val="en-GB" w:eastAsia="en-US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32B"/>
    <w:rPr>
      <w:rFonts w:ascii="Tahoma" w:hAnsi="Tahoma" w:cs="Tahoma"/>
      <w:sz w:val="16"/>
      <w:szCs w:val="16"/>
    </w:rPr>
  </w:style>
  <w:style w:type="paragraph" w:styleId="ListNumber3">
    <w:name w:val="List Number 3"/>
    <w:basedOn w:val="Normal"/>
    <w:rsid w:val="00D1426F"/>
    <w:pPr>
      <w:numPr>
        <w:numId w:val="39"/>
      </w:numPr>
      <w:tabs>
        <w:tab w:val="clear" w:pos="1080"/>
        <w:tab w:val="num" w:pos="926"/>
      </w:tabs>
      <w:spacing w:before="252" w:line="240" w:lineRule="atLeast"/>
      <w:ind w:left="926"/>
      <w:jc w:val="both"/>
    </w:pPr>
    <w:rPr>
      <w:rFonts w:ascii="Helvetica" w:hAnsi="Helvetica"/>
      <w:sz w:val="20"/>
    </w:rPr>
  </w:style>
  <w:style w:type="table" w:styleId="TableGrid">
    <w:name w:val="Table Grid"/>
    <w:basedOn w:val="TableNormal"/>
    <w:uiPriority w:val="59"/>
    <w:rsid w:val="004F02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390773"/>
    <w:rPr>
      <w:rFonts w:ascii="Times New Roman" w:hAnsi="Times New Roman"/>
      <w:vanish/>
      <w:color w:val="FF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390773"/>
    <w:rPr>
      <w:vanish/>
      <w:color w:val="FF0000"/>
      <w:sz w:val="24"/>
      <w:szCs w:val="24"/>
    </w:rPr>
  </w:style>
  <w:style w:type="paragraph" w:styleId="BodyText3">
    <w:name w:val="Body Text 3"/>
    <w:basedOn w:val="Normal"/>
    <w:link w:val="BodyText3Char"/>
    <w:rsid w:val="00390773"/>
    <w:pPr>
      <w:tabs>
        <w:tab w:val="left" w:pos="-1134"/>
        <w:tab w:val="left" w:pos="-755"/>
        <w:tab w:val="left" w:pos="-376"/>
        <w:tab w:val="left" w:pos="3"/>
        <w:tab w:val="left" w:pos="382"/>
        <w:tab w:val="left" w:pos="762"/>
        <w:tab w:val="left" w:pos="1141"/>
        <w:tab w:val="left" w:pos="1520"/>
        <w:tab w:val="left" w:pos="1899"/>
        <w:tab w:val="left" w:pos="2278"/>
        <w:tab w:val="left" w:pos="2658"/>
        <w:tab w:val="left" w:pos="3037"/>
        <w:tab w:val="left" w:pos="3416"/>
        <w:tab w:val="left" w:pos="3795"/>
        <w:tab w:val="left" w:pos="4174"/>
        <w:tab w:val="left" w:pos="4554"/>
        <w:tab w:val="left" w:pos="4933"/>
        <w:tab w:val="left" w:pos="5312"/>
        <w:tab w:val="left" w:pos="5691"/>
        <w:tab w:val="left" w:pos="6070"/>
        <w:tab w:val="left" w:pos="6450"/>
        <w:tab w:val="left" w:pos="6829"/>
        <w:tab w:val="left" w:pos="7208"/>
        <w:tab w:val="left" w:pos="7587"/>
        <w:tab w:val="left" w:pos="7966"/>
        <w:tab w:val="left" w:pos="8346"/>
        <w:tab w:val="left" w:pos="8725"/>
        <w:tab w:val="left" w:pos="9104"/>
        <w:tab w:val="left" w:pos="9483"/>
        <w:tab w:val="left" w:pos="9862"/>
        <w:tab w:val="left" w:pos="10242"/>
        <w:tab w:val="left" w:pos="10621"/>
      </w:tabs>
      <w:jc w:val="both"/>
    </w:pPr>
    <w:rPr>
      <w:rFonts w:ascii="Times New Roman" w:hAnsi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39077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24AE4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rsid w:val="009A0B7D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spacing w:line="240" w:lineRule="exact"/>
        <w:ind w:left="839" w:hanging="83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BFB"/>
    <w:pPr>
      <w:spacing w:line="240" w:lineRule="auto"/>
      <w:ind w:left="0" w:firstLine="0"/>
    </w:pPr>
    <w:rPr>
      <w:rFonts w:ascii="Arial" w:hAnsi="Arial"/>
      <w:sz w:val="19"/>
    </w:rPr>
  </w:style>
  <w:style w:type="paragraph" w:styleId="Heading1">
    <w:name w:val="heading 1"/>
    <w:aliases w:val="HstL1"/>
    <w:basedOn w:val="Normal"/>
    <w:next w:val="Normal"/>
    <w:qFormat/>
    <w:pPr>
      <w:keepNext/>
      <w:numPr>
        <w:numId w:val="4"/>
      </w:numPr>
      <w:tabs>
        <w:tab w:val="clear" w:pos="0"/>
        <w:tab w:val="left" w:pos="280"/>
      </w:tabs>
      <w:spacing w:before="240" w:after="240"/>
      <w:ind w:left="280" w:hanging="280"/>
      <w:outlineLvl w:val="0"/>
    </w:pPr>
    <w:rPr>
      <w:b/>
      <w:sz w:val="24"/>
    </w:rPr>
  </w:style>
  <w:style w:type="paragraph" w:styleId="Heading2">
    <w:name w:val="heading 2"/>
    <w:basedOn w:val="Heading1"/>
    <w:next w:val="Normal"/>
    <w:autoRedefine/>
    <w:qFormat/>
    <w:rsid w:val="00A42AEF"/>
    <w:pPr>
      <w:numPr>
        <w:ilvl w:val="1"/>
        <w:numId w:val="5"/>
      </w:numPr>
      <w:tabs>
        <w:tab w:val="clear" w:pos="0"/>
        <w:tab w:val="clear" w:pos="280"/>
        <w:tab w:val="left" w:pos="320"/>
      </w:tabs>
      <w:spacing w:after="120"/>
      <w:ind w:left="318" w:hanging="318"/>
      <w:outlineLvl w:val="1"/>
    </w:pPr>
    <w:rPr>
      <w:sz w:val="19"/>
    </w:rPr>
  </w:style>
  <w:style w:type="paragraph" w:styleId="Heading3">
    <w:name w:val="heading 3"/>
    <w:aliases w:val="HstL3"/>
    <w:basedOn w:val="Heading2"/>
    <w:next w:val="Normal"/>
    <w:autoRedefine/>
    <w:qFormat/>
    <w:rsid w:val="008A5629"/>
    <w:pPr>
      <w:numPr>
        <w:ilvl w:val="2"/>
        <w:numId w:val="6"/>
      </w:numPr>
      <w:tabs>
        <w:tab w:val="clear" w:pos="320"/>
        <w:tab w:val="clear" w:pos="720"/>
        <w:tab w:val="left" w:pos="360"/>
      </w:tabs>
      <w:ind w:left="360" w:hanging="360"/>
      <w:outlineLvl w:val="2"/>
    </w:pPr>
    <w:rPr>
      <w:sz w:val="18"/>
    </w:rPr>
  </w:style>
  <w:style w:type="paragraph" w:styleId="Heading4">
    <w:name w:val="heading 4"/>
    <w:aliases w:val="HstL4"/>
    <w:basedOn w:val="Normal"/>
    <w:next w:val="Normal"/>
    <w:qFormat/>
    <w:pPr>
      <w:keepNext/>
      <w:tabs>
        <w:tab w:val="left" w:pos="4820"/>
        <w:tab w:val="left" w:pos="5387"/>
      </w:tabs>
      <w:spacing w:before="240" w:after="60"/>
      <w:outlineLvl w:val="3"/>
    </w:pPr>
    <w:rPr>
      <w:sz w:val="22"/>
      <w:lang w:val="x-none"/>
    </w:rPr>
  </w:style>
  <w:style w:type="paragraph" w:styleId="Heading5">
    <w:name w:val="heading 5"/>
    <w:aliases w:val="HstL5"/>
    <w:basedOn w:val="Normal"/>
    <w:next w:val="Normal"/>
    <w:qFormat/>
    <w:pPr>
      <w:tabs>
        <w:tab w:val="left" w:pos="851"/>
        <w:tab w:val="left" w:pos="4820"/>
        <w:tab w:val="left" w:pos="5387"/>
      </w:tabs>
      <w:spacing w:before="240" w:after="60"/>
      <w:outlineLvl w:val="4"/>
    </w:pPr>
    <w:rPr>
      <w:sz w:val="22"/>
      <w:lang w:val="x-none"/>
    </w:rPr>
  </w:style>
  <w:style w:type="paragraph" w:styleId="Heading6">
    <w:name w:val="heading 6"/>
    <w:aliases w:val="HstL6"/>
    <w:basedOn w:val="Normal"/>
    <w:next w:val="Normal"/>
    <w:qFormat/>
    <w:pPr>
      <w:tabs>
        <w:tab w:val="left" w:pos="851"/>
        <w:tab w:val="left" w:pos="4820"/>
        <w:tab w:val="left" w:pos="5387"/>
      </w:tabs>
      <w:spacing w:before="240" w:after="60"/>
      <w:outlineLvl w:val="5"/>
    </w:pPr>
    <w:rPr>
      <w:i/>
      <w:sz w:val="22"/>
      <w:lang w:val="x-none"/>
    </w:rPr>
  </w:style>
  <w:style w:type="paragraph" w:styleId="Heading7">
    <w:name w:val="heading 7"/>
    <w:aliases w:val="HstL7"/>
    <w:basedOn w:val="Normal"/>
    <w:next w:val="Normal"/>
    <w:qFormat/>
    <w:pPr>
      <w:tabs>
        <w:tab w:val="left" w:pos="851"/>
        <w:tab w:val="left" w:pos="4820"/>
        <w:tab w:val="left" w:pos="5387"/>
      </w:tabs>
      <w:spacing w:before="240" w:after="60"/>
      <w:outlineLvl w:val="6"/>
    </w:pPr>
    <w:rPr>
      <w:sz w:val="22"/>
      <w:lang w:val="x-none"/>
    </w:rPr>
  </w:style>
  <w:style w:type="paragraph" w:styleId="Heading8">
    <w:name w:val="heading 8"/>
    <w:basedOn w:val="Normal"/>
    <w:next w:val="Normal"/>
    <w:qFormat/>
    <w:pPr>
      <w:tabs>
        <w:tab w:val="left" w:pos="851"/>
        <w:tab w:val="left" w:pos="4820"/>
        <w:tab w:val="left" w:pos="5387"/>
      </w:tabs>
      <w:spacing w:before="240" w:after="60"/>
      <w:outlineLvl w:val="7"/>
    </w:pPr>
    <w:rPr>
      <w:i/>
      <w:sz w:val="22"/>
      <w:lang w:val="x-none"/>
    </w:rPr>
  </w:style>
  <w:style w:type="paragraph" w:styleId="Heading9">
    <w:name w:val="heading 9"/>
    <w:basedOn w:val="Normal"/>
    <w:next w:val="Normal"/>
    <w:qFormat/>
    <w:pPr>
      <w:tabs>
        <w:tab w:val="left" w:pos="851"/>
        <w:tab w:val="left" w:pos="4820"/>
        <w:tab w:val="left" w:pos="5387"/>
      </w:tabs>
      <w:spacing w:before="240" w:after="60"/>
      <w:outlineLvl w:val="8"/>
    </w:pPr>
    <w:rPr>
      <w:i/>
      <w:sz w:val="1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">
    <w:name w:val="Huisstijl-Gegeven"/>
    <w:basedOn w:val="DefaultParagraphFont"/>
    <w:rPr>
      <w:noProof/>
    </w:rPr>
  </w:style>
  <w:style w:type="character" w:customStyle="1" w:styleId="Huisstijl-Kopje">
    <w:name w:val="Huisstijl-Kopje"/>
    <w:basedOn w:val="DefaultParagraphFont"/>
    <w:rPr>
      <w:rFonts w:ascii="Arial" w:hAnsi="Arial"/>
      <w:b/>
      <w:noProof/>
      <w:sz w:val="14"/>
    </w:rPr>
  </w:style>
  <w:style w:type="character" w:customStyle="1" w:styleId="Huisstijl-Kopje-Fax">
    <w:name w:val="Huisstijl-Kopje-Fax"/>
    <w:basedOn w:val="DefaultParagraphFont"/>
    <w:rPr>
      <w:rFonts w:ascii="Arial" w:hAnsi="Arial"/>
      <w:b/>
      <w:noProof/>
      <w:sz w:val="16"/>
    </w:rPr>
  </w:style>
  <w:style w:type="paragraph" w:customStyle="1" w:styleId="Huisstijl-Logo">
    <w:name w:val="Huisstijl-Logo"/>
    <w:basedOn w:val="Normal"/>
    <w:pPr>
      <w:spacing w:before="200" w:line="360" w:lineRule="exact"/>
    </w:pPr>
    <w:rPr>
      <w:rFonts w:ascii="Frutiger 55 Roman" w:hAnsi="Frutiger 55 Roman"/>
      <w:b/>
      <w:noProof/>
      <w:spacing w:val="-14"/>
      <w:sz w:val="30"/>
    </w:rPr>
  </w:style>
  <w:style w:type="paragraph" w:customStyle="1" w:styleId="Huisstijl-Logo-Compact">
    <w:name w:val="Huisstijl-Logo-Compact"/>
    <w:basedOn w:val="Normal"/>
    <w:pPr>
      <w:spacing w:before="100" w:line="220" w:lineRule="exact"/>
    </w:pPr>
    <w:rPr>
      <w:rFonts w:ascii="Frutiger 55 Roman" w:hAnsi="Frutiger 55 Roman"/>
      <w:b/>
      <w:noProof/>
      <w:spacing w:val="-6"/>
      <w:sz w:val="24"/>
    </w:rPr>
  </w:style>
  <w:style w:type="paragraph" w:customStyle="1" w:styleId="Huisstijl-Logo-Onderschrift">
    <w:name w:val="Huisstijl-Logo-Onderschrift"/>
    <w:basedOn w:val="Normal"/>
    <w:pPr>
      <w:spacing w:line="280" w:lineRule="exact"/>
    </w:pPr>
    <w:rPr>
      <w:rFonts w:ascii="Frutiger" w:hAnsi="Frutiger"/>
      <w:b/>
      <w:noProof/>
      <w:spacing w:val="-8"/>
      <w:sz w:val="18"/>
    </w:rPr>
  </w:style>
  <w:style w:type="paragraph" w:customStyle="1" w:styleId="Huisstijl-Naw">
    <w:name w:val="Huisstijl-Naw"/>
    <w:basedOn w:val="Normal"/>
    <w:rPr>
      <w:noProof/>
    </w:rPr>
  </w:style>
  <w:style w:type="character" w:customStyle="1" w:styleId="Huisstijl-Sjabloonnaam">
    <w:name w:val="Huisstijl-Sjabloonnaam"/>
    <w:basedOn w:val="DefaultParagraphFont"/>
    <w:rPr>
      <w:rFonts w:ascii="Arial" w:hAnsi="Arial"/>
      <w:b/>
      <w:noProof/>
      <w:sz w:val="24"/>
    </w:rPr>
  </w:style>
  <w:style w:type="paragraph" w:customStyle="1" w:styleId="Huisstijl-Voorwaarden">
    <w:name w:val="Huisstijl-Voorwaarden"/>
    <w:basedOn w:val="Normal"/>
    <w:pPr>
      <w:spacing w:line="160" w:lineRule="exact"/>
    </w:pPr>
    <w:rPr>
      <w:noProof/>
      <w:sz w:val="14"/>
    </w:rPr>
  </w:style>
  <w:style w:type="paragraph" w:styleId="TOC1">
    <w:name w:val="toc 1"/>
    <w:basedOn w:val="Normal"/>
    <w:next w:val="Normal"/>
    <w:uiPriority w:val="39"/>
    <w:pPr>
      <w:keepNext/>
      <w:tabs>
        <w:tab w:val="left" w:pos="840"/>
        <w:tab w:val="right" w:pos="7080"/>
      </w:tabs>
      <w:spacing w:before="240"/>
      <w:ind w:left="840" w:hanging="840"/>
    </w:pPr>
    <w:rPr>
      <w:noProof/>
    </w:rPr>
  </w:style>
  <w:style w:type="paragraph" w:styleId="TOC2">
    <w:name w:val="toc 2"/>
    <w:basedOn w:val="TOC1"/>
    <w:next w:val="Normal"/>
    <w:uiPriority w:val="39"/>
    <w:pPr>
      <w:spacing w:before="0"/>
    </w:pPr>
  </w:style>
  <w:style w:type="paragraph" w:styleId="TOC3">
    <w:name w:val="toc 3"/>
    <w:basedOn w:val="TOC1"/>
    <w:next w:val="Normal"/>
    <w:uiPriority w:val="39"/>
    <w:pPr>
      <w:spacing w:before="0"/>
    </w:pPr>
  </w:style>
  <w:style w:type="paragraph" w:customStyle="1" w:styleId="Kop1zondernummer">
    <w:name w:val="Kop 1 zonder nummer"/>
    <w:basedOn w:val="Heading1"/>
    <w:pPr>
      <w:numPr>
        <w:numId w:val="0"/>
      </w:numPr>
      <w:tabs>
        <w:tab w:val="clear" w:pos="280"/>
      </w:tabs>
    </w:pPr>
  </w:style>
  <w:style w:type="paragraph" w:customStyle="1" w:styleId="Kop2zondernummer">
    <w:name w:val="Kop 2 zonder nummer"/>
    <w:basedOn w:val="Heading2"/>
    <w:pPr>
      <w:numPr>
        <w:ilvl w:val="0"/>
        <w:numId w:val="0"/>
      </w:numPr>
      <w:tabs>
        <w:tab w:val="clear" w:pos="320"/>
      </w:tabs>
    </w:pPr>
  </w:style>
  <w:style w:type="paragraph" w:customStyle="1" w:styleId="Kop3zondernummer">
    <w:name w:val="Kop 3 zonder nummer"/>
    <w:basedOn w:val="Heading3"/>
    <w:pPr>
      <w:numPr>
        <w:ilvl w:val="0"/>
        <w:numId w:val="0"/>
      </w:numPr>
    </w:pPr>
  </w:style>
  <w:style w:type="paragraph" w:styleId="Header">
    <w:name w:val="header"/>
    <w:basedOn w:val="Normal"/>
    <w:semiHidden/>
    <w:pPr>
      <w:tabs>
        <w:tab w:val="center" w:pos="3510"/>
        <w:tab w:val="right" w:pos="7020"/>
      </w:tabs>
    </w:pPr>
  </w:style>
  <w:style w:type="paragraph" w:styleId="Footer">
    <w:name w:val="footer"/>
    <w:basedOn w:val="Normal"/>
    <w:semiHidden/>
    <w:pPr>
      <w:tabs>
        <w:tab w:val="center" w:pos="3510"/>
        <w:tab w:val="right" w:pos="7020"/>
      </w:tabs>
    </w:pPr>
  </w:style>
  <w:style w:type="paragraph" w:customStyle="1" w:styleId="KolomHeader">
    <w:name w:val="KolomHeader"/>
    <w:basedOn w:val="Normal"/>
    <w:rPr>
      <w:rFonts w:ascii="Arial (W1)" w:hAnsi="Arial (W1)"/>
      <w:b/>
      <w:color w:val="FFFFFF"/>
      <w:sz w:val="18"/>
    </w:rPr>
  </w:style>
  <w:style w:type="paragraph" w:customStyle="1" w:styleId="TabelData">
    <w:name w:val="TabelData"/>
    <w:basedOn w:val="Normal"/>
    <w:next w:val="Normal"/>
    <w:rPr>
      <w:sz w:val="16"/>
    </w:rPr>
  </w:style>
  <w:style w:type="paragraph" w:styleId="ListBullet">
    <w:name w:val="List Bullet"/>
    <w:basedOn w:val="Normal"/>
    <w:autoRedefine/>
    <w:semiHidden/>
    <w:pPr>
      <w:numPr>
        <w:numId w:val="10"/>
      </w:numPr>
    </w:pPr>
  </w:style>
  <w:style w:type="paragraph" w:styleId="ListBullet2">
    <w:name w:val="List Bullet 2"/>
    <w:basedOn w:val="Normal"/>
    <w:autoRedefine/>
    <w:semiHidden/>
    <w:pPr>
      <w:numPr>
        <w:numId w:val="11"/>
      </w:numPr>
    </w:pPr>
  </w:style>
  <w:style w:type="paragraph" w:styleId="ListBullet3">
    <w:name w:val="List Bullet 3"/>
    <w:basedOn w:val="Normal"/>
    <w:autoRedefine/>
    <w:semiHidden/>
    <w:pPr>
      <w:numPr>
        <w:numId w:val="12"/>
      </w:numPr>
    </w:pPr>
  </w:style>
  <w:style w:type="paragraph" w:customStyle="1" w:styleId="code">
    <w:name w:val="code"/>
    <w:basedOn w:val="Normal"/>
    <w:next w:val="Normal"/>
    <w:pPr>
      <w:shd w:val="pct5" w:color="auto" w:fill="FFFFFF"/>
      <w:spacing w:line="200" w:lineRule="exact"/>
    </w:pPr>
    <w:rPr>
      <w:rFonts w:ascii="Courier (W1)" w:hAnsi="Courier (W1)"/>
      <w:sz w:val="16"/>
    </w:rPr>
  </w:style>
  <w:style w:type="paragraph" w:styleId="NormalIndent">
    <w:name w:val="Normal Indent"/>
    <w:basedOn w:val="Normal"/>
    <w:semiHidden/>
    <w:pPr>
      <w:numPr>
        <w:numId w:val="25"/>
      </w:numPr>
    </w:pPr>
    <w:rPr>
      <w:rFonts w:ascii="Times New Roman" w:hAnsi="Times New Roman"/>
      <w:sz w:val="22"/>
    </w:rPr>
  </w:style>
  <w:style w:type="paragraph" w:styleId="TOC4">
    <w:name w:val="toc 4"/>
    <w:basedOn w:val="Normal"/>
    <w:next w:val="Normal"/>
    <w:autoRedefine/>
    <w:semiHidden/>
    <w:pPr>
      <w:ind w:left="720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TOC6">
    <w:name w:val="toc 6"/>
    <w:basedOn w:val="Normal"/>
    <w:next w:val="Normal"/>
    <w:autoRedefine/>
    <w:semiHidden/>
    <w:pPr>
      <w:ind w:left="1200"/>
    </w:pPr>
    <w:rPr>
      <w:rFonts w:ascii="Times New Roman" w:hAnsi="Times New Roman"/>
      <w:sz w:val="24"/>
      <w:szCs w:val="24"/>
      <w:lang w:val="en-GB" w:eastAsia="en-US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32B"/>
    <w:rPr>
      <w:rFonts w:ascii="Tahoma" w:hAnsi="Tahoma" w:cs="Tahoma"/>
      <w:sz w:val="16"/>
      <w:szCs w:val="16"/>
    </w:rPr>
  </w:style>
  <w:style w:type="paragraph" w:styleId="ListNumber3">
    <w:name w:val="List Number 3"/>
    <w:basedOn w:val="Normal"/>
    <w:rsid w:val="00D1426F"/>
    <w:pPr>
      <w:numPr>
        <w:numId w:val="39"/>
      </w:numPr>
      <w:tabs>
        <w:tab w:val="clear" w:pos="1080"/>
        <w:tab w:val="num" w:pos="926"/>
      </w:tabs>
      <w:spacing w:before="252" w:line="240" w:lineRule="atLeast"/>
      <w:ind w:left="926"/>
      <w:jc w:val="both"/>
    </w:pPr>
    <w:rPr>
      <w:rFonts w:ascii="Helvetica" w:hAnsi="Helvetica"/>
      <w:sz w:val="20"/>
    </w:rPr>
  </w:style>
  <w:style w:type="table" w:styleId="TableGrid">
    <w:name w:val="Table Grid"/>
    <w:basedOn w:val="TableNormal"/>
    <w:uiPriority w:val="59"/>
    <w:rsid w:val="004F02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390773"/>
    <w:rPr>
      <w:rFonts w:ascii="Times New Roman" w:hAnsi="Times New Roman"/>
      <w:vanish/>
      <w:color w:val="FF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390773"/>
    <w:rPr>
      <w:vanish/>
      <w:color w:val="FF0000"/>
      <w:sz w:val="24"/>
      <w:szCs w:val="24"/>
    </w:rPr>
  </w:style>
  <w:style w:type="paragraph" w:styleId="BodyText3">
    <w:name w:val="Body Text 3"/>
    <w:basedOn w:val="Normal"/>
    <w:link w:val="BodyText3Char"/>
    <w:rsid w:val="00390773"/>
    <w:pPr>
      <w:tabs>
        <w:tab w:val="left" w:pos="-1134"/>
        <w:tab w:val="left" w:pos="-755"/>
        <w:tab w:val="left" w:pos="-376"/>
        <w:tab w:val="left" w:pos="3"/>
        <w:tab w:val="left" w:pos="382"/>
        <w:tab w:val="left" w:pos="762"/>
        <w:tab w:val="left" w:pos="1141"/>
        <w:tab w:val="left" w:pos="1520"/>
        <w:tab w:val="left" w:pos="1899"/>
        <w:tab w:val="left" w:pos="2278"/>
        <w:tab w:val="left" w:pos="2658"/>
        <w:tab w:val="left" w:pos="3037"/>
        <w:tab w:val="left" w:pos="3416"/>
        <w:tab w:val="left" w:pos="3795"/>
        <w:tab w:val="left" w:pos="4174"/>
        <w:tab w:val="left" w:pos="4554"/>
        <w:tab w:val="left" w:pos="4933"/>
        <w:tab w:val="left" w:pos="5312"/>
        <w:tab w:val="left" w:pos="5691"/>
        <w:tab w:val="left" w:pos="6070"/>
        <w:tab w:val="left" w:pos="6450"/>
        <w:tab w:val="left" w:pos="6829"/>
        <w:tab w:val="left" w:pos="7208"/>
        <w:tab w:val="left" w:pos="7587"/>
        <w:tab w:val="left" w:pos="7966"/>
        <w:tab w:val="left" w:pos="8346"/>
        <w:tab w:val="left" w:pos="8725"/>
        <w:tab w:val="left" w:pos="9104"/>
        <w:tab w:val="left" w:pos="9483"/>
        <w:tab w:val="left" w:pos="9862"/>
        <w:tab w:val="left" w:pos="10242"/>
        <w:tab w:val="left" w:pos="10621"/>
      </w:tabs>
      <w:jc w:val="both"/>
    </w:pPr>
    <w:rPr>
      <w:rFonts w:ascii="Times New Roman" w:hAnsi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39077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24AE4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rsid w:val="009A0B7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DigiOffice\Programs\WhiteOffice\Sjabloon\Rap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6F77D-EB7B-4A7E-8BA7-90AC4FCCD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Rapport.dot</Template>
  <TotalTime>169</TotalTime>
  <Pages>23</Pages>
  <Words>3187</Words>
  <Characters>17533</Characters>
  <Application>Microsoft Office Word</Application>
  <DocSecurity>0</DocSecurity>
  <Lines>146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Waterproductiebedrijf Eindhoven  Algemeen</vt:lpstr>
      <vt:lpstr>Waterproductiebedrijf Eindhoven  Algemeen</vt:lpstr>
    </vt:vector>
  </TitlesOfParts>
  <Company>HVL Eindhoven</Company>
  <LinksUpToDate>false</LinksUpToDate>
  <CharactersWithSpaces>20679</CharactersWithSpaces>
  <SharedDoc>false</SharedDoc>
  <HLinks>
    <vt:vector size="30" baseType="variant">
      <vt:variant>
        <vt:i4>2293883</vt:i4>
      </vt:variant>
      <vt:variant>
        <vt:i4>75</vt:i4>
      </vt:variant>
      <vt:variant>
        <vt:i4>0</vt:i4>
      </vt:variant>
      <vt:variant>
        <vt:i4>5</vt:i4>
      </vt:variant>
      <vt:variant>
        <vt:lpwstr>TO Algemeen Bijlage 04 - UniekAlarmIdBerekening.xls</vt:lpwstr>
      </vt:variant>
      <vt:variant>
        <vt:lpwstr/>
      </vt:variant>
      <vt:variant>
        <vt:i4>3342373</vt:i4>
      </vt:variant>
      <vt:variant>
        <vt:i4>72</vt:i4>
      </vt:variant>
      <vt:variant>
        <vt:i4>0</vt:i4>
      </vt:variant>
      <vt:variant>
        <vt:i4>5</vt:i4>
      </vt:variant>
      <vt:variant>
        <vt:lpwstr>TO Algemeen Bijlage 03 - Communicatie PLCs.xls</vt:lpwstr>
      </vt:variant>
      <vt:variant>
        <vt:lpwstr/>
      </vt:variant>
      <vt:variant>
        <vt:i4>4325469</vt:i4>
      </vt:variant>
      <vt:variant>
        <vt:i4>69</vt:i4>
      </vt:variant>
      <vt:variant>
        <vt:i4>0</vt:i4>
      </vt:variant>
      <vt:variant>
        <vt:i4>5</vt:i4>
      </vt:variant>
      <vt:variant>
        <vt:lpwstr>TO Algemeen Bijlage 02 - IP adressen.xls</vt:lpwstr>
      </vt:variant>
      <vt:variant>
        <vt:lpwstr/>
      </vt:variant>
      <vt:variant>
        <vt:i4>5439515</vt:i4>
      </vt:variant>
      <vt:variant>
        <vt:i4>66</vt:i4>
      </vt:variant>
      <vt:variant>
        <vt:i4>0</vt:i4>
      </vt:variant>
      <vt:variant>
        <vt:i4>5</vt:i4>
      </vt:variant>
      <vt:variant>
        <vt:lpwstr>TO Algemeen Bijlage 01 - Netwerkoverzicht.vsd</vt:lpwstr>
      </vt:variant>
      <vt:variant>
        <vt:lpwstr/>
      </vt:variant>
      <vt:variant>
        <vt:i4>4587578</vt:i4>
      </vt:variant>
      <vt:variant>
        <vt:i4>14022</vt:i4>
      </vt:variant>
      <vt:variant>
        <vt:i4>1025</vt:i4>
      </vt:variant>
      <vt:variant>
        <vt:i4>1</vt:i4>
      </vt:variant>
      <vt:variant>
        <vt:lpwstr>C:\Program Files\DigiOffice\Programs\WhiteOffice\Logo\Print\hvl.tif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Waterproductiebedrijf Eindhoven  Algemeen</dc:title>
  <dc:creator>Ton Linders</dc:creator>
  <dc:description>Dit document is gemaakt met WhiteOffice versie 4.6.7</dc:description>
  <cp:lastModifiedBy>Marcel Jordaan</cp:lastModifiedBy>
  <cp:revision>27</cp:revision>
  <cp:lastPrinted>2012-04-27T13:15:00Z</cp:lastPrinted>
  <dcterms:created xsi:type="dcterms:W3CDTF">2012-06-17T10:20:00Z</dcterms:created>
  <dcterms:modified xsi:type="dcterms:W3CDTF">2013-04-15T05:55:00Z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">
    <vt:lpwstr>Zes nieuwe winputten WPB Eindhoven</vt:lpwstr>
  </property>
  <property fmtid="{D5CDD505-2E9C-101B-9397-08002B2CF9AE}" pid="3" name="locatie">
    <vt:lpwstr>Eindhoven</vt:lpwstr>
  </property>
  <property fmtid="{D5CDD505-2E9C-101B-9397-08002B2CF9AE}" pid="4" name="opdracht">
    <vt:lpwstr>F-105-2011-E003</vt:lpwstr>
  </property>
  <property fmtid="{D5CDD505-2E9C-101B-9397-08002B2CF9AE}" pid="5" name="status">
    <vt:lpwstr>Design</vt:lpwstr>
  </property>
  <property fmtid="{D5CDD505-2E9C-101B-9397-08002B2CF9AE}" pid="6" name="PCnaam1">
    <vt:lpwstr>Servers WPB eindhoven</vt:lpwstr>
  </property>
</Properties>
</file>